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23A" w:rsidRDefault="000E123A" w:rsidP="000C0584">
      <w:pPr>
        <w:rPr>
          <w:rFonts w:ascii="Arial" w:hAnsi="Arial" w:cs="Arial"/>
          <w:szCs w:val="24"/>
          <w:lang w:val="es-CO"/>
        </w:rPr>
      </w:pPr>
    </w:p>
    <w:p w:rsidR="008E3FC4" w:rsidRDefault="008E3FC4" w:rsidP="00D91604">
      <w:pPr>
        <w:jc w:val="center"/>
        <w:rPr>
          <w:rFonts w:ascii="Arial" w:hAnsi="Arial" w:cs="Arial"/>
          <w:b/>
          <w:sz w:val="24"/>
          <w:szCs w:val="24"/>
          <w:lang w:val="es-CO"/>
        </w:rPr>
      </w:pPr>
    </w:p>
    <w:p w:rsidR="00D91604" w:rsidRDefault="00D91604" w:rsidP="00D91604">
      <w:pPr>
        <w:jc w:val="center"/>
        <w:rPr>
          <w:rFonts w:ascii="Arial" w:hAnsi="Arial" w:cs="Arial"/>
          <w:b/>
          <w:sz w:val="24"/>
          <w:szCs w:val="24"/>
          <w:lang w:val="es-CO"/>
        </w:rPr>
      </w:pPr>
      <w:r w:rsidRPr="00D91604">
        <w:rPr>
          <w:rFonts w:ascii="Arial" w:hAnsi="Arial" w:cs="Arial"/>
          <w:b/>
          <w:sz w:val="24"/>
          <w:szCs w:val="24"/>
          <w:lang w:val="es-CO"/>
        </w:rPr>
        <w:t>Informe Aplicación del Sistema de Evaluación Institucional en el 2010.</w:t>
      </w:r>
    </w:p>
    <w:p w:rsidR="00D91604" w:rsidRDefault="00D91604" w:rsidP="00D91604">
      <w:pPr>
        <w:jc w:val="center"/>
        <w:rPr>
          <w:rFonts w:ascii="Arial" w:hAnsi="Arial" w:cs="Arial"/>
          <w:b/>
          <w:sz w:val="24"/>
          <w:szCs w:val="24"/>
          <w:lang w:val="es-CO"/>
        </w:rPr>
      </w:pPr>
    </w:p>
    <w:p w:rsidR="00D91604" w:rsidRDefault="00D91604" w:rsidP="00D91604">
      <w:pPr>
        <w:jc w:val="both"/>
        <w:rPr>
          <w:rFonts w:ascii="Arial" w:hAnsi="Arial" w:cs="Arial"/>
          <w:b/>
          <w:sz w:val="24"/>
          <w:szCs w:val="24"/>
          <w:lang w:val="es-CO"/>
        </w:rPr>
      </w:pPr>
    </w:p>
    <w:p w:rsidR="00D91604" w:rsidRDefault="00D91604" w:rsidP="00D91604">
      <w:pPr>
        <w:jc w:val="both"/>
        <w:rPr>
          <w:rFonts w:ascii="Arial" w:hAnsi="Arial" w:cs="Arial"/>
          <w:b/>
          <w:sz w:val="24"/>
          <w:szCs w:val="24"/>
          <w:lang w:val="es-CO"/>
        </w:rPr>
      </w:pPr>
    </w:p>
    <w:p w:rsidR="00EE1DD1" w:rsidRDefault="00D91604" w:rsidP="00D91604">
      <w:pPr>
        <w:jc w:val="both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El Sistema</w:t>
      </w:r>
      <w:r w:rsidRPr="00D91604">
        <w:rPr>
          <w:rFonts w:ascii="Arial" w:hAnsi="Arial" w:cs="Arial"/>
          <w:b/>
          <w:sz w:val="24"/>
          <w:szCs w:val="24"/>
          <w:lang w:val="es-CO"/>
        </w:rPr>
        <w:t xml:space="preserve"> </w:t>
      </w:r>
      <w:r w:rsidRPr="00D91604">
        <w:rPr>
          <w:rFonts w:ascii="Arial" w:hAnsi="Arial" w:cs="Arial"/>
          <w:sz w:val="24"/>
          <w:szCs w:val="24"/>
          <w:lang w:val="es-CO"/>
        </w:rPr>
        <w:t xml:space="preserve">de Evaluación Institucional </w:t>
      </w:r>
      <w:r>
        <w:rPr>
          <w:rFonts w:ascii="Arial" w:hAnsi="Arial" w:cs="Arial"/>
          <w:sz w:val="24"/>
          <w:szCs w:val="24"/>
          <w:lang w:val="es-CO"/>
        </w:rPr>
        <w:t xml:space="preserve"> (SIE) implementado durante el año lectivo </w:t>
      </w:r>
      <w:r w:rsidRPr="00D91604">
        <w:rPr>
          <w:rFonts w:ascii="Arial" w:hAnsi="Arial" w:cs="Arial"/>
          <w:sz w:val="24"/>
          <w:szCs w:val="24"/>
          <w:lang w:val="es-CO"/>
        </w:rPr>
        <w:t xml:space="preserve"> 2010</w:t>
      </w:r>
      <w:r>
        <w:rPr>
          <w:rFonts w:ascii="Arial" w:hAnsi="Arial" w:cs="Arial"/>
          <w:sz w:val="24"/>
          <w:szCs w:val="24"/>
          <w:lang w:val="es-CO"/>
        </w:rPr>
        <w:t>, fue aprobado por el Consejo Directivo</w:t>
      </w:r>
      <w:r w:rsidR="00342BD7">
        <w:rPr>
          <w:rFonts w:ascii="Arial" w:hAnsi="Arial" w:cs="Arial"/>
          <w:sz w:val="24"/>
          <w:szCs w:val="24"/>
          <w:lang w:val="es-CO"/>
        </w:rPr>
        <w:t xml:space="preserve"> a través de acta </w:t>
      </w:r>
      <w:r w:rsidR="009475BE">
        <w:rPr>
          <w:rFonts w:ascii="Arial" w:hAnsi="Arial" w:cs="Arial"/>
          <w:sz w:val="24"/>
          <w:szCs w:val="24"/>
          <w:lang w:val="es-CO"/>
        </w:rPr>
        <w:t>d</w:t>
      </w:r>
      <w:r w:rsidR="00342BD7">
        <w:rPr>
          <w:rFonts w:ascii="Arial" w:hAnsi="Arial" w:cs="Arial"/>
          <w:sz w:val="24"/>
          <w:szCs w:val="24"/>
          <w:lang w:val="es-CO"/>
        </w:rPr>
        <w:t>el 10 de marzo del mismo año,</w:t>
      </w:r>
      <w:r w:rsidR="008E3FC4">
        <w:rPr>
          <w:rFonts w:ascii="Arial" w:hAnsi="Arial" w:cs="Arial"/>
          <w:sz w:val="24"/>
          <w:szCs w:val="24"/>
          <w:lang w:val="es-CO"/>
        </w:rPr>
        <w:t xml:space="preserve"> teniendo en cuenta las recomendaciones del Consejo Académico y los aportes de estudiantes y padres de familia.</w:t>
      </w:r>
    </w:p>
    <w:p w:rsidR="00EE1DD1" w:rsidRDefault="00EE1DD1" w:rsidP="00D91604">
      <w:pPr>
        <w:jc w:val="both"/>
        <w:rPr>
          <w:rFonts w:ascii="Arial" w:hAnsi="Arial" w:cs="Arial"/>
          <w:sz w:val="24"/>
          <w:szCs w:val="24"/>
          <w:lang w:val="es-CO"/>
        </w:rPr>
      </w:pPr>
    </w:p>
    <w:p w:rsidR="00EE1DD1" w:rsidRDefault="00EE1DD1" w:rsidP="00D91604">
      <w:pPr>
        <w:jc w:val="both"/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Actividades propuestas en el SIE que se realizaron:</w:t>
      </w:r>
    </w:p>
    <w:p w:rsidR="00EE1DD1" w:rsidRDefault="00EE1DD1" w:rsidP="00D91604">
      <w:pPr>
        <w:jc w:val="both"/>
        <w:rPr>
          <w:rFonts w:ascii="Arial" w:hAnsi="Arial" w:cs="Arial"/>
          <w:sz w:val="24"/>
          <w:szCs w:val="24"/>
          <w:lang w:val="es-CO"/>
        </w:rPr>
      </w:pPr>
    </w:p>
    <w:p w:rsidR="00EE1DD1" w:rsidRDefault="00EE1DD1" w:rsidP="008E3FC4">
      <w:pPr>
        <w:pStyle w:val="Prrafodelista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8E3FC4">
        <w:rPr>
          <w:rFonts w:ascii="Arial" w:hAnsi="Arial" w:cs="Arial"/>
          <w:sz w:val="24"/>
          <w:szCs w:val="24"/>
        </w:rPr>
        <w:t>S</w:t>
      </w:r>
      <w:r w:rsidR="00342BD7" w:rsidRPr="008E3FC4">
        <w:rPr>
          <w:rFonts w:ascii="Arial" w:hAnsi="Arial" w:cs="Arial"/>
          <w:sz w:val="24"/>
          <w:szCs w:val="24"/>
        </w:rPr>
        <w:t>e realizó el diagnóstico y apoyo de estudiantes con necesidades especiales por parte de la UAI</w:t>
      </w:r>
    </w:p>
    <w:p w:rsidR="009475BE" w:rsidRPr="008E3FC4" w:rsidRDefault="009475BE" w:rsidP="009475BE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EE1DD1" w:rsidRPr="008E3FC4" w:rsidRDefault="00EE1DD1" w:rsidP="008E3FC4">
      <w:pPr>
        <w:pStyle w:val="Prrafodelista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8E3FC4">
        <w:rPr>
          <w:rFonts w:ascii="Arial" w:hAnsi="Arial" w:cs="Arial"/>
          <w:sz w:val="24"/>
          <w:szCs w:val="24"/>
        </w:rPr>
        <w:t>S</w:t>
      </w:r>
      <w:r w:rsidR="00342BD7" w:rsidRPr="008E3FC4">
        <w:rPr>
          <w:rFonts w:ascii="Arial" w:hAnsi="Arial" w:cs="Arial"/>
          <w:sz w:val="24"/>
          <w:szCs w:val="24"/>
        </w:rPr>
        <w:t>e implementó la autoevaluación de tal manera que se incluyó en como logro en cada una de las asignaturas y su valoración en la nota definitiva de cada periodo fue igual a la de éstos</w:t>
      </w:r>
      <w:r w:rsidR="009475BE">
        <w:rPr>
          <w:rFonts w:ascii="Arial" w:hAnsi="Arial" w:cs="Arial"/>
          <w:sz w:val="24"/>
          <w:szCs w:val="24"/>
        </w:rPr>
        <w:t>,</w:t>
      </w:r>
      <w:r w:rsidR="001B2F1C" w:rsidRPr="008E3FC4">
        <w:rPr>
          <w:rFonts w:ascii="Arial" w:hAnsi="Arial" w:cs="Arial"/>
          <w:sz w:val="24"/>
          <w:szCs w:val="24"/>
        </w:rPr>
        <w:t xml:space="preserve"> utilizando formato establecido por el Consejo Académico</w:t>
      </w:r>
      <w:r w:rsidRPr="008E3FC4">
        <w:rPr>
          <w:rFonts w:ascii="Arial" w:hAnsi="Arial" w:cs="Arial"/>
          <w:sz w:val="24"/>
          <w:szCs w:val="24"/>
        </w:rPr>
        <w:t>.</w:t>
      </w:r>
    </w:p>
    <w:p w:rsidR="00EE1DD1" w:rsidRDefault="00EE1DD1" w:rsidP="00D91604">
      <w:pPr>
        <w:jc w:val="both"/>
        <w:rPr>
          <w:rFonts w:ascii="Arial" w:hAnsi="Arial" w:cs="Arial"/>
          <w:sz w:val="24"/>
          <w:szCs w:val="24"/>
          <w:lang w:val="es-CO"/>
        </w:rPr>
      </w:pPr>
    </w:p>
    <w:p w:rsidR="00EE1DD1" w:rsidRPr="008E3FC4" w:rsidRDefault="00EE1DD1" w:rsidP="008E3FC4">
      <w:pPr>
        <w:pStyle w:val="Prrafodelista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8E3FC4">
        <w:rPr>
          <w:rFonts w:ascii="Arial" w:hAnsi="Arial" w:cs="Arial"/>
          <w:sz w:val="24"/>
          <w:szCs w:val="24"/>
        </w:rPr>
        <w:t>Se</w:t>
      </w:r>
      <w:r w:rsidR="00342BD7" w:rsidRPr="008E3FC4">
        <w:rPr>
          <w:rFonts w:ascii="Arial" w:hAnsi="Arial" w:cs="Arial"/>
          <w:sz w:val="24"/>
          <w:szCs w:val="24"/>
        </w:rPr>
        <w:t xml:space="preserve"> hicieron los respectivos seguimientos a los indicadores de resultado académico pertenecientes al Sistema de Gestión de Calidad</w:t>
      </w:r>
      <w:r w:rsidRPr="008E3FC4">
        <w:rPr>
          <w:rFonts w:ascii="Arial" w:hAnsi="Arial" w:cs="Arial"/>
          <w:sz w:val="24"/>
          <w:szCs w:val="24"/>
        </w:rPr>
        <w:t>.</w:t>
      </w:r>
    </w:p>
    <w:p w:rsidR="00EE1DD1" w:rsidRDefault="00EE1DD1" w:rsidP="00D91604">
      <w:pPr>
        <w:jc w:val="both"/>
        <w:rPr>
          <w:rFonts w:ascii="Arial" w:hAnsi="Arial" w:cs="Arial"/>
          <w:sz w:val="24"/>
          <w:szCs w:val="24"/>
          <w:lang w:val="es-CO"/>
        </w:rPr>
      </w:pPr>
    </w:p>
    <w:p w:rsidR="00EE1DD1" w:rsidRPr="008E3FC4" w:rsidRDefault="00EE1DD1" w:rsidP="008E3FC4">
      <w:pPr>
        <w:pStyle w:val="Prrafodelista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8E3FC4">
        <w:rPr>
          <w:rFonts w:ascii="Arial" w:hAnsi="Arial" w:cs="Arial"/>
          <w:sz w:val="24"/>
          <w:szCs w:val="24"/>
        </w:rPr>
        <w:t xml:space="preserve">Se realizaron </w:t>
      </w:r>
      <w:r w:rsidR="00342BD7" w:rsidRPr="008E3FC4">
        <w:rPr>
          <w:rFonts w:ascii="Arial" w:hAnsi="Arial" w:cs="Arial"/>
          <w:sz w:val="24"/>
          <w:szCs w:val="24"/>
        </w:rPr>
        <w:t>consejos de grado</w:t>
      </w:r>
      <w:r w:rsidRPr="008E3FC4">
        <w:rPr>
          <w:rFonts w:ascii="Arial" w:hAnsi="Arial" w:cs="Arial"/>
          <w:sz w:val="24"/>
          <w:szCs w:val="24"/>
        </w:rPr>
        <w:t xml:space="preserve"> para proponer estrategias con el fin de mejorar los desempeños de las estudiantes entre ellas cambios de grupo y actividades desescolarizadas.</w:t>
      </w:r>
    </w:p>
    <w:p w:rsidR="00EE1DD1" w:rsidRDefault="00EE1DD1" w:rsidP="00D91604">
      <w:pPr>
        <w:jc w:val="both"/>
        <w:rPr>
          <w:rFonts w:ascii="Arial" w:hAnsi="Arial" w:cs="Arial"/>
          <w:sz w:val="24"/>
          <w:szCs w:val="24"/>
          <w:lang w:val="es-CO"/>
        </w:rPr>
      </w:pPr>
    </w:p>
    <w:p w:rsidR="00EE1DD1" w:rsidRPr="008E3FC4" w:rsidRDefault="00EE1DD1" w:rsidP="008E3FC4">
      <w:pPr>
        <w:pStyle w:val="Prrafodelista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8E3FC4">
        <w:rPr>
          <w:rFonts w:ascii="Arial" w:hAnsi="Arial" w:cs="Arial"/>
          <w:sz w:val="24"/>
          <w:szCs w:val="24"/>
        </w:rPr>
        <w:t>Se realizaron las</w:t>
      </w:r>
      <w:r w:rsidR="00342BD7" w:rsidRPr="008E3FC4">
        <w:rPr>
          <w:rFonts w:ascii="Arial" w:hAnsi="Arial" w:cs="Arial"/>
          <w:sz w:val="24"/>
          <w:szCs w:val="24"/>
        </w:rPr>
        <w:t xml:space="preserve"> comisiones  de evaluación</w:t>
      </w:r>
      <w:r w:rsidR="00FC5840">
        <w:rPr>
          <w:rFonts w:ascii="Arial" w:hAnsi="Arial" w:cs="Arial"/>
          <w:sz w:val="24"/>
          <w:szCs w:val="24"/>
        </w:rPr>
        <w:t xml:space="preserve"> y promoción</w:t>
      </w:r>
      <w:r w:rsidR="00342BD7" w:rsidRPr="008E3FC4">
        <w:rPr>
          <w:rFonts w:ascii="Arial" w:hAnsi="Arial" w:cs="Arial"/>
          <w:sz w:val="24"/>
          <w:szCs w:val="24"/>
        </w:rPr>
        <w:t xml:space="preserve"> pla</w:t>
      </w:r>
      <w:r w:rsidRPr="008E3FC4">
        <w:rPr>
          <w:rFonts w:ascii="Arial" w:hAnsi="Arial" w:cs="Arial"/>
          <w:sz w:val="24"/>
          <w:szCs w:val="24"/>
        </w:rPr>
        <w:t>n</w:t>
      </w:r>
      <w:r w:rsidR="00342BD7" w:rsidRPr="008E3FC4">
        <w:rPr>
          <w:rFonts w:ascii="Arial" w:hAnsi="Arial" w:cs="Arial"/>
          <w:sz w:val="24"/>
          <w:szCs w:val="24"/>
        </w:rPr>
        <w:t>teadas</w:t>
      </w:r>
      <w:r w:rsidRPr="008E3FC4">
        <w:rPr>
          <w:rFonts w:ascii="Arial" w:hAnsi="Arial" w:cs="Arial"/>
          <w:sz w:val="24"/>
          <w:szCs w:val="24"/>
        </w:rPr>
        <w:t>.</w:t>
      </w:r>
    </w:p>
    <w:p w:rsidR="00EE1DD1" w:rsidRDefault="00EE1DD1" w:rsidP="00D91604">
      <w:pPr>
        <w:jc w:val="both"/>
        <w:rPr>
          <w:rFonts w:ascii="Arial" w:hAnsi="Arial" w:cs="Arial"/>
          <w:sz w:val="24"/>
          <w:szCs w:val="24"/>
          <w:lang w:val="es-CO"/>
        </w:rPr>
      </w:pPr>
    </w:p>
    <w:p w:rsidR="008E3FC4" w:rsidRDefault="00EE1DD1" w:rsidP="008E3FC4">
      <w:pPr>
        <w:pStyle w:val="Prrafodelista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8E3FC4">
        <w:rPr>
          <w:rFonts w:ascii="Arial" w:hAnsi="Arial" w:cs="Arial"/>
          <w:sz w:val="24"/>
          <w:szCs w:val="24"/>
        </w:rPr>
        <w:t>Referente a las estrategias de apoyo para resolver situaciones pedagógicas pendientes:</w:t>
      </w:r>
      <w:r w:rsidR="00342BD7" w:rsidRPr="008E3FC4">
        <w:rPr>
          <w:rFonts w:ascii="Arial" w:hAnsi="Arial" w:cs="Arial"/>
          <w:sz w:val="24"/>
          <w:szCs w:val="24"/>
        </w:rPr>
        <w:t xml:space="preserve"> se abrieron los dos espacios de nivelación planteados uno en julio y otro en noviembre, pero como el número de estudiantes con </w:t>
      </w:r>
      <w:r w:rsidR="00342BD7" w:rsidRPr="008E3FC4">
        <w:rPr>
          <w:rFonts w:ascii="Arial" w:hAnsi="Arial" w:cs="Arial"/>
          <w:sz w:val="24"/>
          <w:szCs w:val="24"/>
        </w:rPr>
        <w:lastRenderedPageBreak/>
        <w:t xml:space="preserve">dificultades era muy alto se abrieron tres espacios más </w:t>
      </w:r>
      <w:r w:rsidR="008E3FC4" w:rsidRPr="008E3FC4">
        <w:rPr>
          <w:rFonts w:ascii="Arial" w:hAnsi="Arial" w:cs="Arial"/>
          <w:sz w:val="24"/>
          <w:szCs w:val="24"/>
        </w:rPr>
        <w:t>(</w:t>
      </w:r>
      <w:r w:rsidR="00342BD7" w:rsidRPr="008E3FC4">
        <w:rPr>
          <w:rFonts w:ascii="Arial" w:hAnsi="Arial" w:cs="Arial"/>
          <w:sz w:val="24"/>
          <w:szCs w:val="24"/>
        </w:rPr>
        <w:t>en agosto,  en septiembre y otro más finalizando el cuarto periodo</w:t>
      </w:r>
      <w:r w:rsidR="008E3FC4" w:rsidRPr="008E3FC4">
        <w:rPr>
          <w:rFonts w:ascii="Arial" w:hAnsi="Arial" w:cs="Arial"/>
          <w:sz w:val="24"/>
          <w:szCs w:val="24"/>
        </w:rPr>
        <w:t>)</w:t>
      </w:r>
      <w:r w:rsidR="00342BD7" w:rsidRPr="008E3FC4">
        <w:rPr>
          <w:rFonts w:ascii="Arial" w:hAnsi="Arial" w:cs="Arial"/>
          <w:sz w:val="24"/>
          <w:szCs w:val="24"/>
        </w:rPr>
        <w:t xml:space="preserve">. </w:t>
      </w:r>
    </w:p>
    <w:p w:rsidR="00FC5840" w:rsidRPr="00FC5840" w:rsidRDefault="00FC5840" w:rsidP="00FC5840">
      <w:pPr>
        <w:pStyle w:val="Prrafodelista"/>
        <w:rPr>
          <w:rFonts w:ascii="Arial" w:hAnsi="Arial" w:cs="Arial"/>
          <w:sz w:val="24"/>
          <w:szCs w:val="24"/>
        </w:rPr>
      </w:pPr>
    </w:p>
    <w:p w:rsidR="00D91604" w:rsidRPr="008E3FC4" w:rsidRDefault="00342BD7" w:rsidP="008E3FC4">
      <w:pPr>
        <w:pStyle w:val="Prrafodelista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8E3FC4">
        <w:rPr>
          <w:rFonts w:ascii="Arial" w:hAnsi="Arial" w:cs="Arial"/>
          <w:sz w:val="24"/>
          <w:szCs w:val="24"/>
        </w:rPr>
        <w:t>Tras los resultados finales obtenidos en noviembre y como respuesta a la directiva ministerial # 29</w:t>
      </w:r>
      <w:r w:rsidR="008E3FC4" w:rsidRPr="008E3FC4">
        <w:rPr>
          <w:rFonts w:ascii="Arial" w:hAnsi="Arial" w:cs="Arial"/>
          <w:sz w:val="24"/>
          <w:szCs w:val="24"/>
        </w:rPr>
        <w:t>,</w:t>
      </w:r>
      <w:r w:rsidRPr="008E3FC4">
        <w:rPr>
          <w:rFonts w:ascii="Arial" w:hAnsi="Arial" w:cs="Arial"/>
          <w:sz w:val="24"/>
          <w:szCs w:val="24"/>
        </w:rPr>
        <w:t xml:space="preserve"> se planteo una fecha extraordinaria </w:t>
      </w:r>
      <w:r w:rsidR="008E3FC4" w:rsidRPr="008E3FC4">
        <w:rPr>
          <w:rFonts w:ascii="Arial" w:hAnsi="Arial" w:cs="Arial"/>
          <w:sz w:val="24"/>
          <w:szCs w:val="24"/>
        </w:rPr>
        <w:t xml:space="preserve">de nivelaciones </w:t>
      </w:r>
      <w:r w:rsidRPr="008E3FC4">
        <w:rPr>
          <w:rFonts w:ascii="Arial" w:hAnsi="Arial" w:cs="Arial"/>
          <w:sz w:val="24"/>
          <w:szCs w:val="24"/>
        </w:rPr>
        <w:t>en enero.</w:t>
      </w:r>
    </w:p>
    <w:p w:rsidR="008E3FC4" w:rsidRDefault="008E3FC4" w:rsidP="00D91604">
      <w:pPr>
        <w:jc w:val="both"/>
        <w:rPr>
          <w:rFonts w:ascii="Arial" w:hAnsi="Arial" w:cs="Arial"/>
          <w:sz w:val="24"/>
          <w:szCs w:val="24"/>
          <w:lang w:val="es-CO"/>
        </w:rPr>
      </w:pPr>
    </w:p>
    <w:p w:rsidR="00EE1DD1" w:rsidRDefault="00EE1DD1" w:rsidP="008E3FC4">
      <w:pPr>
        <w:pStyle w:val="Prrafodelista"/>
        <w:numPr>
          <w:ilvl w:val="0"/>
          <w:numId w:val="18"/>
        </w:numPr>
        <w:jc w:val="both"/>
        <w:rPr>
          <w:rFonts w:ascii="Arial" w:hAnsi="Arial" w:cs="Arial"/>
          <w:sz w:val="24"/>
          <w:szCs w:val="24"/>
        </w:rPr>
      </w:pPr>
      <w:r w:rsidRPr="008E3FC4">
        <w:rPr>
          <w:rFonts w:ascii="Arial" w:hAnsi="Arial" w:cs="Arial"/>
          <w:sz w:val="24"/>
          <w:szCs w:val="24"/>
        </w:rPr>
        <w:t>El total de estudiantes reprobadas fue de 167 (9.4%), 34 en primaria (1.9%) y 133 en secundaria</w:t>
      </w:r>
      <w:r w:rsidR="008E3FC4">
        <w:rPr>
          <w:rFonts w:ascii="Arial" w:hAnsi="Arial" w:cs="Arial"/>
          <w:sz w:val="24"/>
          <w:szCs w:val="24"/>
        </w:rPr>
        <w:t xml:space="preserve"> (7,5%), de 1773 estudiantes que terminaron el año lectivo.</w:t>
      </w:r>
    </w:p>
    <w:p w:rsidR="008E3FC4" w:rsidRPr="008E3FC4" w:rsidRDefault="008E3FC4" w:rsidP="008E3FC4">
      <w:pPr>
        <w:pStyle w:val="Prrafodelista"/>
        <w:rPr>
          <w:rFonts w:ascii="Arial" w:hAnsi="Arial" w:cs="Arial"/>
          <w:sz w:val="24"/>
          <w:szCs w:val="24"/>
        </w:rPr>
      </w:pPr>
    </w:p>
    <w:p w:rsidR="008E3FC4" w:rsidRDefault="008E3FC4" w:rsidP="008E3FC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Conclusiones: </w:t>
      </w:r>
    </w:p>
    <w:p w:rsidR="008E3FC4" w:rsidRDefault="008E3FC4" w:rsidP="008E3FC4">
      <w:pPr>
        <w:jc w:val="both"/>
        <w:rPr>
          <w:rFonts w:ascii="Arial" w:hAnsi="Arial" w:cs="Arial"/>
          <w:sz w:val="24"/>
          <w:szCs w:val="24"/>
        </w:rPr>
      </w:pPr>
    </w:p>
    <w:p w:rsidR="008E3FC4" w:rsidRPr="008E3FC4" w:rsidRDefault="008E3FC4" w:rsidP="008E3FC4">
      <w:pPr>
        <w:pStyle w:val="Prrafodelista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 w:rsidRPr="008E3FC4">
        <w:rPr>
          <w:rFonts w:ascii="Arial" w:hAnsi="Arial" w:cs="Arial"/>
          <w:sz w:val="24"/>
          <w:szCs w:val="24"/>
        </w:rPr>
        <w:t>Se aplicó el SIE acorde a lo estipulado.</w:t>
      </w:r>
    </w:p>
    <w:p w:rsidR="008E3FC4" w:rsidRDefault="00FC5840" w:rsidP="008E3FC4">
      <w:pPr>
        <w:pStyle w:val="Prrafodelista"/>
        <w:numPr>
          <w:ilvl w:val="0"/>
          <w:numId w:val="1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Fue</w:t>
      </w:r>
      <w:r w:rsidR="008E3FC4" w:rsidRPr="008E3FC4">
        <w:rPr>
          <w:rFonts w:ascii="Arial" w:hAnsi="Arial" w:cs="Arial"/>
          <w:sz w:val="24"/>
          <w:szCs w:val="24"/>
        </w:rPr>
        <w:t xml:space="preserve"> necesario hacer ajustes al SIE en los artículos referentes a la reprobación y a las estrategias de apoyo para resolver situaciones pedagógicas pendientes, con el objetivo de minimizar la mortalidad académica para el año 2011. </w:t>
      </w:r>
      <w:r w:rsidR="008E3FC4">
        <w:rPr>
          <w:rFonts w:ascii="Arial" w:hAnsi="Arial" w:cs="Arial"/>
          <w:sz w:val="24"/>
          <w:szCs w:val="24"/>
        </w:rPr>
        <w:t xml:space="preserve">Estos  ajustes </w:t>
      </w:r>
      <w:r>
        <w:rPr>
          <w:rFonts w:ascii="Arial" w:hAnsi="Arial" w:cs="Arial"/>
          <w:sz w:val="24"/>
          <w:szCs w:val="24"/>
        </w:rPr>
        <w:t>están en el SIE vigencia 2011, revisados por el Consejo Académico, y debidamente aprobado por el Consejo Directivo, después de ser socializado con las estudiantes y acudientes en la primera semana del presente año lectivo</w:t>
      </w:r>
      <w:r w:rsidR="008E3FC4">
        <w:rPr>
          <w:rFonts w:ascii="Arial" w:hAnsi="Arial" w:cs="Arial"/>
          <w:sz w:val="24"/>
          <w:szCs w:val="24"/>
        </w:rPr>
        <w:t>.</w:t>
      </w:r>
    </w:p>
    <w:p w:rsidR="00FC5840" w:rsidRDefault="00FC5840" w:rsidP="00FC5840">
      <w:pPr>
        <w:jc w:val="both"/>
        <w:rPr>
          <w:rFonts w:ascii="Arial" w:hAnsi="Arial" w:cs="Arial"/>
          <w:sz w:val="24"/>
          <w:szCs w:val="24"/>
        </w:rPr>
      </w:pPr>
    </w:p>
    <w:p w:rsidR="00FC5840" w:rsidRDefault="00FC5840" w:rsidP="00FC5840">
      <w:pPr>
        <w:jc w:val="both"/>
        <w:rPr>
          <w:rFonts w:ascii="Arial" w:hAnsi="Arial" w:cs="Arial"/>
          <w:sz w:val="24"/>
          <w:szCs w:val="24"/>
        </w:rPr>
      </w:pPr>
    </w:p>
    <w:p w:rsidR="00FC5840" w:rsidRDefault="00FC5840" w:rsidP="00FC5840">
      <w:pPr>
        <w:jc w:val="both"/>
        <w:rPr>
          <w:rFonts w:ascii="Arial" w:hAnsi="Arial" w:cs="Arial"/>
          <w:sz w:val="24"/>
          <w:szCs w:val="24"/>
        </w:rPr>
      </w:pPr>
    </w:p>
    <w:p w:rsidR="00FC5840" w:rsidRDefault="00FC5840" w:rsidP="00FC584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Firma, </w:t>
      </w:r>
    </w:p>
    <w:p w:rsidR="00FC5840" w:rsidRDefault="00FC5840" w:rsidP="00FC5840">
      <w:pPr>
        <w:jc w:val="both"/>
        <w:rPr>
          <w:rFonts w:ascii="Arial" w:hAnsi="Arial" w:cs="Arial"/>
          <w:sz w:val="24"/>
          <w:szCs w:val="24"/>
        </w:rPr>
      </w:pPr>
    </w:p>
    <w:p w:rsidR="00FC5840" w:rsidRDefault="00FC5840" w:rsidP="00FC5840">
      <w:pPr>
        <w:jc w:val="both"/>
        <w:rPr>
          <w:rFonts w:ascii="Arial" w:hAnsi="Arial" w:cs="Arial"/>
          <w:sz w:val="24"/>
          <w:szCs w:val="24"/>
        </w:rPr>
      </w:pPr>
    </w:p>
    <w:p w:rsidR="00FC5840" w:rsidRDefault="00FC5840" w:rsidP="00FC5840">
      <w:pPr>
        <w:jc w:val="both"/>
        <w:rPr>
          <w:rFonts w:ascii="Arial" w:hAnsi="Arial" w:cs="Arial"/>
          <w:sz w:val="24"/>
          <w:szCs w:val="24"/>
        </w:rPr>
      </w:pPr>
    </w:p>
    <w:p w:rsidR="00FC5840" w:rsidRDefault="00FC5840" w:rsidP="00FC584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HTA MARIA GLADIS BURBANO GELPUD</w:t>
      </w:r>
    </w:p>
    <w:p w:rsidR="00FC5840" w:rsidRPr="00FC5840" w:rsidRDefault="00FC5840" w:rsidP="00FC584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Rectora.</w:t>
      </w:r>
    </w:p>
    <w:p w:rsidR="001B2F1C" w:rsidRDefault="001B2F1C" w:rsidP="00D91604">
      <w:pPr>
        <w:jc w:val="both"/>
        <w:rPr>
          <w:rFonts w:ascii="Arial" w:hAnsi="Arial" w:cs="Arial"/>
          <w:sz w:val="24"/>
          <w:szCs w:val="24"/>
          <w:lang w:val="es-CO"/>
        </w:rPr>
      </w:pPr>
    </w:p>
    <w:p w:rsidR="001B2F1C" w:rsidRPr="00D91604" w:rsidRDefault="001B2F1C" w:rsidP="00D91604">
      <w:pPr>
        <w:jc w:val="both"/>
        <w:rPr>
          <w:rFonts w:ascii="Arial" w:hAnsi="Arial" w:cs="Arial"/>
          <w:sz w:val="24"/>
          <w:szCs w:val="24"/>
          <w:lang w:val="es-CO"/>
        </w:rPr>
      </w:pPr>
    </w:p>
    <w:sectPr w:rsidR="001B2F1C" w:rsidRPr="00D91604" w:rsidSect="004821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8" w:right="1418" w:bottom="1134" w:left="1418" w:header="851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B5F" w:rsidRDefault="00BB0B5F">
      <w:r>
        <w:separator/>
      </w:r>
    </w:p>
  </w:endnote>
  <w:endnote w:type="continuationSeparator" w:id="0">
    <w:p w:rsidR="00BB0B5F" w:rsidRDefault="00BB0B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1AF" w:rsidRDefault="004821AF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EF" w:rsidRDefault="00B33BEF" w:rsidP="00B33BEF">
    <w:pPr>
      <w:pStyle w:val="Piedepgina"/>
      <w:jc w:val="center"/>
      <w:rPr>
        <w:rFonts w:ascii="Arial Narrow" w:hAnsi="Arial Narrow"/>
        <w:sz w:val="18"/>
        <w:lang w:val="es-ES_tradnl"/>
      </w:rPr>
    </w:pPr>
    <w:r>
      <w:rPr>
        <w:rFonts w:ascii="Arial Narrow" w:hAnsi="Arial Narrow"/>
        <w:noProof/>
        <w:sz w:val="18"/>
        <w:lang w:val="es-CO" w:eastAsia="es-CO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4871720</wp:posOffset>
          </wp:positionH>
          <wp:positionV relativeFrom="paragraph">
            <wp:posOffset>-131445</wp:posOffset>
          </wp:positionV>
          <wp:extent cx="781050" cy="741045"/>
          <wp:effectExtent l="133350" t="57150" r="114300" b="687705"/>
          <wp:wrapThrough wrapText="bothSides">
            <wp:wrapPolygon edited="0">
              <wp:start x="7376" y="-1666"/>
              <wp:lineTo x="4215" y="-1111"/>
              <wp:lineTo x="-2107" y="4997"/>
              <wp:lineTo x="0" y="24987"/>
              <wp:lineTo x="-3161" y="29429"/>
              <wp:lineTo x="-3688" y="36648"/>
              <wp:lineTo x="527" y="41645"/>
              <wp:lineTo x="2634" y="41645"/>
              <wp:lineTo x="17912" y="41645"/>
              <wp:lineTo x="20020" y="41645"/>
              <wp:lineTo x="24761" y="36093"/>
              <wp:lineTo x="24234" y="33871"/>
              <wp:lineTo x="24761" y="32206"/>
              <wp:lineTo x="23707" y="29429"/>
              <wp:lineTo x="20546" y="24987"/>
              <wp:lineTo x="21073" y="16658"/>
              <wp:lineTo x="21073" y="16103"/>
              <wp:lineTo x="21600" y="16103"/>
              <wp:lineTo x="22654" y="8329"/>
              <wp:lineTo x="22654" y="7219"/>
              <wp:lineTo x="23180" y="5553"/>
              <wp:lineTo x="16332" y="-1111"/>
              <wp:lineTo x="13171" y="-1666"/>
              <wp:lineTo x="7376" y="-1666"/>
            </wp:wrapPolygon>
          </wp:wrapThrough>
          <wp:docPr id="7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741045"/>
                  </a:xfrm>
                  <a:prstGeom prst="ellipse">
                    <a:avLst/>
                  </a:prstGeom>
                  <a:ln w="63500" cap="rnd">
                    <a:solidFill>
                      <a:srgbClr val="333333"/>
                    </a:solidFill>
                  </a:ln>
                  <a:effectLst>
                    <a:outerShdw blurRad="381000" dist="292100" dir="5400000" sx="-80000" sy="-18000" rotWithShape="0">
                      <a:srgbClr val="000000">
                        <a:alpha val="22000"/>
                      </a:srgbClr>
                    </a:outerShdw>
                  </a:effectLst>
                  <a:scene3d>
                    <a:camera prst="orthographicFront"/>
                    <a:lightRig rig="contrasting" dir="t">
                      <a:rot lat="0" lon="0" rev="3000000"/>
                    </a:lightRig>
                  </a:scene3d>
                  <a:sp3d contourW="7620">
                    <a:bevelT w="95250" h="31750"/>
                    <a:contourClr>
                      <a:srgbClr val="333333"/>
                    </a:contourClr>
                  </a:sp3d>
                </pic:spPr>
              </pic:pic>
            </a:graphicData>
          </a:graphic>
        </wp:anchor>
      </w:drawing>
    </w:r>
  </w:p>
  <w:p w:rsidR="00B33BEF" w:rsidRDefault="00B33BEF" w:rsidP="000C0584">
    <w:pPr>
      <w:pStyle w:val="Piedepgina"/>
      <w:jc w:val="center"/>
      <w:rPr>
        <w:rFonts w:ascii="Arial Narrow" w:hAnsi="Arial Narrow"/>
        <w:sz w:val="18"/>
        <w:lang w:val="es-ES_tradnl"/>
      </w:rPr>
    </w:pPr>
  </w:p>
  <w:p w:rsidR="00B33BEF" w:rsidRDefault="00B33BEF" w:rsidP="000C0584">
    <w:pPr>
      <w:pStyle w:val="Piedepgina"/>
      <w:jc w:val="center"/>
      <w:rPr>
        <w:rFonts w:ascii="Arial Narrow" w:hAnsi="Arial Narrow"/>
        <w:sz w:val="18"/>
        <w:lang w:val="es-ES_tradnl"/>
      </w:rPr>
    </w:pPr>
  </w:p>
  <w:p w:rsidR="00B33BEF" w:rsidRDefault="00B33BEF" w:rsidP="000C0584">
    <w:pPr>
      <w:pStyle w:val="Piedepgina"/>
      <w:jc w:val="center"/>
      <w:rPr>
        <w:rFonts w:ascii="Arial Narrow" w:hAnsi="Arial Narrow"/>
        <w:sz w:val="18"/>
        <w:lang w:val="es-ES_tradnl"/>
      </w:rPr>
    </w:pPr>
  </w:p>
  <w:p w:rsidR="00B33BEF" w:rsidRDefault="00ED5A9B" w:rsidP="000C0584">
    <w:pPr>
      <w:pStyle w:val="Piedepgina"/>
      <w:jc w:val="center"/>
      <w:rPr>
        <w:rFonts w:ascii="Arial Narrow" w:hAnsi="Arial Narrow"/>
        <w:sz w:val="18"/>
        <w:lang w:val="es-ES_tradnl"/>
      </w:rPr>
    </w:pPr>
    <w:r w:rsidRPr="00ED5A9B">
      <w:rPr>
        <w:rFonts w:ascii="Arial Narrow" w:hAnsi="Arial Narrow"/>
        <w:noProof/>
        <w:sz w:val="18"/>
      </w:rPr>
      <w:pict>
        <v:line id="_x0000_s1027" style="position:absolute;left:0;text-align:left;z-index:251658240" from="27pt,2.5pt" to="315pt,2.5pt">
          <w10:wrap type="topAndBottom"/>
        </v:line>
      </w:pict>
    </w:r>
  </w:p>
  <w:p w:rsidR="00B33BEF" w:rsidRDefault="00B33BEF" w:rsidP="00B33BEF">
    <w:pPr>
      <w:pStyle w:val="Piedepgina"/>
      <w:jc w:val="center"/>
      <w:rPr>
        <w:rFonts w:ascii="Arial Narrow" w:hAnsi="Arial Narrow"/>
        <w:sz w:val="18"/>
        <w:lang w:val="es-ES_tradnl"/>
      </w:rPr>
    </w:pPr>
    <w:r>
      <w:rPr>
        <w:rFonts w:ascii="Arial Narrow" w:hAnsi="Arial Narrow"/>
        <w:sz w:val="18"/>
        <w:lang w:val="es-ES_tradnl"/>
      </w:rPr>
      <w:t xml:space="preserve">                                    Carrera 5ª Nº  21 - 03. Telefax 3253846 –  Pereira – Risaralda     </w:t>
    </w:r>
    <w:r>
      <w:rPr>
        <w:rFonts w:ascii="Arial Narrow" w:hAnsi="Arial Narrow"/>
        <w:sz w:val="18"/>
        <w:lang w:val="es-ES_tradnl"/>
      </w:rPr>
      <w:tab/>
      <w:t xml:space="preserve">     </w:t>
    </w:r>
    <w:r w:rsidR="003E0A46">
      <w:rPr>
        <w:rFonts w:ascii="Arial Narrow" w:hAnsi="Arial Narrow"/>
        <w:sz w:val="18"/>
        <w:lang w:val="es-ES_tradnl"/>
      </w:rPr>
      <w:t xml:space="preserve"> </w:t>
    </w:r>
    <w:r>
      <w:rPr>
        <w:rFonts w:ascii="Arial Narrow" w:hAnsi="Arial Narrow"/>
        <w:sz w:val="18"/>
        <w:lang w:val="es-ES_tradnl"/>
      </w:rPr>
      <w:t>Comité de Calidad</w:t>
    </w:r>
  </w:p>
  <w:p w:rsidR="00B33BEF" w:rsidRDefault="00B33BEF" w:rsidP="000C0584">
    <w:pPr>
      <w:pStyle w:val="Piedepgina"/>
      <w:jc w:val="center"/>
      <w:rPr>
        <w:rFonts w:ascii="Arial Narrow" w:hAnsi="Arial Narrow"/>
        <w:sz w:val="18"/>
        <w:lang w:val="es-ES_tradnl"/>
      </w:rPr>
    </w:pPr>
    <w:r>
      <w:rPr>
        <w:rFonts w:ascii="Arial Narrow" w:hAnsi="Arial Narrow"/>
        <w:sz w:val="18"/>
        <w:lang w:val="es-ES_tradnl"/>
      </w:rPr>
      <w:tab/>
    </w:r>
    <w:r>
      <w:rPr>
        <w:rFonts w:ascii="Arial Narrow" w:hAnsi="Arial Narrow"/>
        <w:sz w:val="18"/>
        <w:lang w:val="es-ES_tradnl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1AF" w:rsidRDefault="004821AF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B5F" w:rsidRDefault="00BB0B5F">
      <w:r>
        <w:separator/>
      </w:r>
    </w:p>
  </w:footnote>
  <w:footnote w:type="continuationSeparator" w:id="0">
    <w:p w:rsidR="00BB0B5F" w:rsidRDefault="00BB0B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1AF" w:rsidRDefault="004821AF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450" w:rsidRDefault="00ED5A9B" w:rsidP="0041685A">
    <w:pPr>
      <w:pStyle w:val="Encabezado"/>
    </w:pPr>
    <w:r w:rsidRPr="00ED5A9B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-19.65pt;margin-top:-17.8pt;width:517.5pt;height:150.75pt;z-index:251656191" filled="f" stroked="f">
          <v:textbox style="mso-next-textbox:#_x0000_s1025">
            <w:txbxContent>
              <w:p w:rsidR="00494450" w:rsidRPr="006A79D8" w:rsidRDefault="00494450" w:rsidP="00E41043">
                <w:pPr>
                  <w:pStyle w:val="Ttulo1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INSTITUCIÓN EDUCATIVA BOYAC</w:t>
                </w:r>
                <w:r w:rsidRPr="006A79D8">
                  <w:rPr>
                    <w:sz w:val="24"/>
                    <w:szCs w:val="24"/>
                  </w:rPr>
                  <w:t>Á</w:t>
                </w:r>
              </w:p>
              <w:p w:rsidR="00494450" w:rsidRDefault="00494450" w:rsidP="00E41043">
                <w:pPr>
                  <w:jc w:val="center"/>
                  <w:rPr>
                    <w:b/>
                    <w:sz w:val="26"/>
                    <w:lang w:val="es-ES_tradnl"/>
                  </w:rPr>
                </w:pPr>
                <w:r w:rsidRPr="006A79D8">
                  <w:rPr>
                    <w:b/>
                    <w:sz w:val="24"/>
                    <w:szCs w:val="24"/>
                    <w:lang w:val="es-ES_tradnl"/>
                  </w:rPr>
                  <w:t>“Fe, Pureza y Esfuerzo</w:t>
                </w:r>
                <w:r>
                  <w:rPr>
                    <w:b/>
                    <w:sz w:val="26"/>
                    <w:lang w:val="es-ES_tradnl"/>
                  </w:rPr>
                  <w:t>”</w:t>
                </w:r>
              </w:p>
              <w:p w:rsidR="00494450" w:rsidRDefault="00494450" w:rsidP="00E41043">
                <w:pPr>
                  <w:jc w:val="center"/>
                  <w:rPr>
                    <w:b/>
                    <w:color w:val="008000"/>
                    <w:sz w:val="18"/>
                    <w:lang w:val="es-ES_tradnl"/>
                  </w:rPr>
                </w:pPr>
              </w:p>
              <w:p w:rsidR="00494450" w:rsidRPr="005C07F6" w:rsidRDefault="00494450" w:rsidP="00E41043">
                <w:pPr>
                  <w:jc w:val="center"/>
                  <w:rPr>
                    <w:rFonts w:ascii="Arial Narrow" w:hAnsi="Arial Narrow" w:cs="Arial"/>
                    <w:b/>
                    <w:caps/>
                    <w:sz w:val="18"/>
                    <w:lang w:val="es-ES_tradnl"/>
                  </w:rPr>
                </w:pPr>
              </w:p>
              <w:p w:rsidR="00494450" w:rsidRPr="003E0A46" w:rsidRDefault="00494450" w:rsidP="00E41043">
                <w:pPr>
                  <w:jc w:val="center"/>
                  <w:rPr>
                    <w:rFonts w:ascii="Arial Narrow" w:hAnsi="Arial Narrow" w:cs="Arial"/>
                    <w:sz w:val="16"/>
                    <w:lang w:val="es-ES_tradnl"/>
                  </w:rPr>
                </w:pPr>
                <w:r w:rsidRPr="003E0A46">
                  <w:rPr>
                    <w:rFonts w:ascii="Arial Narrow" w:hAnsi="Arial Narrow" w:cs="Arial"/>
                    <w:caps/>
                    <w:sz w:val="16"/>
                    <w:lang w:val="es-ES_tradnl"/>
                  </w:rPr>
                  <w:t>Nit:</w:t>
                </w:r>
                <w:r w:rsidRPr="003E0A46">
                  <w:rPr>
                    <w:rFonts w:ascii="Arial Narrow" w:hAnsi="Arial Narrow" w:cs="Arial"/>
                    <w:sz w:val="16"/>
                    <w:lang w:val="es-ES_tradnl"/>
                  </w:rPr>
                  <w:t xml:space="preserve"> 816.002.347-1      DANE: 166.001.0000-93</w:t>
                </w:r>
              </w:p>
              <w:p w:rsidR="00494450" w:rsidRPr="003E0A46" w:rsidRDefault="00494450" w:rsidP="00E41043">
                <w:pPr>
                  <w:jc w:val="center"/>
                  <w:rPr>
                    <w:rFonts w:ascii="Arial Narrow" w:hAnsi="Arial Narrow" w:cs="Arial"/>
                    <w:sz w:val="16"/>
                    <w:lang w:val="es-ES_tradnl"/>
                  </w:rPr>
                </w:pPr>
                <w:r w:rsidRPr="003E0A46">
                  <w:rPr>
                    <w:rFonts w:ascii="Arial Narrow" w:hAnsi="Arial Narrow" w:cs="Arial"/>
                    <w:sz w:val="16"/>
                    <w:lang w:val="es-ES_tradnl"/>
                  </w:rPr>
                  <w:t xml:space="preserve">Resolución  No. 458 de 14-10-2004 Expedida por </w:t>
                </w:r>
                <w:smartTag w:uri="urn:schemas-microsoft-com:office:smarttags" w:element="PersonName">
                  <w:smartTagPr>
                    <w:attr w:name="ProductID" w:val="la Secretar￭a"/>
                  </w:smartTagPr>
                  <w:r w:rsidRPr="003E0A46">
                    <w:rPr>
                      <w:rFonts w:ascii="Arial Narrow" w:hAnsi="Arial Narrow" w:cs="Arial"/>
                      <w:sz w:val="16"/>
                      <w:lang w:val="es-ES_tradnl"/>
                    </w:rPr>
                    <w:t>la Secretaría</w:t>
                  </w:r>
                </w:smartTag>
                <w:r w:rsidRPr="003E0A46">
                  <w:rPr>
                    <w:rFonts w:ascii="Arial Narrow" w:hAnsi="Arial Narrow" w:cs="Arial"/>
                    <w:sz w:val="16"/>
                    <w:lang w:val="es-ES_tradnl"/>
                  </w:rPr>
                  <w:t xml:space="preserve"> de Educación Municipal</w:t>
                </w:r>
              </w:p>
              <w:p w:rsidR="00494450" w:rsidRDefault="00494450" w:rsidP="00E41043">
                <w:pPr>
                  <w:jc w:val="center"/>
                  <w:rPr>
                    <w:rFonts w:ascii="Arial Narrow" w:hAnsi="Arial Narrow" w:cs="Arial"/>
                    <w:sz w:val="18"/>
                    <w:lang w:val="es-ES_tradnl"/>
                  </w:rPr>
                </w:pPr>
              </w:p>
              <w:p w:rsidR="00F8148E" w:rsidRDefault="00F8148E" w:rsidP="00E41043">
                <w:pPr>
                  <w:jc w:val="center"/>
                  <w:rPr>
                    <w:rFonts w:ascii="Tahoma" w:hAnsi="Tahoma" w:cs="Tahoma"/>
                    <w:sz w:val="16"/>
                    <w:szCs w:val="16"/>
                    <w:lang w:val="es-ES_tradnl"/>
                  </w:rPr>
                </w:pPr>
              </w:p>
              <w:p w:rsidR="00494450" w:rsidRPr="007F6329" w:rsidRDefault="00494450" w:rsidP="00BE2C27">
                <w:pPr>
                  <w:jc w:val="both"/>
                  <w:rPr>
                    <w:rFonts w:ascii="Tahoma" w:hAnsi="Tahoma" w:cs="Tahoma"/>
                    <w:sz w:val="16"/>
                    <w:szCs w:val="16"/>
                    <w:lang w:val="es-ES_tradnl"/>
                  </w:rPr>
                </w:pPr>
                <w:r w:rsidRPr="003E0A46">
                  <w:rPr>
                    <w:rFonts w:ascii="Tahoma" w:hAnsi="Tahoma" w:cs="Tahoma"/>
                    <w:b/>
                    <w:sz w:val="16"/>
                    <w:szCs w:val="16"/>
                    <w:lang w:val="es-ES_tradnl"/>
                  </w:rPr>
                  <w:t>MISIÓN:</w:t>
                </w:r>
                <w:r>
                  <w:rPr>
                    <w:rFonts w:ascii="Tahoma" w:hAnsi="Tahoma" w:cs="Tahoma"/>
                    <w:sz w:val="16"/>
                    <w:szCs w:val="16"/>
                    <w:lang w:val="es-ES_tradnl"/>
                  </w:rPr>
                  <w:t xml:space="preserve"> </w:t>
                </w:r>
                <w:r w:rsidR="00D140D5" w:rsidRPr="00D140D5">
                  <w:rPr>
                    <w:rFonts w:ascii="Arial" w:hAnsi="Arial" w:cs="Arial"/>
                    <w:sz w:val="16"/>
                    <w:szCs w:val="16"/>
                  </w:rPr>
                  <w:t>La Institución Educativa Boyacá forma en un proyecto de vida, acorde con la Filosofía Educativa Anunciata difundida por la Madre María Berenice, mujeres que trascienden en lo espiritual, laboral, empresarial y académico, para contribuir al desarrollo de una sociedad transformadora y productiva.</w:t>
                </w:r>
              </w:p>
              <w:p w:rsidR="00494450" w:rsidRPr="007F6329" w:rsidRDefault="00494450" w:rsidP="00BE2C27">
                <w:pPr>
                  <w:jc w:val="both"/>
                  <w:rPr>
                    <w:rFonts w:ascii="Tahoma" w:hAnsi="Tahoma" w:cs="Tahoma"/>
                    <w:sz w:val="16"/>
                    <w:szCs w:val="16"/>
                    <w:lang w:val="es-ES_tradnl"/>
                  </w:rPr>
                </w:pPr>
                <w:r w:rsidRPr="003E0A46">
                  <w:rPr>
                    <w:rFonts w:ascii="Tahoma" w:hAnsi="Tahoma" w:cs="Tahoma"/>
                    <w:b/>
                    <w:sz w:val="16"/>
                    <w:szCs w:val="16"/>
                    <w:lang w:val="es-ES_tradnl"/>
                  </w:rPr>
                  <w:t>VISIÓN:</w:t>
                </w:r>
                <w:r w:rsidRPr="00D140D5">
                  <w:rPr>
                    <w:rFonts w:ascii="Tahoma" w:hAnsi="Tahoma" w:cs="Tahoma"/>
                    <w:b/>
                    <w:sz w:val="16"/>
                    <w:szCs w:val="16"/>
                    <w:lang w:val="es-ES_tradnl"/>
                  </w:rPr>
                  <w:tab/>
                </w:r>
                <w:r w:rsidR="00D140D5" w:rsidRPr="00D140D5">
                  <w:rPr>
                    <w:rFonts w:ascii="Arial" w:hAnsi="Arial" w:cs="Arial"/>
                    <w:sz w:val="16"/>
                    <w:szCs w:val="16"/>
                  </w:rPr>
                  <w:t>La Institución Educativa Boyacá en el 2013 será ejemplo de liderazgo en el municipio de Pereira, con egresadas competentes en lo personal, laboral, empresarial y académico, fortalecidas espiritualmente con la filosofía Anunciata</w:t>
                </w:r>
                <w:r w:rsidR="00D140D5">
                  <w:rPr>
                    <w:rFonts w:ascii="Arial" w:hAnsi="Arial" w:cs="Arial"/>
                  </w:rPr>
                  <w:t>.</w:t>
                </w:r>
              </w:p>
              <w:p w:rsidR="00494450" w:rsidRDefault="00494450" w:rsidP="00093E8C">
                <w:pPr>
                  <w:rPr>
                    <w:rFonts w:ascii="Arial Narrow" w:hAnsi="Arial Narrow" w:cs="Arial"/>
                    <w:lang w:val="es-ES_tradnl"/>
                  </w:rPr>
                </w:pPr>
              </w:p>
              <w:p w:rsidR="00494450" w:rsidRDefault="00494450">
                <w:pPr>
                  <w:jc w:val="center"/>
                  <w:rPr>
                    <w:b/>
                    <w:color w:val="008000"/>
                    <w:sz w:val="28"/>
                    <w:lang w:val="es-ES_tradnl"/>
                  </w:rPr>
                </w:pPr>
              </w:p>
            </w:txbxContent>
          </v:textbox>
          <w10:wrap type="topAndBottom"/>
        </v:shape>
      </w:pict>
    </w:r>
    <w:r w:rsidR="00494450">
      <w:rPr>
        <w:noProof/>
        <w:lang w:val="es-CO" w:eastAsia="es-CO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63500</wp:posOffset>
          </wp:positionH>
          <wp:positionV relativeFrom="paragraph">
            <wp:posOffset>-64770</wp:posOffset>
          </wp:positionV>
          <wp:extent cx="641985" cy="800100"/>
          <wp:effectExtent l="19050" t="0" r="5715" b="0"/>
          <wp:wrapTight wrapText="bothSides">
            <wp:wrapPolygon edited="0">
              <wp:start x="-641" y="0"/>
              <wp:lineTo x="-641" y="21086"/>
              <wp:lineTo x="21792" y="21086"/>
              <wp:lineTo x="21792" y="0"/>
              <wp:lineTo x="-641" y="0"/>
            </wp:wrapPolygon>
          </wp:wrapTight>
          <wp:docPr id="4" name="Imagen 4" descr="ESCUD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SCUDO2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" cy="800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94450" w:rsidRDefault="00494450"/>
  <w:p w:rsidR="00494450" w:rsidRDefault="00494450"/>
  <w:p w:rsidR="00494450" w:rsidRDefault="00ED5A9B">
    <w:r w:rsidRPr="00ED5A9B">
      <w:rPr>
        <w:noProof/>
      </w:rPr>
      <w:pict>
        <v:line id="_x0000_s1026" style="position:absolute;z-index:251657216" from="55pt,22.7pt" to="366.6pt,22.7pt">
          <w10:wrap type="topAndBottom"/>
        </v:lin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1AF" w:rsidRDefault="004821AF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A20534E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B5773F"/>
    <w:multiLevelType w:val="hybridMultilevel"/>
    <w:tmpl w:val="B2EC7FA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A309B"/>
    <w:multiLevelType w:val="hybridMultilevel"/>
    <w:tmpl w:val="C7AC925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33F92"/>
    <w:multiLevelType w:val="hybridMultilevel"/>
    <w:tmpl w:val="672EA93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BB44D8"/>
    <w:multiLevelType w:val="hybridMultilevel"/>
    <w:tmpl w:val="E4900EC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E2C86"/>
    <w:multiLevelType w:val="hybridMultilevel"/>
    <w:tmpl w:val="1F68244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BE146D"/>
    <w:multiLevelType w:val="hybridMultilevel"/>
    <w:tmpl w:val="9C5A8E8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02200A"/>
    <w:multiLevelType w:val="hybridMultilevel"/>
    <w:tmpl w:val="E12005D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44E26"/>
    <w:multiLevelType w:val="hybridMultilevel"/>
    <w:tmpl w:val="FC2CE95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B33F8A"/>
    <w:multiLevelType w:val="hybridMultilevel"/>
    <w:tmpl w:val="A5E4878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E608C6"/>
    <w:multiLevelType w:val="hybridMultilevel"/>
    <w:tmpl w:val="AF2CD56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204AD1"/>
    <w:multiLevelType w:val="hybridMultilevel"/>
    <w:tmpl w:val="1506F7D6"/>
    <w:lvl w:ilvl="0" w:tplc="F8685CA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C20472"/>
    <w:multiLevelType w:val="hybridMultilevel"/>
    <w:tmpl w:val="1062E8E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2846AF"/>
    <w:multiLevelType w:val="hybridMultilevel"/>
    <w:tmpl w:val="1DDCC5A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923390"/>
    <w:multiLevelType w:val="hybridMultilevel"/>
    <w:tmpl w:val="7A2EC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9D7250"/>
    <w:multiLevelType w:val="hybridMultilevel"/>
    <w:tmpl w:val="4E068D3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CD2227"/>
    <w:multiLevelType w:val="hybridMultilevel"/>
    <w:tmpl w:val="C784B6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F505B6"/>
    <w:multiLevelType w:val="hybridMultilevel"/>
    <w:tmpl w:val="F94C8AC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B53CAC"/>
    <w:multiLevelType w:val="hybridMultilevel"/>
    <w:tmpl w:val="D1B4887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6"/>
  </w:num>
  <w:num w:numId="5">
    <w:abstractNumId w:val="12"/>
  </w:num>
  <w:num w:numId="6">
    <w:abstractNumId w:val="7"/>
  </w:num>
  <w:num w:numId="7">
    <w:abstractNumId w:val="1"/>
  </w:num>
  <w:num w:numId="8">
    <w:abstractNumId w:val="13"/>
  </w:num>
  <w:num w:numId="9">
    <w:abstractNumId w:val="18"/>
  </w:num>
  <w:num w:numId="10">
    <w:abstractNumId w:val="5"/>
  </w:num>
  <w:num w:numId="11">
    <w:abstractNumId w:val="2"/>
  </w:num>
  <w:num w:numId="12">
    <w:abstractNumId w:val="4"/>
  </w:num>
  <w:num w:numId="13">
    <w:abstractNumId w:val="8"/>
  </w:num>
  <w:num w:numId="14">
    <w:abstractNumId w:val="6"/>
  </w:num>
  <w:num w:numId="15">
    <w:abstractNumId w:val="3"/>
  </w:num>
  <w:num w:numId="16">
    <w:abstractNumId w:val="17"/>
  </w:num>
  <w:num w:numId="17">
    <w:abstractNumId w:val="14"/>
  </w:num>
  <w:num w:numId="18">
    <w:abstractNumId w:val="15"/>
  </w:num>
  <w:num w:numId="19">
    <w:abstractNumId w:val="1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stylePaneFormatFilter w:val="3F01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19149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423D74"/>
    <w:rsid w:val="000008A3"/>
    <w:rsid w:val="000009BA"/>
    <w:rsid w:val="000010DA"/>
    <w:rsid w:val="00001601"/>
    <w:rsid w:val="00001BA2"/>
    <w:rsid w:val="0000237D"/>
    <w:rsid w:val="00002EA4"/>
    <w:rsid w:val="0000339E"/>
    <w:rsid w:val="00003645"/>
    <w:rsid w:val="000039AB"/>
    <w:rsid w:val="00004941"/>
    <w:rsid w:val="00005CD9"/>
    <w:rsid w:val="00005D16"/>
    <w:rsid w:val="000060BA"/>
    <w:rsid w:val="0000663F"/>
    <w:rsid w:val="00006D0F"/>
    <w:rsid w:val="0000770A"/>
    <w:rsid w:val="00011045"/>
    <w:rsid w:val="0001113E"/>
    <w:rsid w:val="0001310B"/>
    <w:rsid w:val="00014180"/>
    <w:rsid w:val="000141C7"/>
    <w:rsid w:val="000150BD"/>
    <w:rsid w:val="00015338"/>
    <w:rsid w:val="0001560E"/>
    <w:rsid w:val="00015899"/>
    <w:rsid w:val="00015D81"/>
    <w:rsid w:val="0001643A"/>
    <w:rsid w:val="00016C9B"/>
    <w:rsid w:val="000179CA"/>
    <w:rsid w:val="00020A2C"/>
    <w:rsid w:val="00020B78"/>
    <w:rsid w:val="000218B7"/>
    <w:rsid w:val="000236AE"/>
    <w:rsid w:val="000238C4"/>
    <w:rsid w:val="00023B8A"/>
    <w:rsid w:val="00024A40"/>
    <w:rsid w:val="000256B2"/>
    <w:rsid w:val="00025A53"/>
    <w:rsid w:val="00030229"/>
    <w:rsid w:val="0003042E"/>
    <w:rsid w:val="00030EC4"/>
    <w:rsid w:val="00031399"/>
    <w:rsid w:val="00031E20"/>
    <w:rsid w:val="000329A5"/>
    <w:rsid w:val="00035C50"/>
    <w:rsid w:val="00037D90"/>
    <w:rsid w:val="00037DAC"/>
    <w:rsid w:val="00037FB7"/>
    <w:rsid w:val="00040714"/>
    <w:rsid w:val="00041385"/>
    <w:rsid w:val="00041F91"/>
    <w:rsid w:val="00042150"/>
    <w:rsid w:val="00042B41"/>
    <w:rsid w:val="00043375"/>
    <w:rsid w:val="00044463"/>
    <w:rsid w:val="00044D52"/>
    <w:rsid w:val="00045EC2"/>
    <w:rsid w:val="00046522"/>
    <w:rsid w:val="00047085"/>
    <w:rsid w:val="000504A5"/>
    <w:rsid w:val="0005142E"/>
    <w:rsid w:val="000523CA"/>
    <w:rsid w:val="000526AF"/>
    <w:rsid w:val="000536A8"/>
    <w:rsid w:val="00053A76"/>
    <w:rsid w:val="00054CE8"/>
    <w:rsid w:val="00054F8B"/>
    <w:rsid w:val="0005501A"/>
    <w:rsid w:val="00055409"/>
    <w:rsid w:val="000558F8"/>
    <w:rsid w:val="000561B5"/>
    <w:rsid w:val="00056640"/>
    <w:rsid w:val="00057121"/>
    <w:rsid w:val="0005782B"/>
    <w:rsid w:val="00063320"/>
    <w:rsid w:val="000645A6"/>
    <w:rsid w:val="00064B24"/>
    <w:rsid w:val="00064C72"/>
    <w:rsid w:val="00064D47"/>
    <w:rsid w:val="00065E49"/>
    <w:rsid w:val="00065F6E"/>
    <w:rsid w:val="000664E9"/>
    <w:rsid w:val="0006718F"/>
    <w:rsid w:val="0006774F"/>
    <w:rsid w:val="00067F96"/>
    <w:rsid w:val="000702E8"/>
    <w:rsid w:val="00070AC7"/>
    <w:rsid w:val="000713FC"/>
    <w:rsid w:val="00071B23"/>
    <w:rsid w:val="00071BCA"/>
    <w:rsid w:val="00072C03"/>
    <w:rsid w:val="0007765C"/>
    <w:rsid w:val="00080DA8"/>
    <w:rsid w:val="000815AF"/>
    <w:rsid w:val="00082034"/>
    <w:rsid w:val="000822F4"/>
    <w:rsid w:val="00082EDB"/>
    <w:rsid w:val="00083C9F"/>
    <w:rsid w:val="00083D32"/>
    <w:rsid w:val="00084B63"/>
    <w:rsid w:val="00085F6E"/>
    <w:rsid w:val="00086B64"/>
    <w:rsid w:val="000877B2"/>
    <w:rsid w:val="00087AD9"/>
    <w:rsid w:val="00087AE7"/>
    <w:rsid w:val="000905BE"/>
    <w:rsid w:val="00090868"/>
    <w:rsid w:val="0009093A"/>
    <w:rsid w:val="00090E03"/>
    <w:rsid w:val="000913A6"/>
    <w:rsid w:val="000914B7"/>
    <w:rsid w:val="0009172C"/>
    <w:rsid w:val="000918A8"/>
    <w:rsid w:val="000920E4"/>
    <w:rsid w:val="00092DFF"/>
    <w:rsid w:val="00093616"/>
    <w:rsid w:val="00093E8C"/>
    <w:rsid w:val="00095F0F"/>
    <w:rsid w:val="00096AFC"/>
    <w:rsid w:val="000A0671"/>
    <w:rsid w:val="000A311D"/>
    <w:rsid w:val="000A3174"/>
    <w:rsid w:val="000A3A4C"/>
    <w:rsid w:val="000A43A1"/>
    <w:rsid w:val="000A6AD3"/>
    <w:rsid w:val="000A6CC8"/>
    <w:rsid w:val="000A70D9"/>
    <w:rsid w:val="000B012C"/>
    <w:rsid w:val="000B0B35"/>
    <w:rsid w:val="000B0E5F"/>
    <w:rsid w:val="000B12C2"/>
    <w:rsid w:val="000B2CEF"/>
    <w:rsid w:val="000B3025"/>
    <w:rsid w:val="000B406B"/>
    <w:rsid w:val="000B40A2"/>
    <w:rsid w:val="000B429D"/>
    <w:rsid w:val="000B4742"/>
    <w:rsid w:val="000B4C59"/>
    <w:rsid w:val="000B50C2"/>
    <w:rsid w:val="000B5160"/>
    <w:rsid w:val="000B5486"/>
    <w:rsid w:val="000B5FBE"/>
    <w:rsid w:val="000B6682"/>
    <w:rsid w:val="000B71BE"/>
    <w:rsid w:val="000B7226"/>
    <w:rsid w:val="000C0584"/>
    <w:rsid w:val="000C1646"/>
    <w:rsid w:val="000C1DBB"/>
    <w:rsid w:val="000C233F"/>
    <w:rsid w:val="000C2354"/>
    <w:rsid w:val="000C2398"/>
    <w:rsid w:val="000C27DB"/>
    <w:rsid w:val="000C2B79"/>
    <w:rsid w:val="000C3008"/>
    <w:rsid w:val="000C33FC"/>
    <w:rsid w:val="000C369C"/>
    <w:rsid w:val="000C5F6E"/>
    <w:rsid w:val="000C7D13"/>
    <w:rsid w:val="000C7F14"/>
    <w:rsid w:val="000D07C8"/>
    <w:rsid w:val="000D1550"/>
    <w:rsid w:val="000D1627"/>
    <w:rsid w:val="000D26DC"/>
    <w:rsid w:val="000D2A35"/>
    <w:rsid w:val="000D3310"/>
    <w:rsid w:val="000D609B"/>
    <w:rsid w:val="000D619F"/>
    <w:rsid w:val="000D77F2"/>
    <w:rsid w:val="000D788F"/>
    <w:rsid w:val="000D79B8"/>
    <w:rsid w:val="000E0376"/>
    <w:rsid w:val="000E1198"/>
    <w:rsid w:val="000E123A"/>
    <w:rsid w:val="000E1AC2"/>
    <w:rsid w:val="000E1DA7"/>
    <w:rsid w:val="000E1EA4"/>
    <w:rsid w:val="000E3F35"/>
    <w:rsid w:val="000E44A2"/>
    <w:rsid w:val="000E4A6C"/>
    <w:rsid w:val="000E55E4"/>
    <w:rsid w:val="000E5775"/>
    <w:rsid w:val="000E5951"/>
    <w:rsid w:val="000E5F1E"/>
    <w:rsid w:val="000E6709"/>
    <w:rsid w:val="000E7E21"/>
    <w:rsid w:val="000F1060"/>
    <w:rsid w:val="000F38BC"/>
    <w:rsid w:val="000F3E7F"/>
    <w:rsid w:val="000F43A1"/>
    <w:rsid w:val="000F4451"/>
    <w:rsid w:val="000F48EA"/>
    <w:rsid w:val="000F4B05"/>
    <w:rsid w:val="000F4B15"/>
    <w:rsid w:val="000F5B77"/>
    <w:rsid w:val="00100105"/>
    <w:rsid w:val="00101988"/>
    <w:rsid w:val="00102473"/>
    <w:rsid w:val="0010253D"/>
    <w:rsid w:val="00102733"/>
    <w:rsid w:val="00103564"/>
    <w:rsid w:val="0010395D"/>
    <w:rsid w:val="00103C8C"/>
    <w:rsid w:val="00104FFC"/>
    <w:rsid w:val="00105BC4"/>
    <w:rsid w:val="00106294"/>
    <w:rsid w:val="001078EE"/>
    <w:rsid w:val="00110B45"/>
    <w:rsid w:val="001131DE"/>
    <w:rsid w:val="001133D3"/>
    <w:rsid w:val="00113D08"/>
    <w:rsid w:val="00114E9B"/>
    <w:rsid w:val="001157FA"/>
    <w:rsid w:val="00115B9C"/>
    <w:rsid w:val="00115DC4"/>
    <w:rsid w:val="00117485"/>
    <w:rsid w:val="001202FF"/>
    <w:rsid w:val="00120B39"/>
    <w:rsid w:val="001225D5"/>
    <w:rsid w:val="00122A96"/>
    <w:rsid w:val="00123582"/>
    <w:rsid w:val="00123A8B"/>
    <w:rsid w:val="001246E5"/>
    <w:rsid w:val="00124746"/>
    <w:rsid w:val="00125008"/>
    <w:rsid w:val="00125298"/>
    <w:rsid w:val="001265D9"/>
    <w:rsid w:val="0013014B"/>
    <w:rsid w:val="00130FF3"/>
    <w:rsid w:val="00131178"/>
    <w:rsid w:val="00131205"/>
    <w:rsid w:val="0013259D"/>
    <w:rsid w:val="0013294D"/>
    <w:rsid w:val="00133AAD"/>
    <w:rsid w:val="00133BB1"/>
    <w:rsid w:val="001349E1"/>
    <w:rsid w:val="00135643"/>
    <w:rsid w:val="00135BC6"/>
    <w:rsid w:val="00136854"/>
    <w:rsid w:val="00136B74"/>
    <w:rsid w:val="00137CA4"/>
    <w:rsid w:val="00140E19"/>
    <w:rsid w:val="00140F13"/>
    <w:rsid w:val="001412A0"/>
    <w:rsid w:val="00141485"/>
    <w:rsid w:val="00142391"/>
    <w:rsid w:val="00142B3C"/>
    <w:rsid w:val="0014383F"/>
    <w:rsid w:val="00143FB4"/>
    <w:rsid w:val="00144488"/>
    <w:rsid w:val="001450AD"/>
    <w:rsid w:val="00145ADA"/>
    <w:rsid w:val="00145FEB"/>
    <w:rsid w:val="001462D8"/>
    <w:rsid w:val="00147404"/>
    <w:rsid w:val="00147989"/>
    <w:rsid w:val="00150726"/>
    <w:rsid w:val="00150A25"/>
    <w:rsid w:val="00150F08"/>
    <w:rsid w:val="001511B8"/>
    <w:rsid w:val="0015372C"/>
    <w:rsid w:val="00153ABE"/>
    <w:rsid w:val="001558C7"/>
    <w:rsid w:val="0015590E"/>
    <w:rsid w:val="0015606A"/>
    <w:rsid w:val="00156958"/>
    <w:rsid w:val="001573C8"/>
    <w:rsid w:val="00160405"/>
    <w:rsid w:val="00160923"/>
    <w:rsid w:val="00160CB2"/>
    <w:rsid w:val="001610CB"/>
    <w:rsid w:val="001620DA"/>
    <w:rsid w:val="00162B8F"/>
    <w:rsid w:val="00164160"/>
    <w:rsid w:val="00164796"/>
    <w:rsid w:val="00164877"/>
    <w:rsid w:val="00164E54"/>
    <w:rsid w:val="00165290"/>
    <w:rsid w:val="001668DA"/>
    <w:rsid w:val="0016777A"/>
    <w:rsid w:val="00171829"/>
    <w:rsid w:val="0017249F"/>
    <w:rsid w:val="00172F6E"/>
    <w:rsid w:val="00173D34"/>
    <w:rsid w:val="0017401B"/>
    <w:rsid w:val="00175398"/>
    <w:rsid w:val="00175B4F"/>
    <w:rsid w:val="001762E4"/>
    <w:rsid w:val="00177BEA"/>
    <w:rsid w:val="00177F1D"/>
    <w:rsid w:val="001805FA"/>
    <w:rsid w:val="00181575"/>
    <w:rsid w:val="001820D6"/>
    <w:rsid w:val="00182923"/>
    <w:rsid w:val="00183797"/>
    <w:rsid w:val="0018390E"/>
    <w:rsid w:val="00183AAC"/>
    <w:rsid w:val="00183DEF"/>
    <w:rsid w:val="00186195"/>
    <w:rsid w:val="00191033"/>
    <w:rsid w:val="00191AF7"/>
    <w:rsid w:val="001948EF"/>
    <w:rsid w:val="0019522F"/>
    <w:rsid w:val="00195DE0"/>
    <w:rsid w:val="001969E2"/>
    <w:rsid w:val="001A0292"/>
    <w:rsid w:val="001A02C2"/>
    <w:rsid w:val="001A0593"/>
    <w:rsid w:val="001A0EFE"/>
    <w:rsid w:val="001A1DBD"/>
    <w:rsid w:val="001A2106"/>
    <w:rsid w:val="001A218A"/>
    <w:rsid w:val="001A2ED7"/>
    <w:rsid w:val="001A3D52"/>
    <w:rsid w:val="001A4075"/>
    <w:rsid w:val="001A6789"/>
    <w:rsid w:val="001A6DA4"/>
    <w:rsid w:val="001A6E50"/>
    <w:rsid w:val="001A79D7"/>
    <w:rsid w:val="001A7A84"/>
    <w:rsid w:val="001A7C0D"/>
    <w:rsid w:val="001B05CA"/>
    <w:rsid w:val="001B2F1C"/>
    <w:rsid w:val="001B3936"/>
    <w:rsid w:val="001B42A8"/>
    <w:rsid w:val="001B61BE"/>
    <w:rsid w:val="001B6BC8"/>
    <w:rsid w:val="001C0425"/>
    <w:rsid w:val="001C0FF7"/>
    <w:rsid w:val="001C15AF"/>
    <w:rsid w:val="001C26FF"/>
    <w:rsid w:val="001C28BE"/>
    <w:rsid w:val="001C2F35"/>
    <w:rsid w:val="001C4C74"/>
    <w:rsid w:val="001C55B7"/>
    <w:rsid w:val="001C651B"/>
    <w:rsid w:val="001C7040"/>
    <w:rsid w:val="001C70AE"/>
    <w:rsid w:val="001C7C47"/>
    <w:rsid w:val="001D0747"/>
    <w:rsid w:val="001D3F22"/>
    <w:rsid w:val="001D4289"/>
    <w:rsid w:val="001D4643"/>
    <w:rsid w:val="001D4982"/>
    <w:rsid w:val="001D4ED0"/>
    <w:rsid w:val="001D5508"/>
    <w:rsid w:val="001D5BA1"/>
    <w:rsid w:val="001D5D11"/>
    <w:rsid w:val="001D633E"/>
    <w:rsid w:val="001D66A5"/>
    <w:rsid w:val="001D6723"/>
    <w:rsid w:val="001D6ABA"/>
    <w:rsid w:val="001D7C86"/>
    <w:rsid w:val="001E0E3E"/>
    <w:rsid w:val="001E1508"/>
    <w:rsid w:val="001E1662"/>
    <w:rsid w:val="001E21C4"/>
    <w:rsid w:val="001E32C8"/>
    <w:rsid w:val="001E35B3"/>
    <w:rsid w:val="001E7003"/>
    <w:rsid w:val="001E7ED1"/>
    <w:rsid w:val="001F15EE"/>
    <w:rsid w:val="001F1A19"/>
    <w:rsid w:val="001F1A8A"/>
    <w:rsid w:val="001F2153"/>
    <w:rsid w:val="001F2196"/>
    <w:rsid w:val="001F3A51"/>
    <w:rsid w:val="001F4693"/>
    <w:rsid w:val="001F48D4"/>
    <w:rsid w:val="001F58B0"/>
    <w:rsid w:val="001F5FFE"/>
    <w:rsid w:val="001F62D1"/>
    <w:rsid w:val="001F67A0"/>
    <w:rsid w:val="001F7F39"/>
    <w:rsid w:val="001F7FAA"/>
    <w:rsid w:val="00200525"/>
    <w:rsid w:val="00201E8B"/>
    <w:rsid w:val="00204390"/>
    <w:rsid w:val="00204C18"/>
    <w:rsid w:val="0020779A"/>
    <w:rsid w:val="00212158"/>
    <w:rsid w:val="00212DE8"/>
    <w:rsid w:val="002143EF"/>
    <w:rsid w:val="00215EFB"/>
    <w:rsid w:val="00217609"/>
    <w:rsid w:val="00217730"/>
    <w:rsid w:val="00220B77"/>
    <w:rsid w:val="002215CA"/>
    <w:rsid w:val="00222EAE"/>
    <w:rsid w:val="002236F6"/>
    <w:rsid w:val="00224633"/>
    <w:rsid w:val="0022477E"/>
    <w:rsid w:val="00224E8E"/>
    <w:rsid w:val="00225282"/>
    <w:rsid w:val="00225774"/>
    <w:rsid w:val="00225F99"/>
    <w:rsid w:val="00226205"/>
    <w:rsid w:val="002269DD"/>
    <w:rsid w:val="00227BE3"/>
    <w:rsid w:val="00231AD2"/>
    <w:rsid w:val="00233636"/>
    <w:rsid w:val="002345B9"/>
    <w:rsid w:val="00234E64"/>
    <w:rsid w:val="00235275"/>
    <w:rsid w:val="0023543F"/>
    <w:rsid w:val="00236760"/>
    <w:rsid w:val="00240586"/>
    <w:rsid w:val="0024083E"/>
    <w:rsid w:val="002408FA"/>
    <w:rsid w:val="00242839"/>
    <w:rsid w:val="0024351F"/>
    <w:rsid w:val="00243C51"/>
    <w:rsid w:val="0024561B"/>
    <w:rsid w:val="00245775"/>
    <w:rsid w:val="0024640D"/>
    <w:rsid w:val="00246C08"/>
    <w:rsid w:val="002478C1"/>
    <w:rsid w:val="00247D8C"/>
    <w:rsid w:val="00250DC2"/>
    <w:rsid w:val="00251E99"/>
    <w:rsid w:val="00251FBF"/>
    <w:rsid w:val="0025210C"/>
    <w:rsid w:val="002524D9"/>
    <w:rsid w:val="002527AF"/>
    <w:rsid w:val="0025331F"/>
    <w:rsid w:val="0025375F"/>
    <w:rsid w:val="0025403E"/>
    <w:rsid w:val="00254D67"/>
    <w:rsid w:val="00255449"/>
    <w:rsid w:val="00255E3B"/>
    <w:rsid w:val="00255E55"/>
    <w:rsid w:val="002569B9"/>
    <w:rsid w:val="00256C61"/>
    <w:rsid w:val="002574A8"/>
    <w:rsid w:val="00257965"/>
    <w:rsid w:val="00257F71"/>
    <w:rsid w:val="0026006E"/>
    <w:rsid w:val="002613DA"/>
    <w:rsid w:val="002627AC"/>
    <w:rsid w:val="00263FCC"/>
    <w:rsid w:val="00264BA6"/>
    <w:rsid w:val="00264F9A"/>
    <w:rsid w:val="00265860"/>
    <w:rsid w:val="002672CB"/>
    <w:rsid w:val="002677F5"/>
    <w:rsid w:val="0026796D"/>
    <w:rsid w:val="00267B41"/>
    <w:rsid w:val="00267D99"/>
    <w:rsid w:val="002700A2"/>
    <w:rsid w:val="00270185"/>
    <w:rsid w:val="00270CDC"/>
    <w:rsid w:val="002719A1"/>
    <w:rsid w:val="0027215F"/>
    <w:rsid w:val="0027219C"/>
    <w:rsid w:val="0027264D"/>
    <w:rsid w:val="002735E2"/>
    <w:rsid w:val="00273737"/>
    <w:rsid w:val="002746EE"/>
    <w:rsid w:val="002750FF"/>
    <w:rsid w:val="00275128"/>
    <w:rsid w:val="002752DC"/>
    <w:rsid w:val="002771DD"/>
    <w:rsid w:val="00277D9F"/>
    <w:rsid w:val="002800E6"/>
    <w:rsid w:val="002803C3"/>
    <w:rsid w:val="002808AF"/>
    <w:rsid w:val="00281B31"/>
    <w:rsid w:val="00283226"/>
    <w:rsid w:val="00284ECF"/>
    <w:rsid w:val="002853AC"/>
    <w:rsid w:val="0028585F"/>
    <w:rsid w:val="00286037"/>
    <w:rsid w:val="00286920"/>
    <w:rsid w:val="002870B9"/>
    <w:rsid w:val="002876F1"/>
    <w:rsid w:val="00290CB4"/>
    <w:rsid w:val="00291968"/>
    <w:rsid w:val="00291FA5"/>
    <w:rsid w:val="00292792"/>
    <w:rsid w:val="00292B59"/>
    <w:rsid w:val="00292DB5"/>
    <w:rsid w:val="0029343E"/>
    <w:rsid w:val="002943AA"/>
    <w:rsid w:val="002949AA"/>
    <w:rsid w:val="00294C11"/>
    <w:rsid w:val="00294E97"/>
    <w:rsid w:val="002953C4"/>
    <w:rsid w:val="00295E30"/>
    <w:rsid w:val="00296AC0"/>
    <w:rsid w:val="00297389"/>
    <w:rsid w:val="002973CB"/>
    <w:rsid w:val="00297C2F"/>
    <w:rsid w:val="002A233B"/>
    <w:rsid w:val="002A2458"/>
    <w:rsid w:val="002A46FA"/>
    <w:rsid w:val="002A69F0"/>
    <w:rsid w:val="002A70C6"/>
    <w:rsid w:val="002A7F44"/>
    <w:rsid w:val="002B1472"/>
    <w:rsid w:val="002B14C5"/>
    <w:rsid w:val="002B16AE"/>
    <w:rsid w:val="002B1C2F"/>
    <w:rsid w:val="002B312D"/>
    <w:rsid w:val="002B35A1"/>
    <w:rsid w:val="002B4FC6"/>
    <w:rsid w:val="002B5191"/>
    <w:rsid w:val="002B56FE"/>
    <w:rsid w:val="002B6D5A"/>
    <w:rsid w:val="002B7C42"/>
    <w:rsid w:val="002B7D9B"/>
    <w:rsid w:val="002C0688"/>
    <w:rsid w:val="002C08B6"/>
    <w:rsid w:val="002C13AC"/>
    <w:rsid w:val="002C227F"/>
    <w:rsid w:val="002C32EA"/>
    <w:rsid w:val="002C38B3"/>
    <w:rsid w:val="002C3CF7"/>
    <w:rsid w:val="002C3E39"/>
    <w:rsid w:val="002C4570"/>
    <w:rsid w:val="002C4E78"/>
    <w:rsid w:val="002C5015"/>
    <w:rsid w:val="002C602C"/>
    <w:rsid w:val="002C652E"/>
    <w:rsid w:val="002C7EB9"/>
    <w:rsid w:val="002C7F8D"/>
    <w:rsid w:val="002D24ED"/>
    <w:rsid w:val="002D3B12"/>
    <w:rsid w:val="002D3C7B"/>
    <w:rsid w:val="002D3E15"/>
    <w:rsid w:val="002D447F"/>
    <w:rsid w:val="002D4DCC"/>
    <w:rsid w:val="002D5055"/>
    <w:rsid w:val="002D5AB0"/>
    <w:rsid w:val="002D6619"/>
    <w:rsid w:val="002D6DAE"/>
    <w:rsid w:val="002D7236"/>
    <w:rsid w:val="002D74B6"/>
    <w:rsid w:val="002E1358"/>
    <w:rsid w:val="002E15E5"/>
    <w:rsid w:val="002E163B"/>
    <w:rsid w:val="002E36A6"/>
    <w:rsid w:val="002E53B9"/>
    <w:rsid w:val="002E56FC"/>
    <w:rsid w:val="002E5719"/>
    <w:rsid w:val="002E690E"/>
    <w:rsid w:val="002E76AF"/>
    <w:rsid w:val="002F0F17"/>
    <w:rsid w:val="002F22F9"/>
    <w:rsid w:val="002F254A"/>
    <w:rsid w:val="002F325B"/>
    <w:rsid w:val="002F3ABD"/>
    <w:rsid w:val="002F5B36"/>
    <w:rsid w:val="002F6119"/>
    <w:rsid w:val="002F6271"/>
    <w:rsid w:val="002F6DCD"/>
    <w:rsid w:val="002F7E20"/>
    <w:rsid w:val="003028FC"/>
    <w:rsid w:val="00302A0F"/>
    <w:rsid w:val="00302C97"/>
    <w:rsid w:val="00302F9E"/>
    <w:rsid w:val="0030348B"/>
    <w:rsid w:val="00303AFF"/>
    <w:rsid w:val="00303F80"/>
    <w:rsid w:val="00306AF1"/>
    <w:rsid w:val="003076A5"/>
    <w:rsid w:val="00307F4A"/>
    <w:rsid w:val="00310BBE"/>
    <w:rsid w:val="0031163B"/>
    <w:rsid w:val="00312724"/>
    <w:rsid w:val="00313498"/>
    <w:rsid w:val="00313743"/>
    <w:rsid w:val="003143AF"/>
    <w:rsid w:val="00314BBD"/>
    <w:rsid w:val="00315636"/>
    <w:rsid w:val="0031580C"/>
    <w:rsid w:val="00315934"/>
    <w:rsid w:val="00315A5E"/>
    <w:rsid w:val="003179D6"/>
    <w:rsid w:val="0032052D"/>
    <w:rsid w:val="003209AC"/>
    <w:rsid w:val="00320E1B"/>
    <w:rsid w:val="00320F7A"/>
    <w:rsid w:val="00322265"/>
    <w:rsid w:val="003234A1"/>
    <w:rsid w:val="00323700"/>
    <w:rsid w:val="0032388F"/>
    <w:rsid w:val="003238CF"/>
    <w:rsid w:val="003239FE"/>
    <w:rsid w:val="003242ED"/>
    <w:rsid w:val="00324956"/>
    <w:rsid w:val="0032667C"/>
    <w:rsid w:val="003267E1"/>
    <w:rsid w:val="00327F9C"/>
    <w:rsid w:val="003304B7"/>
    <w:rsid w:val="00330A34"/>
    <w:rsid w:val="00331875"/>
    <w:rsid w:val="00331C1E"/>
    <w:rsid w:val="00332C61"/>
    <w:rsid w:val="0033315E"/>
    <w:rsid w:val="00333A77"/>
    <w:rsid w:val="003341AA"/>
    <w:rsid w:val="00334789"/>
    <w:rsid w:val="00334A50"/>
    <w:rsid w:val="00334AE5"/>
    <w:rsid w:val="00334CCA"/>
    <w:rsid w:val="00335904"/>
    <w:rsid w:val="00336E3B"/>
    <w:rsid w:val="00340244"/>
    <w:rsid w:val="00341240"/>
    <w:rsid w:val="003415F6"/>
    <w:rsid w:val="00341CCD"/>
    <w:rsid w:val="0034231D"/>
    <w:rsid w:val="00342BD7"/>
    <w:rsid w:val="003430D3"/>
    <w:rsid w:val="00343406"/>
    <w:rsid w:val="003437B4"/>
    <w:rsid w:val="003447A5"/>
    <w:rsid w:val="003447BF"/>
    <w:rsid w:val="00345B5F"/>
    <w:rsid w:val="00346745"/>
    <w:rsid w:val="00346CA2"/>
    <w:rsid w:val="00347025"/>
    <w:rsid w:val="00347200"/>
    <w:rsid w:val="00350578"/>
    <w:rsid w:val="0035095C"/>
    <w:rsid w:val="00350C36"/>
    <w:rsid w:val="0035102F"/>
    <w:rsid w:val="00351AD6"/>
    <w:rsid w:val="003526BC"/>
    <w:rsid w:val="00352D21"/>
    <w:rsid w:val="00353ED3"/>
    <w:rsid w:val="00353F80"/>
    <w:rsid w:val="00355AE0"/>
    <w:rsid w:val="00355E21"/>
    <w:rsid w:val="0035762B"/>
    <w:rsid w:val="00357977"/>
    <w:rsid w:val="00360A6C"/>
    <w:rsid w:val="00360AC0"/>
    <w:rsid w:val="00360B55"/>
    <w:rsid w:val="0036203D"/>
    <w:rsid w:val="0036208F"/>
    <w:rsid w:val="00362830"/>
    <w:rsid w:val="0036356B"/>
    <w:rsid w:val="00363AEA"/>
    <w:rsid w:val="003644B8"/>
    <w:rsid w:val="00364A54"/>
    <w:rsid w:val="00366003"/>
    <w:rsid w:val="003667A8"/>
    <w:rsid w:val="00366CA8"/>
    <w:rsid w:val="003670C1"/>
    <w:rsid w:val="00367A08"/>
    <w:rsid w:val="00371D9D"/>
    <w:rsid w:val="003721C5"/>
    <w:rsid w:val="003725D5"/>
    <w:rsid w:val="00372D63"/>
    <w:rsid w:val="00372F96"/>
    <w:rsid w:val="0037491F"/>
    <w:rsid w:val="003755DA"/>
    <w:rsid w:val="00376860"/>
    <w:rsid w:val="00377CBF"/>
    <w:rsid w:val="00381299"/>
    <w:rsid w:val="00381B03"/>
    <w:rsid w:val="00382447"/>
    <w:rsid w:val="00382C8F"/>
    <w:rsid w:val="00382DE0"/>
    <w:rsid w:val="00382F0D"/>
    <w:rsid w:val="003831D2"/>
    <w:rsid w:val="0038343A"/>
    <w:rsid w:val="003858A7"/>
    <w:rsid w:val="00386105"/>
    <w:rsid w:val="00386476"/>
    <w:rsid w:val="00386A48"/>
    <w:rsid w:val="003906DB"/>
    <w:rsid w:val="003907F4"/>
    <w:rsid w:val="00391090"/>
    <w:rsid w:val="003912F9"/>
    <w:rsid w:val="0039155D"/>
    <w:rsid w:val="003919DF"/>
    <w:rsid w:val="00393CBF"/>
    <w:rsid w:val="00393F85"/>
    <w:rsid w:val="0039417B"/>
    <w:rsid w:val="003942FF"/>
    <w:rsid w:val="00394436"/>
    <w:rsid w:val="00394A66"/>
    <w:rsid w:val="0039622A"/>
    <w:rsid w:val="00396C02"/>
    <w:rsid w:val="003975D3"/>
    <w:rsid w:val="00397C30"/>
    <w:rsid w:val="003A0A73"/>
    <w:rsid w:val="003A238B"/>
    <w:rsid w:val="003A295A"/>
    <w:rsid w:val="003A3621"/>
    <w:rsid w:val="003A4D86"/>
    <w:rsid w:val="003A55BC"/>
    <w:rsid w:val="003A6B88"/>
    <w:rsid w:val="003B007C"/>
    <w:rsid w:val="003B0EDF"/>
    <w:rsid w:val="003B38AC"/>
    <w:rsid w:val="003B3BCB"/>
    <w:rsid w:val="003B4256"/>
    <w:rsid w:val="003B554D"/>
    <w:rsid w:val="003B5767"/>
    <w:rsid w:val="003B6466"/>
    <w:rsid w:val="003B67F4"/>
    <w:rsid w:val="003B7183"/>
    <w:rsid w:val="003C1452"/>
    <w:rsid w:val="003C19DA"/>
    <w:rsid w:val="003C1BE5"/>
    <w:rsid w:val="003C1D0D"/>
    <w:rsid w:val="003C2665"/>
    <w:rsid w:val="003C29EB"/>
    <w:rsid w:val="003C3220"/>
    <w:rsid w:val="003C455E"/>
    <w:rsid w:val="003C4C2D"/>
    <w:rsid w:val="003C4D70"/>
    <w:rsid w:val="003C5091"/>
    <w:rsid w:val="003C53E1"/>
    <w:rsid w:val="003C5909"/>
    <w:rsid w:val="003C6B2B"/>
    <w:rsid w:val="003C6D31"/>
    <w:rsid w:val="003D03AE"/>
    <w:rsid w:val="003D0E7F"/>
    <w:rsid w:val="003D1153"/>
    <w:rsid w:val="003D1210"/>
    <w:rsid w:val="003D1818"/>
    <w:rsid w:val="003D1CAE"/>
    <w:rsid w:val="003D35E5"/>
    <w:rsid w:val="003D42A5"/>
    <w:rsid w:val="003D446F"/>
    <w:rsid w:val="003D4967"/>
    <w:rsid w:val="003D544C"/>
    <w:rsid w:val="003D613F"/>
    <w:rsid w:val="003D65B6"/>
    <w:rsid w:val="003D666A"/>
    <w:rsid w:val="003D783A"/>
    <w:rsid w:val="003D7DA1"/>
    <w:rsid w:val="003E08E8"/>
    <w:rsid w:val="003E0A46"/>
    <w:rsid w:val="003E1BD3"/>
    <w:rsid w:val="003E2929"/>
    <w:rsid w:val="003E35E0"/>
    <w:rsid w:val="003E3F67"/>
    <w:rsid w:val="003E4DD7"/>
    <w:rsid w:val="003E51D9"/>
    <w:rsid w:val="003E5B46"/>
    <w:rsid w:val="003E6A5D"/>
    <w:rsid w:val="003E79D8"/>
    <w:rsid w:val="003E7ED2"/>
    <w:rsid w:val="003F0104"/>
    <w:rsid w:val="003F069C"/>
    <w:rsid w:val="003F0776"/>
    <w:rsid w:val="003F0A71"/>
    <w:rsid w:val="003F1298"/>
    <w:rsid w:val="003F1D4C"/>
    <w:rsid w:val="003F27EE"/>
    <w:rsid w:val="003F49EE"/>
    <w:rsid w:val="003F531F"/>
    <w:rsid w:val="003F5F58"/>
    <w:rsid w:val="003F670D"/>
    <w:rsid w:val="003F6D77"/>
    <w:rsid w:val="003F6F7C"/>
    <w:rsid w:val="003F6FD9"/>
    <w:rsid w:val="003F7171"/>
    <w:rsid w:val="003F74AC"/>
    <w:rsid w:val="003F76A6"/>
    <w:rsid w:val="003F794B"/>
    <w:rsid w:val="0040064B"/>
    <w:rsid w:val="00400D65"/>
    <w:rsid w:val="00401024"/>
    <w:rsid w:val="00401381"/>
    <w:rsid w:val="00404A0E"/>
    <w:rsid w:val="004054A9"/>
    <w:rsid w:val="00406706"/>
    <w:rsid w:val="00410D86"/>
    <w:rsid w:val="0041111C"/>
    <w:rsid w:val="00411139"/>
    <w:rsid w:val="00411575"/>
    <w:rsid w:val="00412D6E"/>
    <w:rsid w:val="00412DB8"/>
    <w:rsid w:val="00414C3F"/>
    <w:rsid w:val="00416045"/>
    <w:rsid w:val="0041685A"/>
    <w:rsid w:val="00416C9B"/>
    <w:rsid w:val="004200D1"/>
    <w:rsid w:val="00420281"/>
    <w:rsid w:val="004207D7"/>
    <w:rsid w:val="0042136A"/>
    <w:rsid w:val="00421EEB"/>
    <w:rsid w:val="00422CA2"/>
    <w:rsid w:val="00422F56"/>
    <w:rsid w:val="00422FAE"/>
    <w:rsid w:val="00423159"/>
    <w:rsid w:val="00423BBC"/>
    <w:rsid w:val="00423D74"/>
    <w:rsid w:val="00423E38"/>
    <w:rsid w:val="00424038"/>
    <w:rsid w:val="0042436F"/>
    <w:rsid w:val="00424DA9"/>
    <w:rsid w:val="00425E67"/>
    <w:rsid w:val="0042694B"/>
    <w:rsid w:val="00426A2B"/>
    <w:rsid w:val="00426C6A"/>
    <w:rsid w:val="00426ECD"/>
    <w:rsid w:val="00427104"/>
    <w:rsid w:val="004279B2"/>
    <w:rsid w:val="00427AB1"/>
    <w:rsid w:val="004301BC"/>
    <w:rsid w:val="00431808"/>
    <w:rsid w:val="004320DE"/>
    <w:rsid w:val="00432DAD"/>
    <w:rsid w:val="0043369D"/>
    <w:rsid w:val="00433A5E"/>
    <w:rsid w:val="00433A90"/>
    <w:rsid w:val="00435130"/>
    <w:rsid w:val="004353DA"/>
    <w:rsid w:val="00435EEE"/>
    <w:rsid w:val="00436061"/>
    <w:rsid w:val="004364D3"/>
    <w:rsid w:val="00436587"/>
    <w:rsid w:val="00436F1D"/>
    <w:rsid w:val="004373F9"/>
    <w:rsid w:val="00440CE2"/>
    <w:rsid w:val="004441A8"/>
    <w:rsid w:val="00445EB9"/>
    <w:rsid w:val="0044664D"/>
    <w:rsid w:val="00446E1B"/>
    <w:rsid w:val="00446FFB"/>
    <w:rsid w:val="00447593"/>
    <w:rsid w:val="004500B1"/>
    <w:rsid w:val="00450338"/>
    <w:rsid w:val="00450484"/>
    <w:rsid w:val="00450C02"/>
    <w:rsid w:val="004518DD"/>
    <w:rsid w:val="0045238B"/>
    <w:rsid w:val="004528B9"/>
    <w:rsid w:val="00452C8A"/>
    <w:rsid w:val="00452DC0"/>
    <w:rsid w:val="004539B9"/>
    <w:rsid w:val="00453D4B"/>
    <w:rsid w:val="004548E5"/>
    <w:rsid w:val="004560CA"/>
    <w:rsid w:val="00456941"/>
    <w:rsid w:val="0045706C"/>
    <w:rsid w:val="00457964"/>
    <w:rsid w:val="004601BF"/>
    <w:rsid w:val="004609BB"/>
    <w:rsid w:val="00461304"/>
    <w:rsid w:val="00461685"/>
    <w:rsid w:val="00462653"/>
    <w:rsid w:val="0046299E"/>
    <w:rsid w:val="00462BCB"/>
    <w:rsid w:val="00463BD5"/>
    <w:rsid w:val="0046454D"/>
    <w:rsid w:val="004662EF"/>
    <w:rsid w:val="00466611"/>
    <w:rsid w:val="00470835"/>
    <w:rsid w:val="00471A0A"/>
    <w:rsid w:val="00471F23"/>
    <w:rsid w:val="00472796"/>
    <w:rsid w:val="00472EBA"/>
    <w:rsid w:val="00473217"/>
    <w:rsid w:val="004732FB"/>
    <w:rsid w:val="004739E1"/>
    <w:rsid w:val="004743E7"/>
    <w:rsid w:val="004747B5"/>
    <w:rsid w:val="00474A34"/>
    <w:rsid w:val="00474EF7"/>
    <w:rsid w:val="004750C7"/>
    <w:rsid w:val="0047524B"/>
    <w:rsid w:val="004757B2"/>
    <w:rsid w:val="004760A2"/>
    <w:rsid w:val="00476413"/>
    <w:rsid w:val="00476DB0"/>
    <w:rsid w:val="004803DE"/>
    <w:rsid w:val="004813BF"/>
    <w:rsid w:val="00481EB9"/>
    <w:rsid w:val="0048213C"/>
    <w:rsid w:val="004821AF"/>
    <w:rsid w:val="004821B5"/>
    <w:rsid w:val="00482363"/>
    <w:rsid w:val="00483258"/>
    <w:rsid w:val="00484EEC"/>
    <w:rsid w:val="0048749D"/>
    <w:rsid w:val="00487EC6"/>
    <w:rsid w:val="00490659"/>
    <w:rsid w:val="004909A2"/>
    <w:rsid w:val="00491F4B"/>
    <w:rsid w:val="004921E5"/>
    <w:rsid w:val="004929F2"/>
    <w:rsid w:val="00492AD0"/>
    <w:rsid w:val="00494450"/>
    <w:rsid w:val="00494504"/>
    <w:rsid w:val="004949DF"/>
    <w:rsid w:val="00494C96"/>
    <w:rsid w:val="00496CE4"/>
    <w:rsid w:val="004973D3"/>
    <w:rsid w:val="00497849"/>
    <w:rsid w:val="004A09A1"/>
    <w:rsid w:val="004A164F"/>
    <w:rsid w:val="004A23FE"/>
    <w:rsid w:val="004A34D3"/>
    <w:rsid w:val="004A4A5D"/>
    <w:rsid w:val="004A520F"/>
    <w:rsid w:val="004A6790"/>
    <w:rsid w:val="004A690F"/>
    <w:rsid w:val="004A6D96"/>
    <w:rsid w:val="004A6EB6"/>
    <w:rsid w:val="004A7202"/>
    <w:rsid w:val="004A72B8"/>
    <w:rsid w:val="004A7D33"/>
    <w:rsid w:val="004B1173"/>
    <w:rsid w:val="004B2085"/>
    <w:rsid w:val="004B2CAD"/>
    <w:rsid w:val="004B3CA8"/>
    <w:rsid w:val="004B41D7"/>
    <w:rsid w:val="004B5E43"/>
    <w:rsid w:val="004B5ED4"/>
    <w:rsid w:val="004B744E"/>
    <w:rsid w:val="004B7E4A"/>
    <w:rsid w:val="004C0AFD"/>
    <w:rsid w:val="004C2B19"/>
    <w:rsid w:val="004C2B79"/>
    <w:rsid w:val="004C3233"/>
    <w:rsid w:val="004C3A24"/>
    <w:rsid w:val="004C4358"/>
    <w:rsid w:val="004C64CC"/>
    <w:rsid w:val="004C7987"/>
    <w:rsid w:val="004D0921"/>
    <w:rsid w:val="004D1BD3"/>
    <w:rsid w:val="004D2032"/>
    <w:rsid w:val="004D2874"/>
    <w:rsid w:val="004D393F"/>
    <w:rsid w:val="004D398D"/>
    <w:rsid w:val="004D4C73"/>
    <w:rsid w:val="004D4DB7"/>
    <w:rsid w:val="004D4F17"/>
    <w:rsid w:val="004D5A11"/>
    <w:rsid w:val="004D5A15"/>
    <w:rsid w:val="004D5E0A"/>
    <w:rsid w:val="004D7013"/>
    <w:rsid w:val="004E0618"/>
    <w:rsid w:val="004E0E74"/>
    <w:rsid w:val="004E1B4D"/>
    <w:rsid w:val="004E21DD"/>
    <w:rsid w:val="004E23FD"/>
    <w:rsid w:val="004E310D"/>
    <w:rsid w:val="004E363A"/>
    <w:rsid w:val="004E38A1"/>
    <w:rsid w:val="004E3DF6"/>
    <w:rsid w:val="004E404B"/>
    <w:rsid w:val="004E4E7F"/>
    <w:rsid w:val="004E54A4"/>
    <w:rsid w:val="004E568E"/>
    <w:rsid w:val="004E59C5"/>
    <w:rsid w:val="004F04D4"/>
    <w:rsid w:val="004F200E"/>
    <w:rsid w:val="004F303B"/>
    <w:rsid w:val="004F31D7"/>
    <w:rsid w:val="004F3B08"/>
    <w:rsid w:val="004F4C95"/>
    <w:rsid w:val="004F4D99"/>
    <w:rsid w:val="004F689A"/>
    <w:rsid w:val="00500C2C"/>
    <w:rsid w:val="00501534"/>
    <w:rsid w:val="00501974"/>
    <w:rsid w:val="00501AE7"/>
    <w:rsid w:val="00502879"/>
    <w:rsid w:val="00502EE9"/>
    <w:rsid w:val="00502F34"/>
    <w:rsid w:val="00503B46"/>
    <w:rsid w:val="00503C13"/>
    <w:rsid w:val="005042D4"/>
    <w:rsid w:val="00505AB3"/>
    <w:rsid w:val="0050678C"/>
    <w:rsid w:val="00506D75"/>
    <w:rsid w:val="00507BB2"/>
    <w:rsid w:val="005101A8"/>
    <w:rsid w:val="00510E37"/>
    <w:rsid w:val="00512227"/>
    <w:rsid w:val="005127DF"/>
    <w:rsid w:val="00512AFD"/>
    <w:rsid w:val="00513CC4"/>
    <w:rsid w:val="00514789"/>
    <w:rsid w:val="005164D9"/>
    <w:rsid w:val="00517096"/>
    <w:rsid w:val="0051731B"/>
    <w:rsid w:val="00517524"/>
    <w:rsid w:val="00517CD3"/>
    <w:rsid w:val="00517E05"/>
    <w:rsid w:val="00520A3B"/>
    <w:rsid w:val="00520D42"/>
    <w:rsid w:val="00521D5F"/>
    <w:rsid w:val="00522362"/>
    <w:rsid w:val="00523144"/>
    <w:rsid w:val="00523E31"/>
    <w:rsid w:val="00524C8A"/>
    <w:rsid w:val="00525027"/>
    <w:rsid w:val="00525878"/>
    <w:rsid w:val="0052589A"/>
    <w:rsid w:val="0052634B"/>
    <w:rsid w:val="00526937"/>
    <w:rsid w:val="005301BA"/>
    <w:rsid w:val="00530CB1"/>
    <w:rsid w:val="00530CEB"/>
    <w:rsid w:val="005310BB"/>
    <w:rsid w:val="005314CD"/>
    <w:rsid w:val="0053268C"/>
    <w:rsid w:val="00532693"/>
    <w:rsid w:val="00533CF9"/>
    <w:rsid w:val="00533E7C"/>
    <w:rsid w:val="00534876"/>
    <w:rsid w:val="0053588E"/>
    <w:rsid w:val="005362D8"/>
    <w:rsid w:val="005367B0"/>
    <w:rsid w:val="00537C8C"/>
    <w:rsid w:val="00540442"/>
    <w:rsid w:val="00540955"/>
    <w:rsid w:val="00540BFB"/>
    <w:rsid w:val="00540FD4"/>
    <w:rsid w:val="00541393"/>
    <w:rsid w:val="00542E4B"/>
    <w:rsid w:val="00542EED"/>
    <w:rsid w:val="0054313F"/>
    <w:rsid w:val="00547376"/>
    <w:rsid w:val="00550A79"/>
    <w:rsid w:val="00552098"/>
    <w:rsid w:val="00552C29"/>
    <w:rsid w:val="0055307C"/>
    <w:rsid w:val="0055312F"/>
    <w:rsid w:val="0055392A"/>
    <w:rsid w:val="00553B32"/>
    <w:rsid w:val="00553C63"/>
    <w:rsid w:val="00553E37"/>
    <w:rsid w:val="0055446B"/>
    <w:rsid w:val="00554584"/>
    <w:rsid w:val="005548F1"/>
    <w:rsid w:val="0055552E"/>
    <w:rsid w:val="005558A6"/>
    <w:rsid w:val="00556F76"/>
    <w:rsid w:val="0055732C"/>
    <w:rsid w:val="00557A0F"/>
    <w:rsid w:val="0056104C"/>
    <w:rsid w:val="0056224A"/>
    <w:rsid w:val="0056279A"/>
    <w:rsid w:val="00563587"/>
    <w:rsid w:val="005655DA"/>
    <w:rsid w:val="005659FA"/>
    <w:rsid w:val="00566AD7"/>
    <w:rsid w:val="00566FCF"/>
    <w:rsid w:val="00567E92"/>
    <w:rsid w:val="00570B4B"/>
    <w:rsid w:val="0057119B"/>
    <w:rsid w:val="00571EB7"/>
    <w:rsid w:val="005733C9"/>
    <w:rsid w:val="0057682C"/>
    <w:rsid w:val="00577178"/>
    <w:rsid w:val="00580494"/>
    <w:rsid w:val="00581EB9"/>
    <w:rsid w:val="00582E67"/>
    <w:rsid w:val="0058325A"/>
    <w:rsid w:val="00584300"/>
    <w:rsid w:val="0058447D"/>
    <w:rsid w:val="00584A56"/>
    <w:rsid w:val="00584B3A"/>
    <w:rsid w:val="00585A9D"/>
    <w:rsid w:val="00585C2D"/>
    <w:rsid w:val="005868D9"/>
    <w:rsid w:val="00586C91"/>
    <w:rsid w:val="00587142"/>
    <w:rsid w:val="00590009"/>
    <w:rsid w:val="00590695"/>
    <w:rsid w:val="0059083A"/>
    <w:rsid w:val="00592160"/>
    <w:rsid w:val="005921D6"/>
    <w:rsid w:val="0059279A"/>
    <w:rsid w:val="00593100"/>
    <w:rsid w:val="00593A75"/>
    <w:rsid w:val="005964B6"/>
    <w:rsid w:val="005970B8"/>
    <w:rsid w:val="005A02C7"/>
    <w:rsid w:val="005A0833"/>
    <w:rsid w:val="005A1521"/>
    <w:rsid w:val="005A1FA9"/>
    <w:rsid w:val="005A20EF"/>
    <w:rsid w:val="005A27C7"/>
    <w:rsid w:val="005A2AD6"/>
    <w:rsid w:val="005A2CC9"/>
    <w:rsid w:val="005A2FF9"/>
    <w:rsid w:val="005A3A69"/>
    <w:rsid w:val="005A4095"/>
    <w:rsid w:val="005A46CC"/>
    <w:rsid w:val="005A547A"/>
    <w:rsid w:val="005A5D14"/>
    <w:rsid w:val="005A6ED4"/>
    <w:rsid w:val="005A6EE6"/>
    <w:rsid w:val="005A785D"/>
    <w:rsid w:val="005B07B3"/>
    <w:rsid w:val="005B0A00"/>
    <w:rsid w:val="005B1648"/>
    <w:rsid w:val="005B1D6F"/>
    <w:rsid w:val="005B2079"/>
    <w:rsid w:val="005B3233"/>
    <w:rsid w:val="005B3895"/>
    <w:rsid w:val="005B390D"/>
    <w:rsid w:val="005B3C25"/>
    <w:rsid w:val="005B3D84"/>
    <w:rsid w:val="005B4272"/>
    <w:rsid w:val="005B47D8"/>
    <w:rsid w:val="005B57A4"/>
    <w:rsid w:val="005B5A49"/>
    <w:rsid w:val="005B6332"/>
    <w:rsid w:val="005B6BE5"/>
    <w:rsid w:val="005B78AE"/>
    <w:rsid w:val="005B7C89"/>
    <w:rsid w:val="005B7F74"/>
    <w:rsid w:val="005C07F6"/>
    <w:rsid w:val="005C0926"/>
    <w:rsid w:val="005C0DAC"/>
    <w:rsid w:val="005C1082"/>
    <w:rsid w:val="005C1759"/>
    <w:rsid w:val="005C1DA1"/>
    <w:rsid w:val="005C1EFF"/>
    <w:rsid w:val="005C3051"/>
    <w:rsid w:val="005C398B"/>
    <w:rsid w:val="005C3A96"/>
    <w:rsid w:val="005C43DE"/>
    <w:rsid w:val="005C70CA"/>
    <w:rsid w:val="005C7862"/>
    <w:rsid w:val="005D0295"/>
    <w:rsid w:val="005D1081"/>
    <w:rsid w:val="005D1986"/>
    <w:rsid w:val="005D211B"/>
    <w:rsid w:val="005D2516"/>
    <w:rsid w:val="005D2D46"/>
    <w:rsid w:val="005D3BF5"/>
    <w:rsid w:val="005D42B3"/>
    <w:rsid w:val="005D4F17"/>
    <w:rsid w:val="005D56A8"/>
    <w:rsid w:val="005D5C48"/>
    <w:rsid w:val="005D5E9C"/>
    <w:rsid w:val="005D782E"/>
    <w:rsid w:val="005D7D56"/>
    <w:rsid w:val="005E16EB"/>
    <w:rsid w:val="005E1BFE"/>
    <w:rsid w:val="005E1D76"/>
    <w:rsid w:val="005E30E6"/>
    <w:rsid w:val="005E4058"/>
    <w:rsid w:val="005E4140"/>
    <w:rsid w:val="005E42D8"/>
    <w:rsid w:val="005E4753"/>
    <w:rsid w:val="005F036B"/>
    <w:rsid w:val="005F14FA"/>
    <w:rsid w:val="005F1DEC"/>
    <w:rsid w:val="005F32B2"/>
    <w:rsid w:val="005F5966"/>
    <w:rsid w:val="005F6212"/>
    <w:rsid w:val="005F66A9"/>
    <w:rsid w:val="005F6CA4"/>
    <w:rsid w:val="005F6DDD"/>
    <w:rsid w:val="005F6E3A"/>
    <w:rsid w:val="005F72EF"/>
    <w:rsid w:val="00600411"/>
    <w:rsid w:val="00600EB5"/>
    <w:rsid w:val="00601339"/>
    <w:rsid w:val="00601464"/>
    <w:rsid w:val="00602B3D"/>
    <w:rsid w:val="00602D37"/>
    <w:rsid w:val="00603834"/>
    <w:rsid w:val="00603FA3"/>
    <w:rsid w:val="00603FE7"/>
    <w:rsid w:val="006042D4"/>
    <w:rsid w:val="006056AE"/>
    <w:rsid w:val="00605E45"/>
    <w:rsid w:val="00606A4F"/>
    <w:rsid w:val="00606AAF"/>
    <w:rsid w:val="006106BA"/>
    <w:rsid w:val="00610B42"/>
    <w:rsid w:val="00612EBD"/>
    <w:rsid w:val="00613359"/>
    <w:rsid w:val="006142EA"/>
    <w:rsid w:val="00614B1B"/>
    <w:rsid w:val="00614E1F"/>
    <w:rsid w:val="0061524A"/>
    <w:rsid w:val="00616F8D"/>
    <w:rsid w:val="00617F18"/>
    <w:rsid w:val="00620CC7"/>
    <w:rsid w:val="00620F76"/>
    <w:rsid w:val="00622676"/>
    <w:rsid w:val="00623ABA"/>
    <w:rsid w:val="00624B39"/>
    <w:rsid w:val="00624D05"/>
    <w:rsid w:val="00624FFB"/>
    <w:rsid w:val="00625BDD"/>
    <w:rsid w:val="00627850"/>
    <w:rsid w:val="00627ECE"/>
    <w:rsid w:val="0063039C"/>
    <w:rsid w:val="00630E1A"/>
    <w:rsid w:val="0063275B"/>
    <w:rsid w:val="00633E39"/>
    <w:rsid w:val="00634891"/>
    <w:rsid w:val="0063580B"/>
    <w:rsid w:val="00635B21"/>
    <w:rsid w:val="00636F78"/>
    <w:rsid w:val="00637261"/>
    <w:rsid w:val="006379BF"/>
    <w:rsid w:val="0064126B"/>
    <w:rsid w:val="00641CE6"/>
    <w:rsid w:val="006420DA"/>
    <w:rsid w:val="0064255E"/>
    <w:rsid w:val="006428BD"/>
    <w:rsid w:val="00642B31"/>
    <w:rsid w:val="00642F7E"/>
    <w:rsid w:val="00643228"/>
    <w:rsid w:val="006442F7"/>
    <w:rsid w:val="00644503"/>
    <w:rsid w:val="00645610"/>
    <w:rsid w:val="00646B21"/>
    <w:rsid w:val="006471E8"/>
    <w:rsid w:val="00647477"/>
    <w:rsid w:val="00647AC3"/>
    <w:rsid w:val="00647FCB"/>
    <w:rsid w:val="00650EF6"/>
    <w:rsid w:val="00650F82"/>
    <w:rsid w:val="006529F7"/>
    <w:rsid w:val="00652C4E"/>
    <w:rsid w:val="00652EC8"/>
    <w:rsid w:val="00653117"/>
    <w:rsid w:val="006534DB"/>
    <w:rsid w:val="00653599"/>
    <w:rsid w:val="00653726"/>
    <w:rsid w:val="00654092"/>
    <w:rsid w:val="00656C99"/>
    <w:rsid w:val="00656DD5"/>
    <w:rsid w:val="00657AA9"/>
    <w:rsid w:val="00657C79"/>
    <w:rsid w:val="0066190B"/>
    <w:rsid w:val="00662FCF"/>
    <w:rsid w:val="00663398"/>
    <w:rsid w:val="00664FE4"/>
    <w:rsid w:val="006659C9"/>
    <w:rsid w:val="00665AB0"/>
    <w:rsid w:val="00665AF9"/>
    <w:rsid w:val="0066610B"/>
    <w:rsid w:val="00666513"/>
    <w:rsid w:val="006676C4"/>
    <w:rsid w:val="00670274"/>
    <w:rsid w:val="00670CE9"/>
    <w:rsid w:val="006721FF"/>
    <w:rsid w:val="00673F06"/>
    <w:rsid w:val="0067457E"/>
    <w:rsid w:val="00675D1F"/>
    <w:rsid w:val="00676570"/>
    <w:rsid w:val="006773A3"/>
    <w:rsid w:val="00677AF4"/>
    <w:rsid w:val="00677B0C"/>
    <w:rsid w:val="00680AD3"/>
    <w:rsid w:val="00680B5E"/>
    <w:rsid w:val="006819F7"/>
    <w:rsid w:val="00681BD4"/>
    <w:rsid w:val="00682013"/>
    <w:rsid w:val="006821A4"/>
    <w:rsid w:val="0068528A"/>
    <w:rsid w:val="00685397"/>
    <w:rsid w:val="006870D4"/>
    <w:rsid w:val="00687890"/>
    <w:rsid w:val="00690CFB"/>
    <w:rsid w:val="00690E42"/>
    <w:rsid w:val="006912BA"/>
    <w:rsid w:val="006922CE"/>
    <w:rsid w:val="00692B11"/>
    <w:rsid w:val="00693777"/>
    <w:rsid w:val="00693DD3"/>
    <w:rsid w:val="00693E7B"/>
    <w:rsid w:val="00694772"/>
    <w:rsid w:val="00694E3F"/>
    <w:rsid w:val="00695995"/>
    <w:rsid w:val="00695F7B"/>
    <w:rsid w:val="00697E14"/>
    <w:rsid w:val="006A1A05"/>
    <w:rsid w:val="006A256A"/>
    <w:rsid w:val="006A2BDF"/>
    <w:rsid w:val="006A2FC5"/>
    <w:rsid w:val="006A4264"/>
    <w:rsid w:val="006A5932"/>
    <w:rsid w:val="006A5AF1"/>
    <w:rsid w:val="006A6A1C"/>
    <w:rsid w:val="006A7308"/>
    <w:rsid w:val="006A79D8"/>
    <w:rsid w:val="006B04F9"/>
    <w:rsid w:val="006B05ED"/>
    <w:rsid w:val="006B0A5B"/>
    <w:rsid w:val="006B11C2"/>
    <w:rsid w:val="006B3255"/>
    <w:rsid w:val="006B3E4E"/>
    <w:rsid w:val="006B4148"/>
    <w:rsid w:val="006B5259"/>
    <w:rsid w:val="006B56D4"/>
    <w:rsid w:val="006B5AB4"/>
    <w:rsid w:val="006B5D7A"/>
    <w:rsid w:val="006B5E5C"/>
    <w:rsid w:val="006B771A"/>
    <w:rsid w:val="006C14A8"/>
    <w:rsid w:val="006C1D3A"/>
    <w:rsid w:val="006C1D4A"/>
    <w:rsid w:val="006C1D7D"/>
    <w:rsid w:val="006C1DF5"/>
    <w:rsid w:val="006C1E3D"/>
    <w:rsid w:val="006C2169"/>
    <w:rsid w:val="006C349D"/>
    <w:rsid w:val="006C421A"/>
    <w:rsid w:val="006C51CD"/>
    <w:rsid w:val="006C5CAD"/>
    <w:rsid w:val="006D064B"/>
    <w:rsid w:val="006D0A71"/>
    <w:rsid w:val="006D0B07"/>
    <w:rsid w:val="006D0E1C"/>
    <w:rsid w:val="006D187D"/>
    <w:rsid w:val="006D3B3F"/>
    <w:rsid w:val="006D3D3B"/>
    <w:rsid w:val="006D6938"/>
    <w:rsid w:val="006D6C05"/>
    <w:rsid w:val="006D70B4"/>
    <w:rsid w:val="006D7560"/>
    <w:rsid w:val="006E1319"/>
    <w:rsid w:val="006E191B"/>
    <w:rsid w:val="006E1B83"/>
    <w:rsid w:val="006E413B"/>
    <w:rsid w:val="006E4928"/>
    <w:rsid w:val="006E5E0E"/>
    <w:rsid w:val="006E6F57"/>
    <w:rsid w:val="006E6F79"/>
    <w:rsid w:val="006E780C"/>
    <w:rsid w:val="006E7CE6"/>
    <w:rsid w:val="006F0045"/>
    <w:rsid w:val="006F0489"/>
    <w:rsid w:val="006F0B1B"/>
    <w:rsid w:val="006F116F"/>
    <w:rsid w:val="006F1525"/>
    <w:rsid w:val="006F1D7D"/>
    <w:rsid w:val="006F2624"/>
    <w:rsid w:val="006F2C28"/>
    <w:rsid w:val="006F2C68"/>
    <w:rsid w:val="006F307B"/>
    <w:rsid w:val="006F32E9"/>
    <w:rsid w:val="006F37EB"/>
    <w:rsid w:val="006F3B8B"/>
    <w:rsid w:val="006F3C7B"/>
    <w:rsid w:val="006F5F32"/>
    <w:rsid w:val="006F73EB"/>
    <w:rsid w:val="006F770F"/>
    <w:rsid w:val="00700EA0"/>
    <w:rsid w:val="00701A5D"/>
    <w:rsid w:val="0070217B"/>
    <w:rsid w:val="00702E5E"/>
    <w:rsid w:val="00702F67"/>
    <w:rsid w:val="00703107"/>
    <w:rsid w:val="007031CB"/>
    <w:rsid w:val="0070335E"/>
    <w:rsid w:val="0070338E"/>
    <w:rsid w:val="00703DDD"/>
    <w:rsid w:val="00704272"/>
    <w:rsid w:val="007062EC"/>
    <w:rsid w:val="00707603"/>
    <w:rsid w:val="00707690"/>
    <w:rsid w:val="007131BE"/>
    <w:rsid w:val="00713C49"/>
    <w:rsid w:val="00715FB1"/>
    <w:rsid w:val="00716600"/>
    <w:rsid w:val="00716775"/>
    <w:rsid w:val="00716A65"/>
    <w:rsid w:val="00717431"/>
    <w:rsid w:val="00717469"/>
    <w:rsid w:val="00717B19"/>
    <w:rsid w:val="0072049B"/>
    <w:rsid w:val="007213A0"/>
    <w:rsid w:val="00721597"/>
    <w:rsid w:val="0072202A"/>
    <w:rsid w:val="00722EC5"/>
    <w:rsid w:val="0072326F"/>
    <w:rsid w:val="00723829"/>
    <w:rsid w:val="0072388E"/>
    <w:rsid w:val="00724201"/>
    <w:rsid w:val="00724656"/>
    <w:rsid w:val="0072653B"/>
    <w:rsid w:val="00726D69"/>
    <w:rsid w:val="00727187"/>
    <w:rsid w:val="007272C7"/>
    <w:rsid w:val="007274CB"/>
    <w:rsid w:val="00727700"/>
    <w:rsid w:val="007303AD"/>
    <w:rsid w:val="00730556"/>
    <w:rsid w:val="00730C78"/>
    <w:rsid w:val="00731343"/>
    <w:rsid w:val="00732493"/>
    <w:rsid w:val="00732CC0"/>
    <w:rsid w:val="00733761"/>
    <w:rsid w:val="00733C58"/>
    <w:rsid w:val="00733F20"/>
    <w:rsid w:val="00734186"/>
    <w:rsid w:val="00734EFA"/>
    <w:rsid w:val="00735589"/>
    <w:rsid w:val="007361BF"/>
    <w:rsid w:val="007375EE"/>
    <w:rsid w:val="0073768F"/>
    <w:rsid w:val="0074004F"/>
    <w:rsid w:val="00741581"/>
    <w:rsid w:val="0074189B"/>
    <w:rsid w:val="00741900"/>
    <w:rsid w:val="00741AA6"/>
    <w:rsid w:val="00741B5D"/>
    <w:rsid w:val="00742004"/>
    <w:rsid w:val="00744455"/>
    <w:rsid w:val="0074499F"/>
    <w:rsid w:val="0074531C"/>
    <w:rsid w:val="0074567C"/>
    <w:rsid w:val="00745718"/>
    <w:rsid w:val="00745776"/>
    <w:rsid w:val="00745C74"/>
    <w:rsid w:val="00746242"/>
    <w:rsid w:val="00746755"/>
    <w:rsid w:val="00746A68"/>
    <w:rsid w:val="0074725D"/>
    <w:rsid w:val="00750343"/>
    <w:rsid w:val="0075213F"/>
    <w:rsid w:val="007521A5"/>
    <w:rsid w:val="00752AE3"/>
    <w:rsid w:val="00752ED5"/>
    <w:rsid w:val="00753C03"/>
    <w:rsid w:val="00753F45"/>
    <w:rsid w:val="007542CB"/>
    <w:rsid w:val="007542E3"/>
    <w:rsid w:val="0075448C"/>
    <w:rsid w:val="007556DD"/>
    <w:rsid w:val="007558F4"/>
    <w:rsid w:val="00755B82"/>
    <w:rsid w:val="0075709E"/>
    <w:rsid w:val="007628DA"/>
    <w:rsid w:val="007630A0"/>
    <w:rsid w:val="0076330C"/>
    <w:rsid w:val="0076370B"/>
    <w:rsid w:val="00764D71"/>
    <w:rsid w:val="00764E6B"/>
    <w:rsid w:val="007657CC"/>
    <w:rsid w:val="00765BAB"/>
    <w:rsid w:val="00767705"/>
    <w:rsid w:val="0077086A"/>
    <w:rsid w:val="007716F8"/>
    <w:rsid w:val="007717A1"/>
    <w:rsid w:val="00772114"/>
    <w:rsid w:val="00772329"/>
    <w:rsid w:val="00772375"/>
    <w:rsid w:val="00772606"/>
    <w:rsid w:val="007727F6"/>
    <w:rsid w:val="007728B1"/>
    <w:rsid w:val="0077323A"/>
    <w:rsid w:val="00774601"/>
    <w:rsid w:val="00775407"/>
    <w:rsid w:val="007758B7"/>
    <w:rsid w:val="00775F9C"/>
    <w:rsid w:val="0077661D"/>
    <w:rsid w:val="00776C88"/>
    <w:rsid w:val="00776F1C"/>
    <w:rsid w:val="007773B7"/>
    <w:rsid w:val="00777897"/>
    <w:rsid w:val="0077796B"/>
    <w:rsid w:val="007817E7"/>
    <w:rsid w:val="0078270B"/>
    <w:rsid w:val="0078284A"/>
    <w:rsid w:val="00783DC8"/>
    <w:rsid w:val="00784512"/>
    <w:rsid w:val="00784613"/>
    <w:rsid w:val="00784AA9"/>
    <w:rsid w:val="00784C6A"/>
    <w:rsid w:val="0078533D"/>
    <w:rsid w:val="00785712"/>
    <w:rsid w:val="007872BA"/>
    <w:rsid w:val="00787EA3"/>
    <w:rsid w:val="007900B1"/>
    <w:rsid w:val="00790D5B"/>
    <w:rsid w:val="00791173"/>
    <w:rsid w:val="00791A9B"/>
    <w:rsid w:val="007926CA"/>
    <w:rsid w:val="007935FE"/>
    <w:rsid w:val="0079361B"/>
    <w:rsid w:val="00794003"/>
    <w:rsid w:val="007951E3"/>
    <w:rsid w:val="00795695"/>
    <w:rsid w:val="00795EE9"/>
    <w:rsid w:val="007967C5"/>
    <w:rsid w:val="0079695F"/>
    <w:rsid w:val="00797C2E"/>
    <w:rsid w:val="007A02BB"/>
    <w:rsid w:val="007A0D46"/>
    <w:rsid w:val="007A15F9"/>
    <w:rsid w:val="007A1AF5"/>
    <w:rsid w:val="007A3E78"/>
    <w:rsid w:val="007A4567"/>
    <w:rsid w:val="007A4B2C"/>
    <w:rsid w:val="007A5A30"/>
    <w:rsid w:val="007A706B"/>
    <w:rsid w:val="007A77DC"/>
    <w:rsid w:val="007B0341"/>
    <w:rsid w:val="007B0FA0"/>
    <w:rsid w:val="007B112B"/>
    <w:rsid w:val="007B133D"/>
    <w:rsid w:val="007B23E9"/>
    <w:rsid w:val="007B2929"/>
    <w:rsid w:val="007B2E7E"/>
    <w:rsid w:val="007B3AA2"/>
    <w:rsid w:val="007B3F64"/>
    <w:rsid w:val="007B4BEA"/>
    <w:rsid w:val="007B5051"/>
    <w:rsid w:val="007B59DA"/>
    <w:rsid w:val="007B5A1C"/>
    <w:rsid w:val="007B5AD8"/>
    <w:rsid w:val="007B5F88"/>
    <w:rsid w:val="007B6073"/>
    <w:rsid w:val="007B6C1E"/>
    <w:rsid w:val="007C06C2"/>
    <w:rsid w:val="007C0915"/>
    <w:rsid w:val="007C2005"/>
    <w:rsid w:val="007C26F2"/>
    <w:rsid w:val="007C3467"/>
    <w:rsid w:val="007C365B"/>
    <w:rsid w:val="007C38BB"/>
    <w:rsid w:val="007C3F4F"/>
    <w:rsid w:val="007C4669"/>
    <w:rsid w:val="007C4AB1"/>
    <w:rsid w:val="007C5393"/>
    <w:rsid w:val="007D17CB"/>
    <w:rsid w:val="007D1B1A"/>
    <w:rsid w:val="007D1EE9"/>
    <w:rsid w:val="007D31EC"/>
    <w:rsid w:val="007D55DB"/>
    <w:rsid w:val="007D5623"/>
    <w:rsid w:val="007D5C31"/>
    <w:rsid w:val="007D6320"/>
    <w:rsid w:val="007D7199"/>
    <w:rsid w:val="007D7421"/>
    <w:rsid w:val="007D7594"/>
    <w:rsid w:val="007D763F"/>
    <w:rsid w:val="007E15F3"/>
    <w:rsid w:val="007E185D"/>
    <w:rsid w:val="007E2345"/>
    <w:rsid w:val="007E2B14"/>
    <w:rsid w:val="007E5B9B"/>
    <w:rsid w:val="007E68BD"/>
    <w:rsid w:val="007E6910"/>
    <w:rsid w:val="007E795C"/>
    <w:rsid w:val="007E7F91"/>
    <w:rsid w:val="007F0890"/>
    <w:rsid w:val="007F0A53"/>
    <w:rsid w:val="007F0CDA"/>
    <w:rsid w:val="007F0D8E"/>
    <w:rsid w:val="007F12E2"/>
    <w:rsid w:val="007F1BD5"/>
    <w:rsid w:val="007F1F2A"/>
    <w:rsid w:val="007F2CF5"/>
    <w:rsid w:val="007F3957"/>
    <w:rsid w:val="007F48DC"/>
    <w:rsid w:val="007F49A7"/>
    <w:rsid w:val="007F5041"/>
    <w:rsid w:val="007F6329"/>
    <w:rsid w:val="007F6597"/>
    <w:rsid w:val="007F702F"/>
    <w:rsid w:val="007F7388"/>
    <w:rsid w:val="007F7B6A"/>
    <w:rsid w:val="008000EF"/>
    <w:rsid w:val="008001D4"/>
    <w:rsid w:val="00800DE7"/>
    <w:rsid w:val="008013B2"/>
    <w:rsid w:val="008016EB"/>
    <w:rsid w:val="00801FF9"/>
    <w:rsid w:val="00802D02"/>
    <w:rsid w:val="008045B2"/>
    <w:rsid w:val="0080579B"/>
    <w:rsid w:val="00806535"/>
    <w:rsid w:val="008105E4"/>
    <w:rsid w:val="0081181D"/>
    <w:rsid w:val="00811A88"/>
    <w:rsid w:val="00812B9A"/>
    <w:rsid w:val="00813E3A"/>
    <w:rsid w:val="0081406A"/>
    <w:rsid w:val="00814E39"/>
    <w:rsid w:val="00814EA0"/>
    <w:rsid w:val="00814F3D"/>
    <w:rsid w:val="00815117"/>
    <w:rsid w:val="00816AF7"/>
    <w:rsid w:val="00816E00"/>
    <w:rsid w:val="008170A4"/>
    <w:rsid w:val="0082006A"/>
    <w:rsid w:val="00820B1A"/>
    <w:rsid w:val="00820DFC"/>
    <w:rsid w:val="008211DE"/>
    <w:rsid w:val="00821302"/>
    <w:rsid w:val="00823045"/>
    <w:rsid w:val="00823B34"/>
    <w:rsid w:val="0082453E"/>
    <w:rsid w:val="00824B36"/>
    <w:rsid w:val="0082507E"/>
    <w:rsid w:val="00825299"/>
    <w:rsid w:val="00826738"/>
    <w:rsid w:val="00827A9C"/>
    <w:rsid w:val="00827E25"/>
    <w:rsid w:val="0083026F"/>
    <w:rsid w:val="008339DD"/>
    <w:rsid w:val="0083455B"/>
    <w:rsid w:val="00834E44"/>
    <w:rsid w:val="00834FBE"/>
    <w:rsid w:val="0083508D"/>
    <w:rsid w:val="00835817"/>
    <w:rsid w:val="00835879"/>
    <w:rsid w:val="00835A0F"/>
    <w:rsid w:val="00836043"/>
    <w:rsid w:val="00837336"/>
    <w:rsid w:val="008403CE"/>
    <w:rsid w:val="00841F3E"/>
    <w:rsid w:val="008426DA"/>
    <w:rsid w:val="00842BEE"/>
    <w:rsid w:val="0084416C"/>
    <w:rsid w:val="00845932"/>
    <w:rsid w:val="00845D38"/>
    <w:rsid w:val="008460C6"/>
    <w:rsid w:val="0084774E"/>
    <w:rsid w:val="0085031A"/>
    <w:rsid w:val="00850454"/>
    <w:rsid w:val="008516B7"/>
    <w:rsid w:val="008517D4"/>
    <w:rsid w:val="0085281C"/>
    <w:rsid w:val="008528D9"/>
    <w:rsid w:val="0085577A"/>
    <w:rsid w:val="0085583D"/>
    <w:rsid w:val="008560FB"/>
    <w:rsid w:val="00857037"/>
    <w:rsid w:val="008576D5"/>
    <w:rsid w:val="008579A3"/>
    <w:rsid w:val="00857A2E"/>
    <w:rsid w:val="00857AA2"/>
    <w:rsid w:val="00857FF3"/>
    <w:rsid w:val="008600E4"/>
    <w:rsid w:val="00860E6F"/>
    <w:rsid w:val="00861279"/>
    <w:rsid w:val="00861C67"/>
    <w:rsid w:val="00862282"/>
    <w:rsid w:val="00863B01"/>
    <w:rsid w:val="00864C8A"/>
    <w:rsid w:val="0086624F"/>
    <w:rsid w:val="00866630"/>
    <w:rsid w:val="008666AA"/>
    <w:rsid w:val="00866CCB"/>
    <w:rsid w:val="00867A18"/>
    <w:rsid w:val="0087072C"/>
    <w:rsid w:val="00870B47"/>
    <w:rsid w:val="008713E8"/>
    <w:rsid w:val="00872338"/>
    <w:rsid w:val="008736A3"/>
    <w:rsid w:val="00874038"/>
    <w:rsid w:val="008747EA"/>
    <w:rsid w:val="0087491D"/>
    <w:rsid w:val="008750DE"/>
    <w:rsid w:val="0087629A"/>
    <w:rsid w:val="00876C53"/>
    <w:rsid w:val="00877157"/>
    <w:rsid w:val="00877510"/>
    <w:rsid w:val="00881217"/>
    <w:rsid w:val="008819E7"/>
    <w:rsid w:val="00881A98"/>
    <w:rsid w:val="00882B66"/>
    <w:rsid w:val="00883EA3"/>
    <w:rsid w:val="00883EFB"/>
    <w:rsid w:val="00886D21"/>
    <w:rsid w:val="0088771B"/>
    <w:rsid w:val="008877AD"/>
    <w:rsid w:val="00891DCF"/>
    <w:rsid w:val="00893187"/>
    <w:rsid w:val="008937C4"/>
    <w:rsid w:val="00893B56"/>
    <w:rsid w:val="00895509"/>
    <w:rsid w:val="00895719"/>
    <w:rsid w:val="00895F16"/>
    <w:rsid w:val="008A0D30"/>
    <w:rsid w:val="008A1846"/>
    <w:rsid w:val="008A3ACC"/>
    <w:rsid w:val="008A3C13"/>
    <w:rsid w:val="008A3F88"/>
    <w:rsid w:val="008A563C"/>
    <w:rsid w:val="008A580B"/>
    <w:rsid w:val="008A5EDC"/>
    <w:rsid w:val="008A6961"/>
    <w:rsid w:val="008B05ED"/>
    <w:rsid w:val="008B0FD8"/>
    <w:rsid w:val="008B278F"/>
    <w:rsid w:val="008B30A7"/>
    <w:rsid w:val="008B3231"/>
    <w:rsid w:val="008B5E01"/>
    <w:rsid w:val="008B6A71"/>
    <w:rsid w:val="008B6D17"/>
    <w:rsid w:val="008B7B8D"/>
    <w:rsid w:val="008C0949"/>
    <w:rsid w:val="008C100C"/>
    <w:rsid w:val="008C14D6"/>
    <w:rsid w:val="008C1B2D"/>
    <w:rsid w:val="008C20F8"/>
    <w:rsid w:val="008C229A"/>
    <w:rsid w:val="008C492E"/>
    <w:rsid w:val="008C529D"/>
    <w:rsid w:val="008C5DDA"/>
    <w:rsid w:val="008C5F24"/>
    <w:rsid w:val="008C5F6D"/>
    <w:rsid w:val="008C647B"/>
    <w:rsid w:val="008C704B"/>
    <w:rsid w:val="008D11D2"/>
    <w:rsid w:val="008D2C5F"/>
    <w:rsid w:val="008D39AD"/>
    <w:rsid w:val="008D3E63"/>
    <w:rsid w:val="008D5541"/>
    <w:rsid w:val="008D565E"/>
    <w:rsid w:val="008D7469"/>
    <w:rsid w:val="008D7EA7"/>
    <w:rsid w:val="008E0F31"/>
    <w:rsid w:val="008E1053"/>
    <w:rsid w:val="008E1649"/>
    <w:rsid w:val="008E3FC4"/>
    <w:rsid w:val="008E4403"/>
    <w:rsid w:val="008E4851"/>
    <w:rsid w:val="008E494D"/>
    <w:rsid w:val="008E569A"/>
    <w:rsid w:val="008E5977"/>
    <w:rsid w:val="008E5BC2"/>
    <w:rsid w:val="008E61FB"/>
    <w:rsid w:val="008E68FB"/>
    <w:rsid w:val="008E799E"/>
    <w:rsid w:val="008F0955"/>
    <w:rsid w:val="008F0D5B"/>
    <w:rsid w:val="008F2671"/>
    <w:rsid w:val="008F2CBA"/>
    <w:rsid w:val="008F2E4E"/>
    <w:rsid w:val="008F4CD1"/>
    <w:rsid w:val="008F52BB"/>
    <w:rsid w:val="008F5B6E"/>
    <w:rsid w:val="008F5E29"/>
    <w:rsid w:val="008F7737"/>
    <w:rsid w:val="00900585"/>
    <w:rsid w:val="009007F9"/>
    <w:rsid w:val="00901413"/>
    <w:rsid w:val="0090141D"/>
    <w:rsid w:val="009028C2"/>
    <w:rsid w:val="00904245"/>
    <w:rsid w:val="00904326"/>
    <w:rsid w:val="00907572"/>
    <w:rsid w:val="0091045D"/>
    <w:rsid w:val="00910DF0"/>
    <w:rsid w:val="009111E0"/>
    <w:rsid w:val="00911D35"/>
    <w:rsid w:val="00912403"/>
    <w:rsid w:val="00912488"/>
    <w:rsid w:val="00913495"/>
    <w:rsid w:val="0091378B"/>
    <w:rsid w:val="00914314"/>
    <w:rsid w:val="00914922"/>
    <w:rsid w:val="009151F5"/>
    <w:rsid w:val="00915261"/>
    <w:rsid w:val="009164C6"/>
    <w:rsid w:val="00917914"/>
    <w:rsid w:val="00921115"/>
    <w:rsid w:val="00921E8D"/>
    <w:rsid w:val="009235EF"/>
    <w:rsid w:val="00924202"/>
    <w:rsid w:val="00924427"/>
    <w:rsid w:val="00924CEF"/>
    <w:rsid w:val="00925B18"/>
    <w:rsid w:val="00925B26"/>
    <w:rsid w:val="009264A4"/>
    <w:rsid w:val="009277B9"/>
    <w:rsid w:val="00927BF0"/>
    <w:rsid w:val="00931C2F"/>
    <w:rsid w:val="00932C07"/>
    <w:rsid w:val="00932CBE"/>
    <w:rsid w:val="009355F8"/>
    <w:rsid w:val="00935C7D"/>
    <w:rsid w:val="009363E4"/>
    <w:rsid w:val="009374A3"/>
    <w:rsid w:val="00940CAE"/>
    <w:rsid w:val="00941C56"/>
    <w:rsid w:val="00942A6A"/>
    <w:rsid w:val="009432E8"/>
    <w:rsid w:val="00943419"/>
    <w:rsid w:val="00945262"/>
    <w:rsid w:val="009452EC"/>
    <w:rsid w:val="00945A62"/>
    <w:rsid w:val="00945CA8"/>
    <w:rsid w:val="00945D4D"/>
    <w:rsid w:val="00946564"/>
    <w:rsid w:val="009468D8"/>
    <w:rsid w:val="00947012"/>
    <w:rsid w:val="009475BE"/>
    <w:rsid w:val="00950FF9"/>
    <w:rsid w:val="00951941"/>
    <w:rsid w:val="0095229C"/>
    <w:rsid w:val="009522CE"/>
    <w:rsid w:val="00952654"/>
    <w:rsid w:val="00953A37"/>
    <w:rsid w:val="00953B6F"/>
    <w:rsid w:val="009545C8"/>
    <w:rsid w:val="0095504A"/>
    <w:rsid w:val="00957154"/>
    <w:rsid w:val="00957383"/>
    <w:rsid w:val="009604D2"/>
    <w:rsid w:val="009605E9"/>
    <w:rsid w:val="0096098E"/>
    <w:rsid w:val="00960BC8"/>
    <w:rsid w:val="00961549"/>
    <w:rsid w:val="009621B3"/>
    <w:rsid w:val="009635B2"/>
    <w:rsid w:val="00964711"/>
    <w:rsid w:val="009648FC"/>
    <w:rsid w:val="00964910"/>
    <w:rsid w:val="00964C40"/>
    <w:rsid w:val="00964E8C"/>
    <w:rsid w:val="009659AC"/>
    <w:rsid w:val="00966E41"/>
    <w:rsid w:val="00967A41"/>
    <w:rsid w:val="00970A3A"/>
    <w:rsid w:val="0097152B"/>
    <w:rsid w:val="009717E3"/>
    <w:rsid w:val="00971C6C"/>
    <w:rsid w:val="009724DC"/>
    <w:rsid w:val="00972802"/>
    <w:rsid w:val="00972931"/>
    <w:rsid w:val="00972A45"/>
    <w:rsid w:val="00973F7E"/>
    <w:rsid w:val="0097517C"/>
    <w:rsid w:val="009755B1"/>
    <w:rsid w:val="009759D9"/>
    <w:rsid w:val="00975F48"/>
    <w:rsid w:val="0097695A"/>
    <w:rsid w:val="009772B1"/>
    <w:rsid w:val="0098020B"/>
    <w:rsid w:val="0098122C"/>
    <w:rsid w:val="009822C7"/>
    <w:rsid w:val="0098257C"/>
    <w:rsid w:val="00982724"/>
    <w:rsid w:val="009830BC"/>
    <w:rsid w:val="0098348B"/>
    <w:rsid w:val="0098433B"/>
    <w:rsid w:val="00984A2B"/>
    <w:rsid w:val="00984D86"/>
    <w:rsid w:val="00985136"/>
    <w:rsid w:val="009851EE"/>
    <w:rsid w:val="009864B8"/>
    <w:rsid w:val="009867DA"/>
    <w:rsid w:val="00986996"/>
    <w:rsid w:val="00990147"/>
    <w:rsid w:val="00991DF1"/>
    <w:rsid w:val="009925A5"/>
    <w:rsid w:val="00993017"/>
    <w:rsid w:val="0099338A"/>
    <w:rsid w:val="00993602"/>
    <w:rsid w:val="0099374E"/>
    <w:rsid w:val="00995159"/>
    <w:rsid w:val="00996DBD"/>
    <w:rsid w:val="00997B4D"/>
    <w:rsid w:val="00997D2F"/>
    <w:rsid w:val="00997E11"/>
    <w:rsid w:val="009A0468"/>
    <w:rsid w:val="009A0BBB"/>
    <w:rsid w:val="009A0C47"/>
    <w:rsid w:val="009A26D0"/>
    <w:rsid w:val="009A27DB"/>
    <w:rsid w:val="009A2E11"/>
    <w:rsid w:val="009A3642"/>
    <w:rsid w:val="009A3B55"/>
    <w:rsid w:val="009A3CDB"/>
    <w:rsid w:val="009A4537"/>
    <w:rsid w:val="009A4563"/>
    <w:rsid w:val="009A4623"/>
    <w:rsid w:val="009A497B"/>
    <w:rsid w:val="009A5714"/>
    <w:rsid w:val="009A58E1"/>
    <w:rsid w:val="009A59C3"/>
    <w:rsid w:val="009A5E6B"/>
    <w:rsid w:val="009B0276"/>
    <w:rsid w:val="009B0BE4"/>
    <w:rsid w:val="009B2C2F"/>
    <w:rsid w:val="009B2D36"/>
    <w:rsid w:val="009B2E61"/>
    <w:rsid w:val="009B34D3"/>
    <w:rsid w:val="009B3668"/>
    <w:rsid w:val="009B3CF1"/>
    <w:rsid w:val="009B44FA"/>
    <w:rsid w:val="009B7249"/>
    <w:rsid w:val="009C002C"/>
    <w:rsid w:val="009C2EB8"/>
    <w:rsid w:val="009C326E"/>
    <w:rsid w:val="009C40AA"/>
    <w:rsid w:val="009C4854"/>
    <w:rsid w:val="009C50E3"/>
    <w:rsid w:val="009C6335"/>
    <w:rsid w:val="009C6D66"/>
    <w:rsid w:val="009C74F0"/>
    <w:rsid w:val="009D0D59"/>
    <w:rsid w:val="009D0D64"/>
    <w:rsid w:val="009D0E78"/>
    <w:rsid w:val="009D2FED"/>
    <w:rsid w:val="009D3CE0"/>
    <w:rsid w:val="009D40C6"/>
    <w:rsid w:val="009D44A5"/>
    <w:rsid w:val="009D480C"/>
    <w:rsid w:val="009D50C3"/>
    <w:rsid w:val="009D532D"/>
    <w:rsid w:val="009D5CF0"/>
    <w:rsid w:val="009D5FF7"/>
    <w:rsid w:val="009E03E5"/>
    <w:rsid w:val="009E06D6"/>
    <w:rsid w:val="009E14DE"/>
    <w:rsid w:val="009E1A50"/>
    <w:rsid w:val="009E32C3"/>
    <w:rsid w:val="009E3627"/>
    <w:rsid w:val="009E4EA2"/>
    <w:rsid w:val="009E542D"/>
    <w:rsid w:val="009E6143"/>
    <w:rsid w:val="009E6B97"/>
    <w:rsid w:val="009E72C2"/>
    <w:rsid w:val="009E7C6B"/>
    <w:rsid w:val="009F0777"/>
    <w:rsid w:val="009F0B4E"/>
    <w:rsid w:val="009F0E96"/>
    <w:rsid w:val="009F25B2"/>
    <w:rsid w:val="009F2933"/>
    <w:rsid w:val="009F327F"/>
    <w:rsid w:val="009F3369"/>
    <w:rsid w:val="009F51AF"/>
    <w:rsid w:val="009F6406"/>
    <w:rsid w:val="009F72E1"/>
    <w:rsid w:val="009F7759"/>
    <w:rsid w:val="00A01AA9"/>
    <w:rsid w:val="00A01C02"/>
    <w:rsid w:val="00A02160"/>
    <w:rsid w:val="00A02404"/>
    <w:rsid w:val="00A02C3B"/>
    <w:rsid w:val="00A034E6"/>
    <w:rsid w:val="00A039FB"/>
    <w:rsid w:val="00A0450D"/>
    <w:rsid w:val="00A049DF"/>
    <w:rsid w:val="00A04E64"/>
    <w:rsid w:val="00A0544A"/>
    <w:rsid w:val="00A0630D"/>
    <w:rsid w:val="00A10171"/>
    <w:rsid w:val="00A10305"/>
    <w:rsid w:val="00A105C6"/>
    <w:rsid w:val="00A10807"/>
    <w:rsid w:val="00A10DA1"/>
    <w:rsid w:val="00A11094"/>
    <w:rsid w:val="00A115EF"/>
    <w:rsid w:val="00A1210B"/>
    <w:rsid w:val="00A13543"/>
    <w:rsid w:val="00A13F4B"/>
    <w:rsid w:val="00A13F8E"/>
    <w:rsid w:val="00A161B5"/>
    <w:rsid w:val="00A16F2F"/>
    <w:rsid w:val="00A22071"/>
    <w:rsid w:val="00A229E6"/>
    <w:rsid w:val="00A22ED4"/>
    <w:rsid w:val="00A230CF"/>
    <w:rsid w:val="00A23660"/>
    <w:rsid w:val="00A23CDC"/>
    <w:rsid w:val="00A245C4"/>
    <w:rsid w:val="00A24607"/>
    <w:rsid w:val="00A24B28"/>
    <w:rsid w:val="00A26249"/>
    <w:rsid w:val="00A2648E"/>
    <w:rsid w:val="00A2660B"/>
    <w:rsid w:val="00A270D4"/>
    <w:rsid w:val="00A27853"/>
    <w:rsid w:val="00A278F6"/>
    <w:rsid w:val="00A3274E"/>
    <w:rsid w:val="00A33069"/>
    <w:rsid w:val="00A33999"/>
    <w:rsid w:val="00A35B64"/>
    <w:rsid w:val="00A36B15"/>
    <w:rsid w:val="00A36C33"/>
    <w:rsid w:val="00A36E6E"/>
    <w:rsid w:val="00A36F48"/>
    <w:rsid w:val="00A40696"/>
    <w:rsid w:val="00A41509"/>
    <w:rsid w:val="00A418DF"/>
    <w:rsid w:val="00A41D46"/>
    <w:rsid w:val="00A421FD"/>
    <w:rsid w:val="00A42E99"/>
    <w:rsid w:val="00A43ED5"/>
    <w:rsid w:val="00A43F45"/>
    <w:rsid w:val="00A453E6"/>
    <w:rsid w:val="00A465CF"/>
    <w:rsid w:val="00A4752A"/>
    <w:rsid w:val="00A47B42"/>
    <w:rsid w:val="00A515F3"/>
    <w:rsid w:val="00A51875"/>
    <w:rsid w:val="00A52B5C"/>
    <w:rsid w:val="00A52D44"/>
    <w:rsid w:val="00A53CA4"/>
    <w:rsid w:val="00A545B8"/>
    <w:rsid w:val="00A55F45"/>
    <w:rsid w:val="00A563E6"/>
    <w:rsid w:val="00A57157"/>
    <w:rsid w:val="00A61E00"/>
    <w:rsid w:val="00A62515"/>
    <w:rsid w:val="00A62917"/>
    <w:rsid w:val="00A64F37"/>
    <w:rsid w:val="00A653D6"/>
    <w:rsid w:val="00A66A0C"/>
    <w:rsid w:val="00A67628"/>
    <w:rsid w:val="00A70689"/>
    <w:rsid w:val="00A71D70"/>
    <w:rsid w:val="00A72472"/>
    <w:rsid w:val="00A728E4"/>
    <w:rsid w:val="00A72CF0"/>
    <w:rsid w:val="00A73231"/>
    <w:rsid w:val="00A73678"/>
    <w:rsid w:val="00A74AFD"/>
    <w:rsid w:val="00A7541C"/>
    <w:rsid w:val="00A75E4A"/>
    <w:rsid w:val="00A76053"/>
    <w:rsid w:val="00A76ADE"/>
    <w:rsid w:val="00A774DA"/>
    <w:rsid w:val="00A7763B"/>
    <w:rsid w:val="00A80059"/>
    <w:rsid w:val="00A80364"/>
    <w:rsid w:val="00A81393"/>
    <w:rsid w:val="00A82723"/>
    <w:rsid w:val="00A82BEC"/>
    <w:rsid w:val="00A837F9"/>
    <w:rsid w:val="00A841D7"/>
    <w:rsid w:val="00A8452D"/>
    <w:rsid w:val="00A84587"/>
    <w:rsid w:val="00A8649F"/>
    <w:rsid w:val="00A87782"/>
    <w:rsid w:val="00A8782B"/>
    <w:rsid w:val="00A902D4"/>
    <w:rsid w:val="00A903D0"/>
    <w:rsid w:val="00A90AF2"/>
    <w:rsid w:val="00A91448"/>
    <w:rsid w:val="00A9191F"/>
    <w:rsid w:val="00A93A8A"/>
    <w:rsid w:val="00A948B1"/>
    <w:rsid w:val="00A94B69"/>
    <w:rsid w:val="00A979B2"/>
    <w:rsid w:val="00AA123E"/>
    <w:rsid w:val="00AA1908"/>
    <w:rsid w:val="00AA2CA3"/>
    <w:rsid w:val="00AA2D5A"/>
    <w:rsid w:val="00AA36F8"/>
    <w:rsid w:val="00AA48DD"/>
    <w:rsid w:val="00AA55DE"/>
    <w:rsid w:val="00AB00A8"/>
    <w:rsid w:val="00AB08D3"/>
    <w:rsid w:val="00AB0D8C"/>
    <w:rsid w:val="00AB2837"/>
    <w:rsid w:val="00AB2E58"/>
    <w:rsid w:val="00AB3911"/>
    <w:rsid w:val="00AB438B"/>
    <w:rsid w:val="00AB69CB"/>
    <w:rsid w:val="00AB7308"/>
    <w:rsid w:val="00AC0A99"/>
    <w:rsid w:val="00AC0F27"/>
    <w:rsid w:val="00AC118B"/>
    <w:rsid w:val="00AC15FD"/>
    <w:rsid w:val="00AC1CBE"/>
    <w:rsid w:val="00AC3297"/>
    <w:rsid w:val="00AC34DA"/>
    <w:rsid w:val="00AC417C"/>
    <w:rsid w:val="00AC419A"/>
    <w:rsid w:val="00AC4387"/>
    <w:rsid w:val="00AC4AD1"/>
    <w:rsid w:val="00AC5DAA"/>
    <w:rsid w:val="00AC6F35"/>
    <w:rsid w:val="00AC7D17"/>
    <w:rsid w:val="00AC7D18"/>
    <w:rsid w:val="00AC7E35"/>
    <w:rsid w:val="00AD022D"/>
    <w:rsid w:val="00AD1436"/>
    <w:rsid w:val="00AD1C25"/>
    <w:rsid w:val="00AD23F9"/>
    <w:rsid w:val="00AD24FC"/>
    <w:rsid w:val="00AD4086"/>
    <w:rsid w:val="00AD49CB"/>
    <w:rsid w:val="00AD5CBB"/>
    <w:rsid w:val="00AD6BB6"/>
    <w:rsid w:val="00AD7D60"/>
    <w:rsid w:val="00AE0BA9"/>
    <w:rsid w:val="00AE12D2"/>
    <w:rsid w:val="00AE3092"/>
    <w:rsid w:val="00AE4DF1"/>
    <w:rsid w:val="00AE519F"/>
    <w:rsid w:val="00AE677A"/>
    <w:rsid w:val="00AE6E1B"/>
    <w:rsid w:val="00AE78FE"/>
    <w:rsid w:val="00AF04FF"/>
    <w:rsid w:val="00AF0660"/>
    <w:rsid w:val="00AF0733"/>
    <w:rsid w:val="00AF0ABD"/>
    <w:rsid w:val="00AF0DF6"/>
    <w:rsid w:val="00AF1467"/>
    <w:rsid w:val="00AF3B97"/>
    <w:rsid w:val="00AF411E"/>
    <w:rsid w:val="00AF4904"/>
    <w:rsid w:val="00AF4C1B"/>
    <w:rsid w:val="00AF63E2"/>
    <w:rsid w:val="00AF66A1"/>
    <w:rsid w:val="00B01762"/>
    <w:rsid w:val="00B01FD8"/>
    <w:rsid w:val="00B02545"/>
    <w:rsid w:val="00B02BB1"/>
    <w:rsid w:val="00B03277"/>
    <w:rsid w:val="00B04042"/>
    <w:rsid w:val="00B0648A"/>
    <w:rsid w:val="00B064AE"/>
    <w:rsid w:val="00B06E32"/>
    <w:rsid w:val="00B10F8A"/>
    <w:rsid w:val="00B121FF"/>
    <w:rsid w:val="00B12256"/>
    <w:rsid w:val="00B12569"/>
    <w:rsid w:val="00B13167"/>
    <w:rsid w:val="00B1325F"/>
    <w:rsid w:val="00B145E1"/>
    <w:rsid w:val="00B15F7C"/>
    <w:rsid w:val="00B16962"/>
    <w:rsid w:val="00B16D8C"/>
    <w:rsid w:val="00B1751C"/>
    <w:rsid w:val="00B178BE"/>
    <w:rsid w:val="00B204E6"/>
    <w:rsid w:val="00B20825"/>
    <w:rsid w:val="00B2109E"/>
    <w:rsid w:val="00B21886"/>
    <w:rsid w:val="00B21BB4"/>
    <w:rsid w:val="00B21CE7"/>
    <w:rsid w:val="00B2291A"/>
    <w:rsid w:val="00B22A6E"/>
    <w:rsid w:val="00B22B66"/>
    <w:rsid w:val="00B2351D"/>
    <w:rsid w:val="00B246BC"/>
    <w:rsid w:val="00B24B8B"/>
    <w:rsid w:val="00B25372"/>
    <w:rsid w:val="00B25818"/>
    <w:rsid w:val="00B25BD6"/>
    <w:rsid w:val="00B262C0"/>
    <w:rsid w:val="00B27BAA"/>
    <w:rsid w:val="00B30A90"/>
    <w:rsid w:val="00B30DC9"/>
    <w:rsid w:val="00B32AC9"/>
    <w:rsid w:val="00B33A68"/>
    <w:rsid w:val="00B33BEF"/>
    <w:rsid w:val="00B346A0"/>
    <w:rsid w:val="00B36647"/>
    <w:rsid w:val="00B40E39"/>
    <w:rsid w:val="00B41A4A"/>
    <w:rsid w:val="00B41D36"/>
    <w:rsid w:val="00B4213F"/>
    <w:rsid w:val="00B42176"/>
    <w:rsid w:val="00B42817"/>
    <w:rsid w:val="00B42B39"/>
    <w:rsid w:val="00B432CC"/>
    <w:rsid w:val="00B43674"/>
    <w:rsid w:val="00B447B1"/>
    <w:rsid w:val="00B4558F"/>
    <w:rsid w:val="00B4689E"/>
    <w:rsid w:val="00B46904"/>
    <w:rsid w:val="00B47717"/>
    <w:rsid w:val="00B501BE"/>
    <w:rsid w:val="00B51058"/>
    <w:rsid w:val="00B51660"/>
    <w:rsid w:val="00B5215F"/>
    <w:rsid w:val="00B52BC5"/>
    <w:rsid w:val="00B533A0"/>
    <w:rsid w:val="00B533B6"/>
    <w:rsid w:val="00B53A21"/>
    <w:rsid w:val="00B542E0"/>
    <w:rsid w:val="00B546EC"/>
    <w:rsid w:val="00B5564E"/>
    <w:rsid w:val="00B55A4B"/>
    <w:rsid w:val="00B56A25"/>
    <w:rsid w:val="00B56D55"/>
    <w:rsid w:val="00B578CC"/>
    <w:rsid w:val="00B60A4F"/>
    <w:rsid w:val="00B61A96"/>
    <w:rsid w:val="00B61B3C"/>
    <w:rsid w:val="00B6202E"/>
    <w:rsid w:val="00B6311E"/>
    <w:rsid w:val="00B64795"/>
    <w:rsid w:val="00B64DD7"/>
    <w:rsid w:val="00B65532"/>
    <w:rsid w:val="00B65AB7"/>
    <w:rsid w:val="00B66073"/>
    <w:rsid w:val="00B6647B"/>
    <w:rsid w:val="00B66855"/>
    <w:rsid w:val="00B677CF"/>
    <w:rsid w:val="00B67A08"/>
    <w:rsid w:val="00B70293"/>
    <w:rsid w:val="00B71B03"/>
    <w:rsid w:val="00B71CC9"/>
    <w:rsid w:val="00B7257E"/>
    <w:rsid w:val="00B72BEE"/>
    <w:rsid w:val="00B74951"/>
    <w:rsid w:val="00B74F14"/>
    <w:rsid w:val="00B75236"/>
    <w:rsid w:val="00B75419"/>
    <w:rsid w:val="00B75B4F"/>
    <w:rsid w:val="00B75D9E"/>
    <w:rsid w:val="00B75F47"/>
    <w:rsid w:val="00B76599"/>
    <w:rsid w:val="00B768A8"/>
    <w:rsid w:val="00B77A15"/>
    <w:rsid w:val="00B804FC"/>
    <w:rsid w:val="00B8079B"/>
    <w:rsid w:val="00B80D01"/>
    <w:rsid w:val="00B81CE4"/>
    <w:rsid w:val="00B81D7D"/>
    <w:rsid w:val="00B82F4E"/>
    <w:rsid w:val="00B830DA"/>
    <w:rsid w:val="00B8425E"/>
    <w:rsid w:val="00B84481"/>
    <w:rsid w:val="00B847FC"/>
    <w:rsid w:val="00B84CB2"/>
    <w:rsid w:val="00B84EC4"/>
    <w:rsid w:val="00B8538C"/>
    <w:rsid w:val="00B85759"/>
    <w:rsid w:val="00B858B6"/>
    <w:rsid w:val="00B879CC"/>
    <w:rsid w:val="00B87A35"/>
    <w:rsid w:val="00B87C95"/>
    <w:rsid w:val="00B87CBA"/>
    <w:rsid w:val="00B87F43"/>
    <w:rsid w:val="00B90D6B"/>
    <w:rsid w:val="00B9161A"/>
    <w:rsid w:val="00B930DA"/>
    <w:rsid w:val="00B9377F"/>
    <w:rsid w:val="00B93B93"/>
    <w:rsid w:val="00B93F1B"/>
    <w:rsid w:val="00B9460B"/>
    <w:rsid w:val="00B95B51"/>
    <w:rsid w:val="00B96272"/>
    <w:rsid w:val="00B963FA"/>
    <w:rsid w:val="00B967E7"/>
    <w:rsid w:val="00B969DC"/>
    <w:rsid w:val="00B97167"/>
    <w:rsid w:val="00B97873"/>
    <w:rsid w:val="00BA2858"/>
    <w:rsid w:val="00BA3F20"/>
    <w:rsid w:val="00BA4344"/>
    <w:rsid w:val="00BA4524"/>
    <w:rsid w:val="00BA5B4E"/>
    <w:rsid w:val="00BA6499"/>
    <w:rsid w:val="00BA6867"/>
    <w:rsid w:val="00BA6B1A"/>
    <w:rsid w:val="00BA7205"/>
    <w:rsid w:val="00BA724E"/>
    <w:rsid w:val="00BA755A"/>
    <w:rsid w:val="00BB070A"/>
    <w:rsid w:val="00BB0B5F"/>
    <w:rsid w:val="00BB0D72"/>
    <w:rsid w:val="00BB0E5F"/>
    <w:rsid w:val="00BB0E93"/>
    <w:rsid w:val="00BB0FC6"/>
    <w:rsid w:val="00BB1297"/>
    <w:rsid w:val="00BB1444"/>
    <w:rsid w:val="00BB240C"/>
    <w:rsid w:val="00BB35FC"/>
    <w:rsid w:val="00BB51F2"/>
    <w:rsid w:val="00BB546F"/>
    <w:rsid w:val="00BB5BD5"/>
    <w:rsid w:val="00BB6CA8"/>
    <w:rsid w:val="00BB6D16"/>
    <w:rsid w:val="00BB6E33"/>
    <w:rsid w:val="00BB7388"/>
    <w:rsid w:val="00BB7D6C"/>
    <w:rsid w:val="00BC0457"/>
    <w:rsid w:val="00BC0AC9"/>
    <w:rsid w:val="00BC192E"/>
    <w:rsid w:val="00BC1CDB"/>
    <w:rsid w:val="00BC200B"/>
    <w:rsid w:val="00BC2337"/>
    <w:rsid w:val="00BC44D0"/>
    <w:rsid w:val="00BC4DA0"/>
    <w:rsid w:val="00BC5781"/>
    <w:rsid w:val="00BD0506"/>
    <w:rsid w:val="00BD16BA"/>
    <w:rsid w:val="00BD22BD"/>
    <w:rsid w:val="00BD2CFE"/>
    <w:rsid w:val="00BD2E33"/>
    <w:rsid w:val="00BD32D0"/>
    <w:rsid w:val="00BD3E19"/>
    <w:rsid w:val="00BD43CE"/>
    <w:rsid w:val="00BD4A6C"/>
    <w:rsid w:val="00BD4D11"/>
    <w:rsid w:val="00BD5F75"/>
    <w:rsid w:val="00BD67D4"/>
    <w:rsid w:val="00BD6863"/>
    <w:rsid w:val="00BD78D8"/>
    <w:rsid w:val="00BE0253"/>
    <w:rsid w:val="00BE0894"/>
    <w:rsid w:val="00BE0ADD"/>
    <w:rsid w:val="00BE1139"/>
    <w:rsid w:val="00BE13D0"/>
    <w:rsid w:val="00BE1DAD"/>
    <w:rsid w:val="00BE1E38"/>
    <w:rsid w:val="00BE2430"/>
    <w:rsid w:val="00BE28C7"/>
    <w:rsid w:val="00BE2C27"/>
    <w:rsid w:val="00BE48A2"/>
    <w:rsid w:val="00BE4962"/>
    <w:rsid w:val="00BE52A4"/>
    <w:rsid w:val="00BE5B4F"/>
    <w:rsid w:val="00BE675E"/>
    <w:rsid w:val="00BE6A4E"/>
    <w:rsid w:val="00BE7E73"/>
    <w:rsid w:val="00BF07AC"/>
    <w:rsid w:val="00BF090F"/>
    <w:rsid w:val="00BF0FDF"/>
    <w:rsid w:val="00BF1EFC"/>
    <w:rsid w:val="00BF23C1"/>
    <w:rsid w:val="00BF2FA3"/>
    <w:rsid w:val="00BF35D1"/>
    <w:rsid w:val="00BF4653"/>
    <w:rsid w:val="00BF63A0"/>
    <w:rsid w:val="00BF795B"/>
    <w:rsid w:val="00BF7BC1"/>
    <w:rsid w:val="00C00604"/>
    <w:rsid w:val="00C0066C"/>
    <w:rsid w:val="00C00838"/>
    <w:rsid w:val="00C009A3"/>
    <w:rsid w:val="00C01B3D"/>
    <w:rsid w:val="00C0204F"/>
    <w:rsid w:val="00C03114"/>
    <w:rsid w:val="00C03237"/>
    <w:rsid w:val="00C03ADF"/>
    <w:rsid w:val="00C05C28"/>
    <w:rsid w:val="00C10678"/>
    <w:rsid w:val="00C1149C"/>
    <w:rsid w:val="00C11F69"/>
    <w:rsid w:val="00C143DC"/>
    <w:rsid w:val="00C15A29"/>
    <w:rsid w:val="00C15A9C"/>
    <w:rsid w:val="00C16517"/>
    <w:rsid w:val="00C166B3"/>
    <w:rsid w:val="00C17063"/>
    <w:rsid w:val="00C17404"/>
    <w:rsid w:val="00C207B8"/>
    <w:rsid w:val="00C20A8C"/>
    <w:rsid w:val="00C218B8"/>
    <w:rsid w:val="00C218C8"/>
    <w:rsid w:val="00C2243C"/>
    <w:rsid w:val="00C22A83"/>
    <w:rsid w:val="00C23612"/>
    <w:rsid w:val="00C2467F"/>
    <w:rsid w:val="00C2481E"/>
    <w:rsid w:val="00C249F7"/>
    <w:rsid w:val="00C2606B"/>
    <w:rsid w:val="00C26C0C"/>
    <w:rsid w:val="00C27BCE"/>
    <w:rsid w:val="00C30CE2"/>
    <w:rsid w:val="00C310ED"/>
    <w:rsid w:val="00C33877"/>
    <w:rsid w:val="00C35306"/>
    <w:rsid w:val="00C3582F"/>
    <w:rsid w:val="00C35D72"/>
    <w:rsid w:val="00C35F41"/>
    <w:rsid w:val="00C36185"/>
    <w:rsid w:val="00C36BE9"/>
    <w:rsid w:val="00C36C64"/>
    <w:rsid w:val="00C40995"/>
    <w:rsid w:val="00C4143F"/>
    <w:rsid w:val="00C41763"/>
    <w:rsid w:val="00C4279E"/>
    <w:rsid w:val="00C428FB"/>
    <w:rsid w:val="00C43723"/>
    <w:rsid w:val="00C43DAC"/>
    <w:rsid w:val="00C43EF9"/>
    <w:rsid w:val="00C45712"/>
    <w:rsid w:val="00C45DB2"/>
    <w:rsid w:val="00C46418"/>
    <w:rsid w:val="00C46791"/>
    <w:rsid w:val="00C474E6"/>
    <w:rsid w:val="00C4755D"/>
    <w:rsid w:val="00C50B64"/>
    <w:rsid w:val="00C5164A"/>
    <w:rsid w:val="00C52422"/>
    <w:rsid w:val="00C5369A"/>
    <w:rsid w:val="00C53724"/>
    <w:rsid w:val="00C539D2"/>
    <w:rsid w:val="00C555BF"/>
    <w:rsid w:val="00C556FE"/>
    <w:rsid w:val="00C560E1"/>
    <w:rsid w:val="00C60625"/>
    <w:rsid w:val="00C60E64"/>
    <w:rsid w:val="00C60F05"/>
    <w:rsid w:val="00C61D22"/>
    <w:rsid w:val="00C63333"/>
    <w:rsid w:val="00C634AB"/>
    <w:rsid w:val="00C63947"/>
    <w:rsid w:val="00C63AC0"/>
    <w:rsid w:val="00C64120"/>
    <w:rsid w:val="00C6672E"/>
    <w:rsid w:val="00C671BB"/>
    <w:rsid w:val="00C70097"/>
    <w:rsid w:val="00C70AFC"/>
    <w:rsid w:val="00C71D3A"/>
    <w:rsid w:val="00C72A58"/>
    <w:rsid w:val="00C72B34"/>
    <w:rsid w:val="00C73446"/>
    <w:rsid w:val="00C73C22"/>
    <w:rsid w:val="00C74D6F"/>
    <w:rsid w:val="00C76022"/>
    <w:rsid w:val="00C772A7"/>
    <w:rsid w:val="00C77884"/>
    <w:rsid w:val="00C77B45"/>
    <w:rsid w:val="00C808D6"/>
    <w:rsid w:val="00C80F14"/>
    <w:rsid w:val="00C813EC"/>
    <w:rsid w:val="00C816EB"/>
    <w:rsid w:val="00C81757"/>
    <w:rsid w:val="00C824CD"/>
    <w:rsid w:val="00C8359A"/>
    <w:rsid w:val="00C83EB1"/>
    <w:rsid w:val="00C84E49"/>
    <w:rsid w:val="00C85046"/>
    <w:rsid w:val="00C852B0"/>
    <w:rsid w:val="00C85A26"/>
    <w:rsid w:val="00C90AAC"/>
    <w:rsid w:val="00C90C1A"/>
    <w:rsid w:val="00C91696"/>
    <w:rsid w:val="00C978E5"/>
    <w:rsid w:val="00CA05AE"/>
    <w:rsid w:val="00CA2944"/>
    <w:rsid w:val="00CA369F"/>
    <w:rsid w:val="00CA375A"/>
    <w:rsid w:val="00CA402E"/>
    <w:rsid w:val="00CA410E"/>
    <w:rsid w:val="00CA4622"/>
    <w:rsid w:val="00CA4B57"/>
    <w:rsid w:val="00CA6171"/>
    <w:rsid w:val="00CA6272"/>
    <w:rsid w:val="00CA6793"/>
    <w:rsid w:val="00CA67C1"/>
    <w:rsid w:val="00CA7045"/>
    <w:rsid w:val="00CA73AD"/>
    <w:rsid w:val="00CA7AA7"/>
    <w:rsid w:val="00CA7EBC"/>
    <w:rsid w:val="00CB01B4"/>
    <w:rsid w:val="00CB0683"/>
    <w:rsid w:val="00CB11FE"/>
    <w:rsid w:val="00CB17E3"/>
    <w:rsid w:val="00CB3452"/>
    <w:rsid w:val="00CB34AC"/>
    <w:rsid w:val="00CB3C87"/>
    <w:rsid w:val="00CB3E6E"/>
    <w:rsid w:val="00CB5D90"/>
    <w:rsid w:val="00CB6AEE"/>
    <w:rsid w:val="00CB766A"/>
    <w:rsid w:val="00CB79D6"/>
    <w:rsid w:val="00CB7A5D"/>
    <w:rsid w:val="00CC0825"/>
    <w:rsid w:val="00CC084B"/>
    <w:rsid w:val="00CC0A80"/>
    <w:rsid w:val="00CC0B50"/>
    <w:rsid w:val="00CC13DB"/>
    <w:rsid w:val="00CC148D"/>
    <w:rsid w:val="00CC15C2"/>
    <w:rsid w:val="00CC186D"/>
    <w:rsid w:val="00CC1870"/>
    <w:rsid w:val="00CC2EB4"/>
    <w:rsid w:val="00CC3D23"/>
    <w:rsid w:val="00CC4248"/>
    <w:rsid w:val="00CC44D4"/>
    <w:rsid w:val="00CC525D"/>
    <w:rsid w:val="00CC5543"/>
    <w:rsid w:val="00CC66C9"/>
    <w:rsid w:val="00CC6F72"/>
    <w:rsid w:val="00CD02D2"/>
    <w:rsid w:val="00CD0EC6"/>
    <w:rsid w:val="00CD1276"/>
    <w:rsid w:val="00CD256C"/>
    <w:rsid w:val="00CD2B3C"/>
    <w:rsid w:val="00CD49D9"/>
    <w:rsid w:val="00CD4A15"/>
    <w:rsid w:val="00CD7602"/>
    <w:rsid w:val="00CE03D4"/>
    <w:rsid w:val="00CE04CA"/>
    <w:rsid w:val="00CE17C0"/>
    <w:rsid w:val="00CE19C7"/>
    <w:rsid w:val="00CE1C8D"/>
    <w:rsid w:val="00CE1E89"/>
    <w:rsid w:val="00CE265B"/>
    <w:rsid w:val="00CE30B8"/>
    <w:rsid w:val="00CE345E"/>
    <w:rsid w:val="00CE40B7"/>
    <w:rsid w:val="00CE570A"/>
    <w:rsid w:val="00CE65F7"/>
    <w:rsid w:val="00CE662A"/>
    <w:rsid w:val="00CE75FA"/>
    <w:rsid w:val="00CE7BAA"/>
    <w:rsid w:val="00CF0FA7"/>
    <w:rsid w:val="00CF1472"/>
    <w:rsid w:val="00CF1E68"/>
    <w:rsid w:val="00CF2259"/>
    <w:rsid w:val="00CF25BD"/>
    <w:rsid w:val="00CF2B1C"/>
    <w:rsid w:val="00CF5329"/>
    <w:rsid w:val="00CF55DE"/>
    <w:rsid w:val="00CF647A"/>
    <w:rsid w:val="00D000F8"/>
    <w:rsid w:val="00D00495"/>
    <w:rsid w:val="00D0265F"/>
    <w:rsid w:val="00D02C4A"/>
    <w:rsid w:val="00D04BA5"/>
    <w:rsid w:val="00D06587"/>
    <w:rsid w:val="00D072F3"/>
    <w:rsid w:val="00D10053"/>
    <w:rsid w:val="00D103E3"/>
    <w:rsid w:val="00D10F46"/>
    <w:rsid w:val="00D125C2"/>
    <w:rsid w:val="00D127FB"/>
    <w:rsid w:val="00D12A06"/>
    <w:rsid w:val="00D140D5"/>
    <w:rsid w:val="00D141E4"/>
    <w:rsid w:val="00D1484C"/>
    <w:rsid w:val="00D15FF4"/>
    <w:rsid w:val="00D17318"/>
    <w:rsid w:val="00D17AFD"/>
    <w:rsid w:val="00D17DE1"/>
    <w:rsid w:val="00D201DD"/>
    <w:rsid w:val="00D2114F"/>
    <w:rsid w:val="00D211D2"/>
    <w:rsid w:val="00D21B4C"/>
    <w:rsid w:val="00D22E68"/>
    <w:rsid w:val="00D23885"/>
    <w:rsid w:val="00D23CCC"/>
    <w:rsid w:val="00D24769"/>
    <w:rsid w:val="00D2656C"/>
    <w:rsid w:val="00D267EC"/>
    <w:rsid w:val="00D26ED3"/>
    <w:rsid w:val="00D27547"/>
    <w:rsid w:val="00D30467"/>
    <w:rsid w:val="00D31A9A"/>
    <w:rsid w:val="00D34375"/>
    <w:rsid w:val="00D34CC7"/>
    <w:rsid w:val="00D35557"/>
    <w:rsid w:val="00D35D47"/>
    <w:rsid w:val="00D368AA"/>
    <w:rsid w:val="00D41312"/>
    <w:rsid w:val="00D425E2"/>
    <w:rsid w:val="00D4331C"/>
    <w:rsid w:val="00D435AE"/>
    <w:rsid w:val="00D442DB"/>
    <w:rsid w:val="00D455BF"/>
    <w:rsid w:val="00D467FF"/>
    <w:rsid w:val="00D46A5D"/>
    <w:rsid w:val="00D46B13"/>
    <w:rsid w:val="00D46C61"/>
    <w:rsid w:val="00D474CD"/>
    <w:rsid w:val="00D51355"/>
    <w:rsid w:val="00D51424"/>
    <w:rsid w:val="00D525FF"/>
    <w:rsid w:val="00D52793"/>
    <w:rsid w:val="00D5417C"/>
    <w:rsid w:val="00D54EAD"/>
    <w:rsid w:val="00D55028"/>
    <w:rsid w:val="00D56346"/>
    <w:rsid w:val="00D57229"/>
    <w:rsid w:val="00D608F0"/>
    <w:rsid w:val="00D63187"/>
    <w:rsid w:val="00D63718"/>
    <w:rsid w:val="00D637CD"/>
    <w:rsid w:val="00D6383C"/>
    <w:rsid w:val="00D6394C"/>
    <w:rsid w:val="00D63C66"/>
    <w:rsid w:val="00D64184"/>
    <w:rsid w:val="00D64C6D"/>
    <w:rsid w:val="00D65DD4"/>
    <w:rsid w:val="00D66205"/>
    <w:rsid w:val="00D6713E"/>
    <w:rsid w:val="00D674BE"/>
    <w:rsid w:val="00D71C24"/>
    <w:rsid w:val="00D72252"/>
    <w:rsid w:val="00D73083"/>
    <w:rsid w:val="00D752BE"/>
    <w:rsid w:val="00D7537A"/>
    <w:rsid w:val="00D7545E"/>
    <w:rsid w:val="00D755FA"/>
    <w:rsid w:val="00D75D91"/>
    <w:rsid w:val="00D76429"/>
    <w:rsid w:val="00D7650B"/>
    <w:rsid w:val="00D813EF"/>
    <w:rsid w:val="00D82C2F"/>
    <w:rsid w:val="00D833E9"/>
    <w:rsid w:val="00D83484"/>
    <w:rsid w:val="00D83F83"/>
    <w:rsid w:val="00D8408F"/>
    <w:rsid w:val="00D84277"/>
    <w:rsid w:val="00D84B6C"/>
    <w:rsid w:val="00D85905"/>
    <w:rsid w:val="00D85A45"/>
    <w:rsid w:val="00D87577"/>
    <w:rsid w:val="00D875E5"/>
    <w:rsid w:val="00D87A18"/>
    <w:rsid w:val="00D87E54"/>
    <w:rsid w:val="00D90C0B"/>
    <w:rsid w:val="00D91604"/>
    <w:rsid w:val="00D91FD0"/>
    <w:rsid w:val="00D9206D"/>
    <w:rsid w:val="00D92317"/>
    <w:rsid w:val="00D92EA2"/>
    <w:rsid w:val="00D9399F"/>
    <w:rsid w:val="00D94266"/>
    <w:rsid w:val="00D95831"/>
    <w:rsid w:val="00D95B2B"/>
    <w:rsid w:val="00D96837"/>
    <w:rsid w:val="00D97708"/>
    <w:rsid w:val="00D979E0"/>
    <w:rsid w:val="00DA1BB4"/>
    <w:rsid w:val="00DA3AE4"/>
    <w:rsid w:val="00DA48B5"/>
    <w:rsid w:val="00DA4A6D"/>
    <w:rsid w:val="00DA4B3C"/>
    <w:rsid w:val="00DA56C1"/>
    <w:rsid w:val="00DA632A"/>
    <w:rsid w:val="00DA6AB1"/>
    <w:rsid w:val="00DA6BCE"/>
    <w:rsid w:val="00DA7256"/>
    <w:rsid w:val="00DA733C"/>
    <w:rsid w:val="00DB0142"/>
    <w:rsid w:val="00DB06BF"/>
    <w:rsid w:val="00DB1436"/>
    <w:rsid w:val="00DB274D"/>
    <w:rsid w:val="00DB4BB2"/>
    <w:rsid w:val="00DB52B0"/>
    <w:rsid w:val="00DB6873"/>
    <w:rsid w:val="00DB6D09"/>
    <w:rsid w:val="00DB701E"/>
    <w:rsid w:val="00DB74FA"/>
    <w:rsid w:val="00DC0F78"/>
    <w:rsid w:val="00DC1A1F"/>
    <w:rsid w:val="00DC1E5E"/>
    <w:rsid w:val="00DC22B5"/>
    <w:rsid w:val="00DC2C3E"/>
    <w:rsid w:val="00DC2C46"/>
    <w:rsid w:val="00DC36A8"/>
    <w:rsid w:val="00DC454E"/>
    <w:rsid w:val="00DC492E"/>
    <w:rsid w:val="00DC5CFB"/>
    <w:rsid w:val="00DC6207"/>
    <w:rsid w:val="00DC6485"/>
    <w:rsid w:val="00DC7738"/>
    <w:rsid w:val="00DC7A40"/>
    <w:rsid w:val="00DD0194"/>
    <w:rsid w:val="00DD0D3C"/>
    <w:rsid w:val="00DD18BF"/>
    <w:rsid w:val="00DD242D"/>
    <w:rsid w:val="00DD2A4D"/>
    <w:rsid w:val="00DD375F"/>
    <w:rsid w:val="00DD3850"/>
    <w:rsid w:val="00DD431A"/>
    <w:rsid w:val="00DD4766"/>
    <w:rsid w:val="00DD4F58"/>
    <w:rsid w:val="00DD60BD"/>
    <w:rsid w:val="00DD60FC"/>
    <w:rsid w:val="00DD69C3"/>
    <w:rsid w:val="00DD6E69"/>
    <w:rsid w:val="00DD7A63"/>
    <w:rsid w:val="00DD7F39"/>
    <w:rsid w:val="00DE0295"/>
    <w:rsid w:val="00DE099A"/>
    <w:rsid w:val="00DE126F"/>
    <w:rsid w:val="00DE1C64"/>
    <w:rsid w:val="00DE1DDC"/>
    <w:rsid w:val="00DE2936"/>
    <w:rsid w:val="00DE3257"/>
    <w:rsid w:val="00DE4025"/>
    <w:rsid w:val="00DE409E"/>
    <w:rsid w:val="00DE454D"/>
    <w:rsid w:val="00DE56DB"/>
    <w:rsid w:val="00DE5A54"/>
    <w:rsid w:val="00DE5D3C"/>
    <w:rsid w:val="00DE5F05"/>
    <w:rsid w:val="00DE64D2"/>
    <w:rsid w:val="00DE6D32"/>
    <w:rsid w:val="00DE7022"/>
    <w:rsid w:val="00DE7BB4"/>
    <w:rsid w:val="00DF0228"/>
    <w:rsid w:val="00DF0685"/>
    <w:rsid w:val="00DF257E"/>
    <w:rsid w:val="00DF2B00"/>
    <w:rsid w:val="00DF339C"/>
    <w:rsid w:val="00DF3574"/>
    <w:rsid w:val="00DF3612"/>
    <w:rsid w:val="00DF4623"/>
    <w:rsid w:val="00DF4D4D"/>
    <w:rsid w:val="00DF6A5C"/>
    <w:rsid w:val="00DF7445"/>
    <w:rsid w:val="00DF7803"/>
    <w:rsid w:val="00DF7C2A"/>
    <w:rsid w:val="00DF7E59"/>
    <w:rsid w:val="00E0143F"/>
    <w:rsid w:val="00E01EF7"/>
    <w:rsid w:val="00E03196"/>
    <w:rsid w:val="00E0324E"/>
    <w:rsid w:val="00E03A42"/>
    <w:rsid w:val="00E03CA2"/>
    <w:rsid w:val="00E03DB5"/>
    <w:rsid w:val="00E04A87"/>
    <w:rsid w:val="00E0600F"/>
    <w:rsid w:val="00E065B2"/>
    <w:rsid w:val="00E06F79"/>
    <w:rsid w:val="00E072CF"/>
    <w:rsid w:val="00E1102A"/>
    <w:rsid w:val="00E1190D"/>
    <w:rsid w:val="00E12151"/>
    <w:rsid w:val="00E12F5F"/>
    <w:rsid w:val="00E13016"/>
    <w:rsid w:val="00E138BC"/>
    <w:rsid w:val="00E147B7"/>
    <w:rsid w:val="00E153E9"/>
    <w:rsid w:val="00E15925"/>
    <w:rsid w:val="00E169BF"/>
    <w:rsid w:val="00E16EA0"/>
    <w:rsid w:val="00E179C0"/>
    <w:rsid w:val="00E17D09"/>
    <w:rsid w:val="00E2055B"/>
    <w:rsid w:val="00E20CC9"/>
    <w:rsid w:val="00E212F4"/>
    <w:rsid w:val="00E21897"/>
    <w:rsid w:val="00E25F38"/>
    <w:rsid w:val="00E25FD7"/>
    <w:rsid w:val="00E3147F"/>
    <w:rsid w:val="00E32400"/>
    <w:rsid w:val="00E32BDD"/>
    <w:rsid w:val="00E33B9C"/>
    <w:rsid w:val="00E34072"/>
    <w:rsid w:val="00E3427F"/>
    <w:rsid w:val="00E34BBE"/>
    <w:rsid w:val="00E351DC"/>
    <w:rsid w:val="00E3661A"/>
    <w:rsid w:val="00E3780E"/>
    <w:rsid w:val="00E41043"/>
    <w:rsid w:val="00E411AE"/>
    <w:rsid w:val="00E417FE"/>
    <w:rsid w:val="00E41FA2"/>
    <w:rsid w:val="00E4318B"/>
    <w:rsid w:val="00E43856"/>
    <w:rsid w:val="00E43AE9"/>
    <w:rsid w:val="00E45F05"/>
    <w:rsid w:val="00E47E35"/>
    <w:rsid w:val="00E50CE9"/>
    <w:rsid w:val="00E51CD2"/>
    <w:rsid w:val="00E51DD7"/>
    <w:rsid w:val="00E51FFC"/>
    <w:rsid w:val="00E522C5"/>
    <w:rsid w:val="00E52FD9"/>
    <w:rsid w:val="00E537A1"/>
    <w:rsid w:val="00E5411E"/>
    <w:rsid w:val="00E54665"/>
    <w:rsid w:val="00E548FF"/>
    <w:rsid w:val="00E55C45"/>
    <w:rsid w:val="00E56476"/>
    <w:rsid w:val="00E56B37"/>
    <w:rsid w:val="00E60FAA"/>
    <w:rsid w:val="00E610FC"/>
    <w:rsid w:val="00E624C1"/>
    <w:rsid w:val="00E62ABB"/>
    <w:rsid w:val="00E63093"/>
    <w:rsid w:val="00E632FE"/>
    <w:rsid w:val="00E639E6"/>
    <w:rsid w:val="00E64B27"/>
    <w:rsid w:val="00E64EC3"/>
    <w:rsid w:val="00E65F80"/>
    <w:rsid w:val="00E66008"/>
    <w:rsid w:val="00E67777"/>
    <w:rsid w:val="00E67AFB"/>
    <w:rsid w:val="00E67DE6"/>
    <w:rsid w:val="00E703B2"/>
    <w:rsid w:val="00E71308"/>
    <w:rsid w:val="00E71700"/>
    <w:rsid w:val="00E71FC0"/>
    <w:rsid w:val="00E733C6"/>
    <w:rsid w:val="00E75B03"/>
    <w:rsid w:val="00E777CA"/>
    <w:rsid w:val="00E7797E"/>
    <w:rsid w:val="00E80540"/>
    <w:rsid w:val="00E81504"/>
    <w:rsid w:val="00E819D8"/>
    <w:rsid w:val="00E82051"/>
    <w:rsid w:val="00E826C9"/>
    <w:rsid w:val="00E827CE"/>
    <w:rsid w:val="00E84300"/>
    <w:rsid w:val="00E84546"/>
    <w:rsid w:val="00E84586"/>
    <w:rsid w:val="00E84BF0"/>
    <w:rsid w:val="00E84FD8"/>
    <w:rsid w:val="00E8527F"/>
    <w:rsid w:val="00E870EC"/>
    <w:rsid w:val="00E87D96"/>
    <w:rsid w:val="00E9036A"/>
    <w:rsid w:val="00E90A70"/>
    <w:rsid w:val="00E90D49"/>
    <w:rsid w:val="00E91001"/>
    <w:rsid w:val="00E91132"/>
    <w:rsid w:val="00E91170"/>
    <w:rsid w:val="00E92583"/>
    <w:rsid w:val="00E93340"/>
    <w:rsid w:val="00E934D8"/>
    <w:rsid w:val="00E935E5"/>
    <w:rsid w:val="00E94165"/>
    <w:rsid w:val="00E9442F"/>
    <w:rsid w:val="00E9620B"/>
    <w:rsid w:val="00E97895"/>
    <w:rsid w:val="00E97897"/>
    <w:rsid w:val="00EA000E"/>
    <w:rsid w:val="00EA0B8A"/>
    <w:rsid w:val="00EA0FCB"/>
    <w:rsid w:val="00EA2E44"/>
    <w:rsid w:val="00EA4DDE"/>
    <w:rsid w:val="00EA4EB1"/>
    <w:rsid w:val="00EA5D7E"/>
    <w:rsid w:val="00EA5EEA"/>
    <w:rsid w:val="00EA611B"/>
    <w:rsid w:val="00EA7D64"/>
    <w:rsid w:val="00EB0B44"/>
    <w:rsid w:val="00EB1BEB"/>
    <w:rsid w:val="00EB3D7B"/>
    <w:rsid w:val="00EB4172"/>
    <w:rsid w:val="00EB4545"/>
    <w:rsid w:val="00EB46F2"/>
    <w:rsid w:val="00EB55AA"/>
    <w:rsid w:val="00EB56B8"/>
    <w:rsid w:val="00EB56C5"/>
    <w:rsid w:val="00EB6A96"/>
    <w:rsid w:val="00EB7394"/>
    <w:rsid w:val="00EB75D7"/>
    <w:rsid w:val="00EB7DAA"/>
    <w:rsid w:val="00EC1BF5"/>
    <w:rsid w:val="00EC273E"/>
    <w:rsid w:val="00EC307E"/>
    <w:rsid w:val="00EC34D2"/>
    <w:rsid w:val="00EC4D21"/>
    <w:rsid w:val="00EC6291"/>
    <w:rsid w:val="00EC6D32"/>
    <w:rsid w:val="00EC6F3F"/>
    <w:rsid w:val="00ED09D4"/>
    <w:rsid w:val="00ED0D0F"/>
    <w:rsid w:val="00ED213C"/>
    <w:rsid w:val="00ED2493"/>
    <w:rsid w:val="00ED2666"/>
    <w:rsid w:val="00ED2B7C"/>
    <w:rsid w:val="00ED4AFA"/>
    <w:rsid w:val="00ED4CA4"/>
    <w:rsid w:val="00ED5131"/>
    <w:rsid w:val="00ED5A9B"/>
    <w:rsid w:val="00ED60AF"/>
    <w:rsid w:val="00ED6201"/>
    <w:rsid w:val="00ED76F8"/>
    <w:rsid w:val="00ED7E9C"/>
    <w:rsid w:val="00EE00DA"/>
    <w:rsid w:val="00EE04FA"/>
    <w:rsid w:val="00EE0E97"/>
    <w:rsid w:val="00EE1DD1"/>
    <w:rsid w:val="00EE3907"/>
    <w:rsid w:val="00EE4131"/>
    <w:rsid w:val="00EE4FBE"/>
    <w:rsid w:val="00EE544B"/>
    <w:rsid w:val="00EE788B"/>
    <w:rsid w:val="00EE7B9F"/>
    <w:rsid w:val="00EE7E86"/>
    <w:rsid w:val="00EF0546"/>
    <w:rsid w:val="00EF0884"/>
    <w:rsid w:val="00EF121A"/>
    <w:rsid w:val="00EF1713"/>
    <w:rsid w:val="00EF491D"/>
    <w:rsid w:val="00EF4A8A"/>
    <w:rsid w:val="00EF4EFB"/>
    <w:rsid w:val="00EF5A9E"/>
    <w:rsid w:val="00EF5C49"/>
    <w:rsid w:val="00EF6B6E"/>
    <w:rsid w:val="00EF73DB"/>
    <w:rsid w:val="00EF75F3"/>
    <w:rsid w:val="00EF7E88"/>
    <w:rsid w:val="00F00E78"/>
    <w:rsid w:val="00F01C99"/>
    <w:rsid w:val="00F035B3"/>
    <w:rsid w:val="00F0434A"/>
    <w:rsid w:val="00F043BF"/>
    <w:rsid w:val="00F04C05"/>
    <w:rsid w:val="00F05473"/>
    <w:rsid w:val="00F069A5"/>
    <w:rsid w:val="00F1265B"/>
    <w:rsid w:val="00F1292A"/>
    <w:rsid w:val="00F12C07"/>
    <w:rsid w:val="00F1452A"/>
    <w:rsid w:val="00F1468C"/>
    <w:rsid w:val="00F149F9"/>
    <w:rsid w:val="00F16C8F"/>
    <w:rsid w:val="00F17343"/>
    <w:rsid w:val="00F2045E"/>
    <w:rsid w:val="00F20A57"/>
    <w:rsid w:val="00F20D17"/>
    <w:rsid w:val="00F22B5F"/>
    <w:rsid w:val="00F23CEB"/>
    <w:rsid w:val="00F242DB"/>
    <w:rsid w:val="00F2562C"/>
    <w:rsid w:val="00F25C19"/>
    <w:rsid w:val="00F25FA4"/>
    <w:rsid w:val="00F270E7"/>
    <w:rsid w:val="00F27F2D"/>
    <w:rsid w:val="00F30A6F"/>
    <w:rsid w:val="00F32981"/>
    <w:rsid w:val="00F32D6E"/>
    <w:rsid w:val="00F32E86"/>
    <w:rsid w:val="00F330DE"/>
    <w:rsid w:val="00F33873"/>
    <w:rsid w:val="00F34CF6"/>
    <w:rsid w:val="00F35078"/>
    <w:rsid w:val="00F36388"/>
    <w:rsid w:val="00F4009B"/>
    <w:rsid w:val="00F412E7"/>
    <w:rsid w:val="00F426A8"/>
    <w:rsid w:val="00F42C55"/>
    <w:rsid w:val="00F42F51"/>
    <w:rsid w:val="00F435A3"/>
    <w:rsid w:val="00F43D57"/>
    <w:rsid w:val="00F44456"/>
    <w:rsid w:val="00F446D4"/>
    <w:rsid w:val="00F4489F"/>
    <w:rsid w:val="00F45B1B"/>
    <w:rsid w:val="00F45D1F"/>
    <w:rsid w:val="00F4619D"/>
    <w:rsid w:val="00F4635A"/>
    <w:rsid w:val="00F4635B"/>
    <w:rsid w:val="00F472A8"/>
    <w:rsid w:val="00F5045C"/>
    <w:rsid w:val="00F505E0"/>
    <w:rsid w:val="00F50B0C"/>
    <w:rsid w:val="00F5142E"/>
    <w:rsid w:val="00F51C3F"/>
    <w:rsid w:val="00F51D4B"/>
    <w:rsid w:val="00F5234D"/>
    <w:rsid w:val="00F5248C"/>
    <w:rsid w:val="00F524CF"/>
    <w:rsid w:val="00F52F15"/>
    <w:rsid w:val="00F535A2"/>
    <w:rsid w:val="00F55BF7"/>
    <w:rsid w:val="00F55CAD"/>
    <w:rsid w:val="00F5631D"/>
    <w:rsid w:val="00F62B12"/>
    <w:rsid w:val="00F63B57"/>
    <w:rsid w:val="00F6436F"/>
    <w:rsid w:val="00F64658"/>
    <w:rsid w:val="00F647DD"/>
    <w:rsid w:val="00F66E32"/>
    <w:rsid w:val="00F6763A"/>
    <w:rsid w:val="00F67D0C"/>
    <w:rsid w:val="00F701E4"/>
    <w:rsid w:val="00F70241"/>
    <w:rsid w:val="00F70BBD"/>
    <w:rsid w:val="00F712C4"/>
    <w:rsid w:val="00F72E04"/>
    <w:rsid w:val="00F7423F"/>
    <w:rsid w:val="00F74B74"/>
    <w:rsid w:val="00F7581B"/>
    <w:rsid w:val="00F7690F"/>
    <w:rsid w:val="00F77034"/>
    <w:rsid w:val="00F77FBD"/>
    <w:rsid w:val="00F80070"/>
    <w:rsid w:val="00F803D5"/>
    <w:rsid w:val="00F8126B"/>
    <w:rsid w:val="00F81287"/>
    <w:rsid w:val="00F812C9"/>
    <w:rsid w:val="00F8148E"/>
    <w:rsid w:val="00F816A1"/>
    <w:rsid w:val="00F81BB0"/>
    <w:rsid w:val="00F81E37"/>
    <w:rsid w:val="00F81F0E"/>
    <w:rsid w:val="00F826CF"/>
    <w:rsid w:val="00F837F6"/>
    <w:rsid w:val="00F83F53"/>
    <w:rsid w:val="00F8535E"/>
    <w:rsid w:val="00F86CA4"/>
    <w:rsid w:val="00F87798"/>
    <w:rsid w:val="00F91CE4"/>
    <w:rsid w:val="00F921C9"/>
    <w:rsid w:val="00F92D68"/>
    <w:rsid w:val="00F9327A"/>
    <w:rsid w:val="00F934EF"/>
    <w:rsid w:val="00F937F3"/>
    <w:rsid w:val="00F950B0"/>
    <w:rsid w:val="00F95706"/>
    <w:rsid w:val="00F95CD6"/>
    <w:rsid w:val="00F95DFA"/>
    <w:rsid w:val="00F9764B"/>
    <w:rsid w:val="00F97A2E"/>
    <w:rsid w:val="00FA09CB"/>
    <w:rsid w:val="00FA11C9"/>
    <w:rsid w:val="00FA1CC3"/>
    <w:rsid w:val="00FA308A"/>
    <w:rsid w:val="00FA38BD"/>
    <w:rsid w:val="00FA39F5"/>
    <w:rsid w:val="00FA3CBD"/>
    <w:rsid w:val="00FA4668"/>
    <w:rsid w:val="00FA51AE"/>
    <w:rsid w:val="00FA60F6"/>
    <w:rsid w:val="00FA6962"/>
    <w:rsid w:val="00FB079D"/>
    <w:rsid w:val="00FB0ABE"/>
    <w:rsid w:val="00FB0B25"/>
    <w:rsid w:val="00FB29EB"/>
    <w:rsid w:val="00FB3986"/>
    <w:rsid w:val="00FB3E67"/>
    <w:rsid w:val="00FB45FE"/>
    <w:rsid w:val="00FB4C99"/>
    <w:rsid w:val="00FB75B1"/>
    <w:rsid w:val="00FB75E4"/>
    <w:rsid w:val="00FB7E84"/>
    <w:rsid w:val="00FC0A66"/>
    <w:rsid w:val="00FC14BE"/>
    <w:rsid w:val="00FC15AD"/>
    <w:rsid w:val="00FC18FF"/>
    <w:rsid w:val="00FC2190"/>
    <w:rsid w:val="00FC284D"/>
    <w:rsid w:val="00FC2CD3"/>
    <w:rsid w:val="00FC36F7"/>
    <w:rsid w:val="00FC391F"/>
    <w:rsid w:val="00FC3EA3"/>
    <w:rsid w:val="00FC439C"/>
    <w:rsid w:val="00FC441D"/>
    <w:rsid w:val="00FC4487"/>
    <w:rsid w:val="00FC55FF"/>
    <w:rsid w:val="00FC5840"/>
    <w:rsid w:val="00FC664A"/>
    <w:rsid w:val="00FC6CCA"/>
    <w:rsid w:val="00FC7C39"/>
    <w:rsid w:val="00FC7D03"/>
    <w:rsid w:val="00FD0C1C"/>
    <w:rsid w:val="00FD0C50"/>
    <w:rsid w:val="00FD1AD9"/>
    <w:rsid w:val="00FD3086"/>
    <w:rsid w:val="00FD4AAE"/>
    <w:rsid w:val="00FD4D33"/>
    <w:rsid w:val="00FD5660"/>
    <w:rsid w:val="00FD5806"/>
    <w:rsid w:val="00FD678D"/>
    <w:rsid w:val="00FD6B6D"/>
    <w:rsid w:val="00FD6CB8"/>
    <w:rsid w:val="00FD7467"/>
    <w:rsid w:val="00FE012F"/>
    <w:rsid w:val="00FE0823"/>
    <w:rsid w:val="00FE1491"/>
    <w:rsid w:val="00FE1B3D"/>
    <w:rsid w:val="00FE2232"/>
    <w:rsid w:val="00FE2738"/>
    <w:rsid w:val="00FE2AE0"/>
    <w:rsid w:val="00FE2CB6"/>
    <w:rsid w:val="00FE34D1"/>
    <w:rsid w:val="00FE394F"/>
    <w:rsid w:val="00FE3CB4"/>
    <w:rsid w:val="00FE51B7"/>
    <w:rsid w:val="00FE59DE"/>
    <w:rsid w:val="00FE5D52"/>
    <w:rsid w:val="00FE629E"/>
    <w:rsid w:val="00FE6539"/>
    <w:rsid w:val="00FE713F"/>
    <w:rsid w:val="00FE71F6"/>
    <w:rsid w:val="00FF0966"/>
    <w:rsid w:val="00FF162C"/>
    <w:rsid w:val="00FF37ED"/>
    <w:rsid w:val="00FF42EA"/>
    <w:rsid w:val="00FF661B"/>
    <w:rsid w:val="00FF6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91490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2724"/>
    <w:rPr>
      <w:lang w:val="es-ES" w:eastAsia="es-ES"/>
    </w:rPr>
  </w:style>
  <w:style w:type="paragraph" w:styleId="Ttulo1">
    <w:name w:val="heading 1"/>
    <w:basedOn w:val="Normal"/>
    <w:next w:val="Normal"/>
    <w:qFormat/>
    <w:rsid w:val="00312724"/>
    <w:pPr>
      <w:keepNext/>
      <w:jc w:val="center"/>
      <w:outlineLvl w:val="0"/>
    </w:pPr>
    <w:rPr>
      <w:b/>
      <w:sz w:val="28"/>
      <w:lang w:val="es-ES_tradnl"/>
    </w:rPr>
  </w:style>
  <w:style w:type="paragraph" w:styleId="Ttulo2">
    <w:name w:val="heading 2"/>
    <w:basedOn w:val="Normal"/>
    <w:next w:val="Normal"/>
    <w:qFormat/>
    <w:rsid w:val="00312724"/>
    <w:pPr>
      <w:keepNext/>
      <w:tabs>
        <w:tab w:val="left" w:pos="3828"/>
        <w:tab w:val="left" w:pos="5670"/>
      </w:tabs>
      <w:outlineLvl w:val="1"/>
    </w:pPr>
    <w:rPr>
      <w:i/>
      <w:sz w:val="28"/>
      <w:lang w:val="es-ES_tradnl"/>
    </w:rPr>
  </w:style>
  <w:style w:type="paragraph" w:styleId="Ttulo3">
    <w:name w:val="heading 3"/>
    <w:basedOn w:val="Normal"/>
    <w:next w:val="Normal"/>
    <w:qFormat/>
    <w:rsid w:val="00312724"/>
    <w:pPr>
      <w:keepNext/>
      <w:tabs>
        <w:tab w:val="left" w:pos="3686"/>
        <w:tab w:val="left" w:pos="5670"/>
      </w:tabs>
      <w:jc w:val="both"/>
      <w:outlineLvl w:val="2"/>
    </w:pPr>
    <w:rPr>
      <w:i/>
      <w:sz w:val="28"/>
      <w:lang w:val="es-ES_tradnl"/>
    </w:rPr>
  </w:style>
  <w:style w:type="paragraph" w:styleId="Ttulo4">
    <w:name w:val="heading 4"/>
    <w:basedOn w:val="Normal"/>
    <w:next w:val="Normal"/>
    <w:qFormat/>
    <w:rsid w:val="00312724"/>
    <w:pPr>
      <w:keepNext/>
      <w:jc w:val="center"/>
      <w:outlineLvl w:val="3"/>
    </w:pPr>
    <w:rPr>
      <w:b/>
      <w:i/>
      <w:sz w:val="28"/>
    </w:rPr>
  </w:style>
  <w:style w:type="paragraph" w:styleId="Ttulo5">
    <w:name w:val="heading 5"/>
    <w:basedOn w:val="Normal"/>
    <w:next w:val="Normal"/>
    <w:qFormat/>
    <w:rsid w:val="00312724"/>
    <w:pPr>
      <w:keepNext/>
      <w:jc w:val="both"/>
      <w:outlineLvl w:val="4"/>
    </w:pPr>
    <w:rPr>
      <w:b/>
      <w:i/>
      <w:sz w:val="24"/>
      <w:lang w:val="es-ES_tradnl"/>
    </w:rPr>
  </w:style>
  <w:style w:type="paragraph" w:styleId="Ttulo6">
    <w:name w:val="heading 6"/>
    <w:basedOn w:val="Normal"/>
    <w:next w:val="Normal"/>
    <w:qFormat/>
    <w:rsid w:val="00312724"/>
    <w:pPr>
      <w:keepNext/>
      <w:tabs>
        <w:tab w:val="left" w:pos="3828"/>
        <w:tab w:val="left" w:pos="5670"/>
      </w:tabs>
      <w:jc w:val="both"/>
      <w:outlineLvl w:val="5"/>
    </w:pPr>
    <w:rPr>
      <w:i/>
      <w:sz w:val="24"/>
      <w:lang w:val="es-ES_tradnl"/>
    </w:rPr>
  </w:style>
  <w:style w:type="paragraph" w:styleId="Ttulo7">
    <w:name w:val="heading 7"/>
    <w:basedOn w:val="Normal"/>
    <w:next w:val="Normal"/>
    <w:qFormat/>
    <w:rsid w:val="00312724"/>
    <w:pPr>
      <w:keepNext/>
      <w:jc w:val="center"/>
      <w:outlineLvl w:val="6"/>
    </w:pPr>
    <w:rPr>
      <w:rFonts w:ascii="Tahoma" w:hAnsi="Tahoma" w:cs="Tahoma"/>
      <w:b/>
      <w:i/>
      <w:sz w:val="24"/>
    </w:rPr>
  </w:style>
  <w:style w:type="paragraph" w:styleId="Ttulo8">
    <w:name w:val="heading 8"/>
    <w:basedOn w:val="Normal"/>
    <w:next w:val="Normal"/>
    <w:qFormat/>
    <w:rsid w:val="00312724"/>
    <w:pPr>
      <w:keepNext/>
      <w:jc w:val="both"/>
      <w:outlineLvl w:val="7"/>
    </w:pPr>
    <w:rPr>
      <w:rFonts w:ascii="Tahoma" w:hAnsi="Tahoma" w:cs="Tahoma"/>
      <w:sz w:val="24"/>
    </w:rPr>
  </w:style>
  <w:style w:type="paragraph" w:styleId="Ttulo9">
    <w:name w:val="heading 9"/>
    <w:basedOn w:val="Normal"/>
    <w:next w:val="Normal"/>
    <w:qFormat/>
    <w:rsid w:val="00312724"/>
    <w:pPr>
      <w:keepNext/>
      <w:outlineLvl w:val="8"/>
    </w:pPr>
    <w:rPr>
      <w:sz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31272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312724"/>
    <w:pPr>
      <w:tabs>
        <w:tab w:val="center" w:pos="4252"/>
        <w:tab w:val="right" w:pos="8504"/>
      </w:tabs>
    </w:pPr>
  </w:style>
  <w:style w:type="paragraph" w:styleId="Listaconvietas">
    <w:name w:val="List Bullet"/>
    <w:basedOn w:val="Normal"/>
    <w:autoRedefine/>
    <w:rsid w:val="00312724"/>
    <w:pPr>
      <w:numPr>
        <w:numId w:val="1"/>
      </w:numPr>
    </w:pPr>
    <w:rPr>
      <w:lang w:val="es-ES_tradnl"/>
    </w:rPr>
  </w:style>
  <w:style w:type="paragraph" w:styleId="Textoindependiente">
    <w:name w:val="Body Text"/>
    <w:basedOn w:val="Normal"/>
    <w:rsid w:val="00312724"/>
    <w:pPr>
      <w:tabs>
        <w:tab w:val="left" w:pos="4253"/>
        <w:tab w:val="left" w:pos="4678"/>
        <w:tab w:val="left" w:pos="6379"/>
      </w:tabs>
      <w:spacing w:line="360" w:lineRule="auto"/>
      <w:jc w:val="center"/>
    </w:pPr>
    <w:rPr>
      <w:b/>
      <w:i/>
      <w:sz w:val="28"/>
      <w:lang w:val="es-ES_tradnl"/>
    </w:rPr>
  </w:style>
  <w:style w:type="paragraph" w:styleId="Textoindependiente3">
    <w:name w:val="Body Text 3"/>
    <w:basedOn w:val="Normal"/>
    <w:rsid w:val="00312724"/>
    <w:pPr>
      <w:tabs>
        <w:tab w:val="left" w:pos="4395"/>
        <w:tab w:val="left" w:pos="6379"/>
      </w:tabs>
      <w:jc w:val="both"/>
    </w:pPr>
    <w:rPr>
      <w:i/>
      <w:sz w:val="28"/>
      <w:lang w:val="es-ES_tradnl"/>
    </w:rPr>
  </w:style>
  <w:style w:type="paragraph" w:styleId="Textoindependiente2">
    <w:name w:val="Body Text 2"/>
    <w:basedOn w:val="Normal"/>
    <w:rsid w:val="00312724"/>
    <w:pPr>
      <w:tabs>
        <w:tab w:val="left" w:pos="4253"/>
        <w:tab w:val="left" w:pos="4678"/>
        <w:tab w:val="left" w:pos="6379"/>
      </w:tabs>
      <w:spacing w:line="360" w:lineRule="auto"/>
      <w:jc w:val="both"/>
    </w:pPr>
    <w:rPr>
      <w:i/>
      <w:sz w:val="24"/>
      <w:lang w:val="es-ES_tradnl"/>
    </w:rPr>
  </w:style>
  <w:style w:type="paragraph" w:styleId="Textodebloque">
    <w:name w:val="Block Text"/>
    <w:basedOn w:val="Normal"/>
    <w:rsid w:val="00312724"/>
    <w:pPr>
      <w:ind w:left="-600" w:right="-459"/>
      <w:jc w:val="both"/>
    </w:pPr>
    <w:rPr>
      <w:rFonts w:ascii="Tahoma" w:hAnsi="Tahoma" w:cs="Tahoma"/>
      <w:sz w:val="24"/>
      <w:lang w:val="es-ES_tradnl"/>
    </w:rPr>
  </w:style>
  <w:style w:type="table" w:styleId="Tablaconcuadrcula">
    <w:name w:val="Table Grid"/>
    <w:basedOn w:val="Tablanormal"/>
    <w:rsid w:val="00084B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2">
    <w:name w:val="List 2"/>
    <w:basedOn w:val="Normal"/>
    <w:rsid w:val="00DD18BF"/>
    <w:pPr>
      <w:ind w:left="566" w:hanging="283"/>
    </w:pPr>
  </w:style>
  <w:style w:type="paragraph" w:styleId="Ttulo">
    <w:name w:val="Title"/>
    <w:basedOn w:val="Normal"/>
    <w:qFormat/>
    <w:rsid w:val="00DD18B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Sangradetextonormal">
    <w:name w:val="Body Text Indent"/>
    <w:basedOn w:val="Normal"/>
    <w:rsid w:val="00DD18BF"/>
    <w:pPr>
      <w:spacing w:after="120"/>
      <w:ind w:left="283"/>
    </w:pPr>
  </w:style>
  <w:style w:type="paragraph" w:styleId="Textoindependienteprimerasangra">
    <w:name w:val="Body Text First Indent"/>
    <w:basedOn w:val="Textoindependiente"/>
    <w:rsid w:val="00DD18BF"/>
    <w:pPr>
      <w:tabs>
        <w:tab w:val="clear" w:pos="4253"/>
        <w:tab w:val="clear" w:pos="4678"/>
        <w:tab w:val="clear" w:pos="6379"/>
      </w:tabs>
      <w:spacing w:after="120" w:line="240" w:lineRule="auto"/>
      <w:ind w:firstLine="210"/>
      <w:jc w:val="left"/>
    </w:pPr>
    <w:rPr>
      <w:b w:val="0"/>
      <w:i w:val="0"/>
      <w:sz w:val="20"/>
      <w:lang w:val="es-ES"/>
    </w:rPr>
  </w:style>
  <w:style w:type="paragraph" w:styleId="Textodeglobo">
    <w:name w:val="Balloon Text"/>
    <w:basedOn w:val="Normal"/>
    <w:semiHidden/>
    <w:rsid w:val="00EE4FB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rsid w:val="0062267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1E150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CO" w:eastAsia="en-US"/>
    </w:rPr>
  </w:style>
  <w:style w:type="paragraph" w:styleId="Lista">
    <w:name w:val="List"/>
    <w:basedOn w:val="Normal"/>
    <w:rsid w:val="00F8148E"/>
    <w:pPr>
      <w:ind w:left="283" w:hanging="283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ARMENZA\Datos%20de%20programa\Microsoft\Plantillas\LOGOTIPO2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0EC95-D1AC-4670-8F31-FCACDA693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LOGOTIPO2</Template>
  <TotalTime>51</TotalTime>
  <Pages>2</Pages>
  <Words>365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LA  RECTORA Y SECRETARIA DE LA INSTITUCION EDUCATIVA  BOYACÁ DEL   MUNICIPIO DE PEREIRA EN EL DEPARTAMENTO DE RISARALDA</vt:lpstr>
    </vt:vector>
  </TitlesOfParts>
  <Company>Home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 RECTORA Y SECRETARIA DE LA INSTITUCION EDUCATIVA  BOYACÁ DEL   MUNICIPIO DE PEREIRA EN EL DEPARTAMENTO DE RISARALDA</dc:title>
  <dc:creator>A</dc:creator>
  <cp:lastModifiedBy>Elder</cp:lastModifiedBy>
  <cp:revision>5</cp:revision>
  <cp:lastPrinted>2010-03-05T20:31:00Z</cp:lastPrinted>
  <dcterms:created xsi:type="dcterms:W3CDTF">2011-02-23T13:13:00Z</dcterms:created>
  <dcterms:modified xsi:type="dcterms:W3CDTF">2011-02-23T14:07:00Z</dcterms:modified>
</cp:coreProperties>
</file>