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7016" w:type="dxa"/>
        <w:jc w:val="center"/>
        <w:tblLook w:val="00A0"/>
      </w:tblPr>
      <w:tblGrid>
        <w:gridCol w:w="2240"/>
        <w:gridCol w:w="4166"/>
        <w:gridCol w:w="1283"/>
        <w:gridCol w:w="3796"/>
        <w:gridCol w:w="5531"/>
      </w:tblGrid>
      <w:tr w:rsidR="00450F28" w:rsidRPr="003C37E3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163FC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163F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Directiva</w:t>
            </w:r>
          </w:p>
        </w:tc>
        <w:tc>
          <w:tcPr>
            <w:tcW w:w="1134" w:type="dxa"/>
            <w:vAlign w:val="bottom"/>
          </w:tcPr>
          <w:p w:rsidR="00450F28" w:rsidRPr="003C37E3" w:rsidRDefault="00450F28" w:rsidP="00163FC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163F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DIRECCIONAMIENTO ESTRATEGICO Y HORIZONTE INSTITUCIONAL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450F28" w:rsidRPr="003C37E3" w:rsidRDefault="00450F28" w:rsidP="00163F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258B">
              <w:rPr>
                <w:rFonts w:ascii="Arial" w:hAnsi="Arial" w:cs="Arial"/>
                <w:noProof/>
                <w:sz w:val="20"/>
                <w:szCs w:val="20"/>
                <w:lang w:eastAsia="es-E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1 Imagen" o:spid="_x0000_i1025" type="#_x0000_t75" alt="logo gr.png" style="width:257.25pt;height:63.75pt;visibility:visible">
                  <v:imagedata r:id="rId7" o:title=""/>
                </v:shape>
              </w:pict>
            </w:r>
          </w:p>
        </w:tc>
      </w:tr>
      <w:tr w:rsidR="00450F28" w:rsidRPr="003C37E3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163FC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163F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Misión, visión y principios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450F28" w:rsidRPr="003C37E3" w:rsidRDefault="00450F28" w:rsidP="00163F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0F28" w:rsidRPr="003C37E3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163FC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50F28" w:rsidRPr="003C37E3" w:rsidRDefault="00450F28" w:rsidP="00163F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450F28" w:rsidRPr="003C37E3" w:rsidRDefault="00450F28" w:rsidP="00163F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50F28" w:rsidRPr="003C37E3" w:rsidRDefault="00450F28">
      <w:pPr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Ind w:w="7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991"/>
        <w:gridCol w:w="1440"/>
        <w:gridCol w:w="1440"/>
      </w:tblGrid>
      <w:tr w:rsidR="00450F28" w:rsidRPr="003C37E3" w:rsidTr="0063707E">
        <w:trPr>
          <w:jc w:val="center"/>
        </w:trPr>
        <w:tc>
          <w:tcPr>
            <w:tcW w:w="2660" w:type="dxa"/>
            <w:vMerge w:val="restart"/>
            <w:vAlign w:val="center"/>
          </w:tcPr>
          <w:p w:rsidR="00450F28" w:rsidRPr="003C37E3" w:rsidRDefault="00450F28" w:rsidP="00AF37A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AF37A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AF37A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AF37A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ACCIONES</w:t>
            </w:r>
          </w:p>
        </w:tc>
        <w:tc>
          <w:tcPr>
            <w:tcW w:w="2991" w:type="dxa"/>
            <w:vMerge w:val="restart"/>
            <w:vAlign w:val="center"/>
          </w:tcPr>
          <w:p w:rsidR="00450F28" w:rsidRPr="003C37E3" w:rsidRDefault="00450F28" w:rsidP="00AF37A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450F28" w:rsidRPr="003C37E3" w:rsidRDefault="00450F28" w:rsidP="00AF37A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TIEMPO DE EJECUCIÓN</w:t>
            </w:r>
          </w:p>
        </w:tc>
      </w:tr>
      <w:tr w:rsidR="00450F28" w:rsidRPr="003C37E3" w:rsidTr="0063707E">
        <w:trPr>
          <w:jc w:val="center"/>
        </w:trPr>
        <w:tc>
          <w:tcPr>
            <w:tcW w:w="2660" w:type="dxa"/>
            <w:vMerge/>
            <w:vAlign w:val="center"/>
          </w:tcPr>
          <w:p w:rsidR="00450F28" w:rsidRPr="003C37E3" w:rsidRDefault="00450F28" w:rsidP="00AF37A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AF37A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AF37A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AF37A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991" w:type="dxa"/>
            <w:vMerge/>
            <w:vAlign w:val="center"/>
          </w:tcPr>
          <w:p w:rsidR="00450F28" w:rsidRPr="003C37E3" w:rsidRDefault="00450F28" w:rsidP="00AF37A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450F28" w:rsidRPr="003C37E3" w:rsidRDefault="00450F28" w:rsidP="00AF37A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450F28" w:rsidRPr="003C37E3" w:rsidRDefault="00450F28" w:rsidP="00AF37A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TERMINA</w:t>
            </w:r>
          </w:p>
        </w:tc>
      </w:tr>
      <w:tr w:rsidR="00450F28" w:rsidRPr="003C37E3" w:rsidTr="0063707E">
        <w:trPr>
          <w:jc w:val="center"/>
        </w:trPr>
        <w:tc>
          <w:tcPr>
            <w:tcW w:w="2660" w:type="dxa"/>
          </w:tcPr>
          <w:p w:rsidR="00450F28" w:rsidRPr="003C37E3" w:rsidRDefault="00450F28" w:rsidP="00AF37A8">
            <w:pPr>
              <w:numPr>
                <w:ilvl w:val="0"/>
                <w:numId w:val="4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Definir claramente la misión, visión y principios, asegurando que la inclusión y la calidad sean la columna vertebral.</w:t>
            </w:r>
          </w:p>
        </w:tc>
        <w:tc>
          <w:tcPr>
            <w:tcW w:w="2880" w:type="dxa"/>
          </w:tcPr>
          <w:p w:rsidR="00450F28" w:rsidRPr="003C37E3" w:rsidRDefault="00450F28" w:rsidP="007876C9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Que a noviembre de 2011 el 70% de la comunidad se apropie de la visión, misión y principios.</w:t>
            </w:r>
          </w:p>
        </w:tc>
        <w:tc>
          <w:tcPr>
            <w:tcW w:w="2880" w:type="dxa"/>
          </w:tcPr>
          <w:p w:rsidR="00450F28" w:rsidRPr="003C37E3" w:rsidRDefault="00450F28" w:rsidP="007876C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Que el porcentaje de c. e. se halla apropiado de la visión, misión y principios.</w:t>
            </w:r>
          </w:p>
        </w:tc>
        <w:tc>
          <w:tcPr>
            <w:tcW w:w="2880" w:type="dxa"/>
          </w:tcPr>
          <w:p w:rsidR="00450F28" w:rsidRPr="003C37E3" w:rsidRDefault="00450F28" w:rsidP="00AF37A8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Realizar talleres de estudio de análisis de ideario o filosofía institucional</w:t>
            </w:r>
          </w:p>
          <w:p w:rsidR="00450F28" w:rsidRPr="003C37E3" w:rsidRDefault="00450F28" w:rsidP="00AF37A8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Realizar una jornada de socialización didáctica con padres de familia</w:t>
            </w:r>
          </w:p>
          <w:p w:rsidR="00450F28" w:rsidRPr="003C37E3" w:rsidRDefault="00450F28" w:rsidP="00AF37A8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Elaborara y publicar visión, misión y principios en medio físico y virtual, en todos los espacios de la institución</w:t>
            </w:r>
          </w:p>
          <w:p w:rsidR="00450F28" w:rsidRDefault="00450F28" w:rsidP="00AF37A8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Realizar un muestreo de referencia para identificar el porcentaje de cumplimiento.,</w:t>
            </w:r>
          </w:p>
          <w:p w:rsidR="00450F28" w:rsidRDefault="00450F28" w:rsidP="00171A4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Pr="003C37E3" w:rsidRDefault="00450F28" w:rsidP="00171A4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991" w:type="dxa"/>
          </w:tcPr>
          <w:p w:rsidR="00450F28" w:rsidRPr="003C37E3" w:rsidRDefault="00450F28" w:rsidP="00AF37A8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Directivos y docentes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450F28" w:rsidRPr="003C37E3" w:rsidRDefault="00450F28" w:rsidP="00AF37A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17 de enero.</w:t>
            </w:r>
          </w:p>
          <w:p w:rsidR="00450F28" w:rsidRPr="003C37E3" w:rsidRDefault="00450F28" w:rsidP="00AF37A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Pr="003C37E3" w:rsidRDefault="00450F28" w:rsidP="00AF37A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Abril, primera entrega de informe académico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450F28" w:rsidRPr="003C37E3" w:rsidRDefault="00450F28" w:rsidP="00AF37A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31 de octubre</w:t>
            </w:r>
          </w:p>
          <w:p w:rsidR="00450F28" w:rsidRPr="003C37E3" w:rsidRDefault="00450F28" w:rsidP="00AF37A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Pr="003C37E3" w:rsidRDefault="00450F28" w:rsidP="00AF37A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Cada entrega de período</w:t>
            </w:r>
          </w:p>
        </w:tc>
      </w:tr>
    </w:tbl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17016" w:type="dxa"/>
        <w:jc w:val="center"/>
        <w:tblLook w:val="00A0"/>
      </w:tblPr>
      <w:tblGrid>
        <w:gridCol w:w="2243"/>
        <w:gridCol w:w="4190"/>
        <w:gridCol w:w="1283"/>
        <w:gridCol w:w="3769"/>
        <w:gridCol w:w="5531"/>
      </w:tblGrid>
      <w:tr w:rsidR="00450F28" w:rsidRPr="003C37E3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163FC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163F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Directiva</w:t>
            </w:r>
          </w:p>
        </w:tc>
        <w:tc>
          <w:tcPr>
            <w:tcW w:w="1134" w:type="dxa"/>
            <w:vAlign w:val="bottom"/>
          </w:tcPr>
          <w:p w:rsidR="00450F28" w:rsidRPr="003C37E3" w:rsidRDefault="00450F28" w:rsidP="00163FC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163F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450F28" w:rsidRPr="003C37E3" w:rsidRDefault="00450F28" w:rsidP="00163F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258B">
              <w:rPr>
                <w:rFonts w:ascii="Arial" w:hAnsi="Arial" w:cs="Arial"/>
                <w:noProof/>
                <w:sz w:val="20"/>
                <w:szCs w:val="20"/>
                <w:lang w:eastAsia="es-ES"/>
              </w:rPr>
              <w:pict>
                <v:shape id="Imagen 2" o:spid="_x0000_i1026" type="#_x0000_t75" alt="logo gr.png" style="width:252pt;height:63.75pt;visibility:visible">
                  <v:imagedata r:id="rId7" o:title=""/>
                </v:shape>
              </w:pict>
            </w:r>
          </w:p>
        </w:tc>
      </w:tr>
      <w:tr w:rsidR="00450F28" w:rsidRPr="003C37E3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163FC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163F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Metas institucionales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450F28" w:rsidRPr="003C37E3" w:rsidRDefault="00450F28" w:rsidP="00163F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0F28" w:rsidRPr="003C37E3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163FC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50F28" w:rsidRPr="003C37E3" w:rsidRDefault="00450F28" w:rsidP="00163F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450F28" w:rsidRPr="003C37E3" w:rsidRDefault="00450F28" w:rsidP="00163F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50F28" w:rsidRPr="003C37E3" w:rsidRDefault="00450F28" w:rsidP="00C60DBC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Ind w:w="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991"/>
        <w:gridCol w:w="1440"/>
        <w:gridCol w:w="1440"/>
      </w:tblGrid>
      <w:tr w:rsidR="00450F28" w:rsidRPr="003C37E3" w:rsidTr="0063707E">
        <w:trPr>
          <w:jc w:val="center"/>
        </w:trPr>
        <w:tc>
          <w:tcPr>
            <w:tcW w:w="2660" w:type="dxa"/>
            <w:vMerge w:val="restart"/>
            <w:vAlign w:val="center"/>
          </w:tcPr>
          <w:p w:rsidR="00450F28" w:rsidRPr="003C37E3" w:rsidRDefault="00450F28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ACCIONES</w:t>
            </w:r>
          </w:p>
        </w:tc>
        <w:tc>
          <w:tcPr>
            <w:tcW w:w="2991" w:type="dxa"/>
            <w:vMerge w:val="restart"/>
            <w:vAlign w:val="center"/>
          </w:tcPr>
          <w:p w:rsidR="00450F28" w:rsidRPr="003C37E3" w:rsidRDefault="00450F28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450F28" w:rsidRPr="003C37E3" w:rsidRDefault="00450F28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TIEMPO DE EJECUCIÓN</w:t>
            </w:r>
          </w:p>
        </w:tc>
      </w:tr>
      <w:tr w:rsidR="00450F28" w:rsidRPr="003C37E3" w:rsidTr="0063707E">
        <w:trPr>
          <w:jc w:val="center"/>
        </w:trPr>
        <w:tc>
          <w:tcPr>
            <w:tcW w:w="2660" w:type="dxa"/>
            <w:vMerge/>
            <w:vAlign w:val="center"/>
          </w:tcPr>
          <w:p w:rsidR="00450F28" w:rsidRPr="003C37E3" w:rsidRDefault="00450F28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991" w:type="dxa"/>
            <w:vMerge/>
            <w:vAlign w:val="center"/>
          </w:tcPr>
          <w:p w:rsidR="00450F28" w:rsidRPr="003C37E3" w:rsidRDefault="00450F28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450F28" w:rsidRPr="003C37E3" w:rsidRDefault="00450F28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450F28" w:rsidRPr="003C37E3" w:rsidRDefault="00450F28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TERMINA</w:t>
            </w:r>
          </w:p>
        </w:tc>
      </w:tr>
      <w:tr w:rsidR="00450F28" w:rsidRPr="003C37E3" w:rsidTr="0063707E">
        <w:trPr>
          <w:jc w:val="center"/>
        </w:trPr>
        <w:tc>
          <w:tcPr>
            <w:tcW w:w="2660" w:type="dxa"/>
          </w:tcPr>
          <w:p w:rsidR="00450F28" w:rsidRPr="003C37E3" w:rsidRDefault="00450F28" w:rsidP="00FF2372">
            <w:pPr>
              <w:numPr>
                <w:ilvl w:val="0"/>
                <w:numId w:val="4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Evaluar periódicamente el cumplimiento de las metas institucionales</w:t>
            </w:r>
          </w:p>
        </w:tc>
        <w:tc>
          <w:tcPr>
            <w:tcW w:w="2880" w:type="dxa"/>
          </w:tcPr>
          <w:p w:rsidR="00450F28" w:rsidRPr="003C37E3" w:rsidRDefault="00450F28" w:rsidP="00A3046C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Al finalizar el año escolar se recopilarán las evidencias de los instrumentos de evaluación, realizados durante el año 2011.</w:t>
            </w:r>
          </w:p>
        </w:tc>
        <w:tc>
          <w:tcPr>
            <w:tcW w:w="2880" w:type="dxa"/>
          </w:tcPr>
          <w:p w:rsidR="00450F28" w:rsidRPr="003C37E3" w:rsidRDefault="00450F28" w:rsidP="00A3046C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Existencia de un archivo físico y virtual, donde se recopilen periódicamente los instrumentos de evaluación.</w:t>
            </w:r>
          </w:p>
        </w:tc>
        <w:tc>
          <w:tcPr>
            <w:tcW w:w="2880" w:type="dxa"/>
          </w:tcPr>
          <w:p w:rsidR="00450F28" w:rsidRPr="003C37E3" w:rsidRDefault="00450F28" w:rsidP="00A3046C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Diseñar instrumentos de evaluación que evidencien el cumplimiento de las metas institucionales.</w:t>
            </w:r>
          </w:p>
          <w:p w:rsidR="00450F28" w:rsidRDefault="00450F28" w:rsidP="00A3046C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Realizar consejos de docentes para socializar los instrumentos de evaluación periódicamente</w:t>
            </w:r>
          </w:p>
          <w:p w:rsidR="00450F28" w:rsidRDefault="00450F28" w:rsidP="000306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Pr="003C37E3" w:rsidRDefault="00450F28" w:rsidP="000306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991" w:type="dxa"/>
          </w:tcPr>
          <w:p w:rsidR="00450F28" w:rsidRPr="003C37E3" w:rsidRDefault="00450F28" w:rsidP="00A3046C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Directivos y consejo directivo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450F28" w:rsidRPr="003C37E3" w:rsidRDefault="00450F28" w:rsidP="00A80E6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17 de enero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450F28" w:rsidRPr="003C37E3" w:rsidRDefault="00450F28" w:rsidP="00A80E6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Noviembre de 2011</w:t>
            </w:r>
          </w:p>
        </w:tc>
      </w:tr>
    </w:tbl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17016" w:type="dxa"/>
        <w:jc w:val="center"/>
        <w:tblLook w:val="00A0"/>
      </w:tblPr>
      <w:tblGrid>
        <w:gridCol w:w="2243"/>
        <w:gridCol w:w="4189"/>
        <w:gridCol w:w="1283"/>
        <w:gridCol w:w="3768"/>
        <w:gridCol w:w="5533"/>
      </w:tblGrid>
      <w:tr w:rsidR="00450F28" w:rsidRPr="003C37E3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163FC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163F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 xml:space="preserve">Directiva </w:t>
            </w:r>
          </w:p>
        </w:tc>
        <w:tc>
          <w:tcPr>
            <w:tcW w:w="1134" w:type="dxa"/>
            <w:vAlign w:val="bottom"/>
          </w:tcPr>
          <w:p w:rsidR="00450F28" w:rsidRPr="003C37E3" w:rsidRDefault="00450F28" w:rsidP="00163FC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163F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450F28" w:rsidRPr="003C37E3" w:rsidRDefault="00450F28" w:rsidP="00163F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258B">
              <w:rPr>
                <w:rFonts w:ascii="Arial" w:hAnsi="Arial" w:cs="Arial"/>
                <w:noProof/>
                <w:sz w:val="20"/>
                <w:szCs w:val="20"/>
                <w:lang w:eastAsia="es-ES"/>
              </w:rPr>
              <w:pict>
                <v:shape id="Imagen 3" o:spid="_x0000_i1027" type="#_x0000_t75" alt="logo gr.png" style="width:257.25pt;height:63.75pt;visibility:visible">
                  <v:imagedata r:id="rId7" o:title=""/>
                </v:shape>
              </w:pict>
            </w:r>
          </w:p>
        </w:tc>
      </w:tr>
      <w:tr w:rsidR="00450F28" w:rsidRPr="003C37E3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163FC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163F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Conocimiento y apropiación de direccionamiento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450F28" w:rsidRPr="003C37E3" w:rsidRDefault="00450F28" w:rsidP="00163F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0F28" w:rsidRPr="003C37E3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163FC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50F28" w:rsidRPr="003C37E3" w:rsidRDefault="00450F28" w:rsidP="00163F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450F28" w:rsidRPr="003C37E3" w:rsidRDefault="00450F28" w:rsidP="00163F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50F28" w:rsidRPr="003C37E3" w:rsidRDefault="00450F28" w:rsidP="00C60DBC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Ind w:w="-3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028"/>
        <w:gridCol w:w="2880"/>
        <w:gridCol w:w="2880"/>
        <w:gridCol w:w="2880"/>
        <w:gridCol w:w="2880"/>
        <w:gridCol w:w="1440"/>
        <w:gridCol w:w="1440"/>
      </w:tblGrid>
      <w:tr w:rsidR="00450F28" w:rsidRPr="003C37E3" w:rsidTr="00FF2372">
        <w:trPr>
          <w:jc w:val="center"/>
        </w:trPr>
        <w:tc>
          <w:tcPr>
            <w:tcW w:w="3028" w:type="dxa"/>
            <w:vMerge w:val="restart"/>
            <w:vAlign w:val="center"/>
          </w:tcPr>
          <w:p w:rsidR="00450F28" w:rsidRPr="003C37E3" w:rsidRDefault="00450F28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450F28" w:rsidRPr="003C37E3" w:rsidRDefault="00450F28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TIEMPO DE EJECUCIÓN</w:t>
            </w:r>
          </w:p>
        </w:tc>
      </w:tr>
      <w:tr w:rsidR="00450F28" w:rsidRPr="003C37E3" w:rsidTr="00FF2372">
        <w:trPr>
          <w:jc w:val="center"/>
        </w:trPr>
        <w:tc>
          <w:tcPr>
            <w:tcW w:w="3028" w:type="dxa"/>
            <w:vMerge/>
            <w:vAlign w:val="center"/>
          </w:tcPr>
          <w:p w:rsidR="00450F28" w:rsidRPr="003C37E3" w:rsidRDefault="00450F28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450F28" w:rsidRPr="003C37E3" w:rsidRDefault="00450F28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450F28" w:rsidRPr="003C37E3" w:rsidRDefault="00450F28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TERMINA</w:t>
            </w:r>
          </w:p>
        </w:tc>
      </w:tr>
      <w:tr w:rsidR="00450F28" w:rsidRPr="003C37E3" w:rsidTr="00FF2372">
        <w:trPr>
          <w:jc w:val="center"/>
        </w:trPr>
        <w:tc>
          <w:tcPr>
            <w:tcW w:w="3028" w:type="dxa"/>
          </w:tcPr>
          <w:p w:rsidR="00450F28" w:rsidRPr="003C37E3" w:rsidRDefault="00450F28" w:rsidP="00FF2372">
            <w:pPr>
              <w:numPr>
                <w:ilvl w:val="0"/>
                <w:numId w:val="4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Evaluar periódicamente los niveles de conocimiento, realizando acciones para apropiación del direccionamiento de la IE.</w:t>
            </w:r>
          </w:p>
        </w:tc>
        <w:tc>
          <w:tcPr>
            <w:tcW w:w="2880" w:type="dxa"/>
          </w:tcPr>
          <w:p w:rsidR="00450F28" w:rsidRPr="003C37E3" w:rsidRDefault="00450F28" w:rsidP="00B848D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Que en diciembre de 2011, en la comunidad educativa se evidencie el sentido de pertenencia por la I.E.</w:t>
            </w:r>
          </w:p>
        </w:tc>
        <w:tc>
          <w:tcPr>
            <w:tcW w:w="2880" w:type="dxa"/>
          </w:tcPr>
          <w:p w:rsidR="00450F28" w:rsidRPr="003C37E3" w:rsidRDefault="00450F28" w:rsidP="00A80E6E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Asistencia y participación activa máxima a las diferentes actividades que realiza la institución.</w:t>
            </w:r>
          </w:p>
          <w:p w:rsidR="00450F28" w:rsidRPr="003C37E3" w:rsidRDefault="00450F28" w:rsidP="00A80E6E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Integración de propósitos entre diferentes miembros de la C.E.</w:t>
            </w:r>
          </w:p>
        </w:tc>
        <w:tc>
          <w:tcPr>
            <w:tcW w:w="2880" w:type="dxa"/>
          </w:tcPr>
          <w:p w:rsidR="00450F28" w:rsidRPr="003C37E3" w:rsidRDefault="00450F28" w:rsidP="00917AB6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Divulgar a través de diferentes medios, el horizonte institucional entre los miembros de la comunidad educativa.</w:t>
            </w:r>
          </w:p>
          <w:p w:rsidR="00450F28" w:rsidRDefault="00450F28" w:rsidP="00917AB6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Realizar actividades de integración propiciando ambientes de trabajo favorables.</w:t>
            </w:r>
          </w:p>
          <w:p w:rsidR="00450F28" w:rsidRDefault="00450F28" w:rsidP="000306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Pr="003C37E3" w:rsidRDefault="00450F28" w:rsidP="000306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</w:tcPr>
          <w:p w:rsidR="00450F28" w:rsidRPr="003C37E3" w:rsidRDefault="00450F28" w:rsidP="00F03D0D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Directivos y consejo directivo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450F28" w:rsidRPr="003C37E3" w:rsidRDefault="00450F28" w:rsidP="004D5A4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17 de enero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450F28" w:rsidRPr="003C37E3" w:rsidRDefault="00450F28" w:rsidP="004D5A4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Noviembre de 2011</w:t>
            </w:r>
          </w:p>
        </w:tc>
      </w:tr>
    </w:tbl>
    <w:p w:rsidR="00450F28" w:rsidRPr="003C37E3" w:rsidRDefault="00450F28" w:rsidP="00C60DBC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17016" w:type="dxa"/>
        <w:jc w:val="center"/>
        <w:tblLook w:val="00A0"/>
      </w:tblPr>
      <w:tblGrid>
        <w:gridCol w:w="2243"/>
        <w:gridCol w:w="4189"/>
        <w:gridCol w:w="1283"/>
        <w:gridCol w:w="3768"/>
        <w:gridCol w:w="5533"/>
      </w:tblGrid>
      <w:tr w:rsidR="00450F28" w:rsidRPr="003C37E3" w:rsidTr="00FE7F37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 xml:space="preserve">Directiva </w:t>
            </w:r>
          </w:p>
        </w:tc>
        <w:tc>
          <w:tcPr>
            <w:tcW w:w="1134" w:type="dxa"/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258B">
              <w:rPr>
                <w:rFonts w:ascii="Arial" w:hAnsi="Arial" w:cs="Arial"/>
                <w:noProof/>
                <w:sz w:val="20"/>
                <w:szCs w:val="20"/>
                <w:lang w:eastAsia="es-ES"/>
              </w:rPr>
              <w:pict>
                <v:shape id="_x0000_i1028" type="#_x0000_t75" alt="logo gr.png" style="width:257.25pt;height:63.75pt;visibility:visible">
                  <v:imagedata r:id="rId7" o:title=""/>
                </v:shape>
              </w:pict>
            </w:r>
          </w:p>
        </w:tc>
      </w:tr>
      <w:tr w:rsidR="00450F28" w:rsidRPr="003C37E3" w:rsidTr="00FE7F37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Política de integración de personas con capacidades disímiles o diversidad cultural.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0F28" w:rsidRPr="003C37E3" w:rsidTr="00FE7F37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50F28" w:rsidRPr="003C37E3" w:rsidRDefault="00450F28" w:rsidP="00D163F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Ind w:w="-3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028"/>
        <w:gridCol w:w="2880"/>
        <w:gridCol w:w="2880"/>
        <w:gridCol w:w="2880"/>
        <w:gridCol w:w="2880"/>
        <w:gridCol w:w="1440"/>
        <w:gridCol w:w="1440"/>
      </w:tblGrid>
      <w:tr w:rsidR="00450F28" w:rsidRPr="003C37E3" w:rsidTr="00FE7F37">
        <w:trPr>
          <w:jc w:val="center"/>
        </w:trPr>
        <w:tc>
          <w:tcPr>
            <w:tcW w:w="3028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TIEMPO DE EJECUCIÓN</w:t>
            </w:r>
          </w:p>
        </w:tc>
      </w:tr>
      <w:tr w:rsidR="00450F28" w:rsidRPr="003C37E3" w:rsidTr="00FE7F37">
        <w:trPr>
          <w:jc w:val="center"/>
        </w:trPr>
        <w:tc>
          <w:tcPr>
            <w:tcW w:w="3028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TERMINA</w:t>
            </w:r>
          </w:p>
        </w:tc>
      </w:tr>
      <w:tr w:rsidR="00450F28" w:rsidRPr="003C37E3" w:rsidTr="00FE7F37">
        <w:trPr>
          <w:jc w:val="center"/>
        </w:trPr>
        <w:tc>
          <w:tcPr>
            <w:tcW w:w="3028" w:type="dxa"/>
          </w:tcPr>
          <w:p w:rsidR="00450F28" w:rsidRPr="003C37E3" w:rsidRDefault="00450F28" w:rsidP="00AC68F1">
            <w:pPr>
              <w:pStyle w:val="ListParagraph"/>
              <w:numPr>
                <w:ilvl w:val="0"/>
                <w:numId w:val="7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Definir en la misión, visión y principios institucionales, lo s ajustes pertinentes ala inclusión,</w:t>
            </w:r>
          </w:p>
        </w:tc>
        <w:tc>
          <w:tcPr>
            <w:tcW w:w="2880" w:type="dxa"/>
          </w:tcPr>
          <w:p w:rsidR="00450F28" w:rsidRPr="003C37E3" w:rsidRDefault="00450F28" w:rsidP="00AC68F1">
            <w:pPr>
              <w:pStyle w:val="ListParagraph"/>
              <w:numPr>
                <w:ilvl w:val="0"/>
                <w:numId w:val="7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En cada  período del año se hará un seguimiento continuo de los procesos  curriculares en los estudiantes incluidos.</w:t>
            </w:r>
          </w:p>
        </w:tc>
        <w:tc>
          <w:tcPr>
            <w:tcW w:w="2880" w:type="dxa"/>
          </w:tcPr>
          <w:p w:rsidR="00450F28" w:rsidRPr="003C37E3" w:rsidRDefault="00450F28" w:rsidP="00FE7F37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Existencia de las adaptaciones curriculares, estrategias y ajustes al proceso de inclusión.</w:t>
            </w:r>
          </w:p>
        </w:tc>
        <w:tc>
          <w:tcPr>
            <w:tcW w:w="2880" w:type="dxa"/>
          </w:tcPr>
          <w:p w:rsidR="00450F28" w:rsidRPr="003C37E3" w:rsidRDefault="00450F28" w:rsidP="00AC68F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Realizar talleres de conciencia y problemática real sobre la discapacidad a docentes del G.R.</w:t>
            </w:r>
          </w:p>
          <w:p w:rsidR="00450F28" w:rsidRDefault="00450F28" w:rsidP="00AC68F1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Abrir espacios para realizar las adaptaciones curriculares, con el equipo de apoyo de la institución, teniendo en cuenta cada una de las discapacidades.</w:t>
            </w:r>
          </w:p>
          <w:p w:rsidR="00450F28" w:rsidRDefault="00450F28" w:rsidP="000306ED">
            <w:pPr>
              <w:pStyle w:val="ListParagraph"/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Pr="003C37E3" w:rsidRDefault="00450F28" w:rsidP="000306ED">
            <w:pPr>
              <w:pStyle w:val="ListParagraph"/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</w:tcPr>
          <w:p w:rsidR="00450F28" w:rsidRPr="003C37E3" w:rsidRDefault="00450F28" w:rsidP="00AC68F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Directivos docentes.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17 de enero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Diciembre de 2011</w:t>
            </w:r>
          </w:p>
        </w:tc>
      </w:tr>
    </w:tbl>
    <w:p w:rsidR="00450F28" w:rsidRPr="003C37E3" w:rsidRDefault="00450F28" w:rsidP="00D163FE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D163FE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D163FE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D163FE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D163FE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D163FE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D163FE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D163FE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D163FE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D163FE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D163FE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D163FE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D163FE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D163FE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D163FE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D163FE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17016" w:type="dxa"/>
        <w:jc w:val="center"/>
        <w:tblLook w:val="00A0"/>
      </w:tblPr>
      <w:tblGrid>
        <w:gridCol w:w="2241"/>
        <w:gridCol w:w="4174"/>
        <w:gridCol w:w="1283"/>
        <w:gridCol w:w="3786"/>
        <w:gridCol w:w="5532"/>
      </w:tblGrid>
      <w:tr w:rsidR="00450F28" w:rsidRPr="003C37E3" w:rsidTr="00FE7F37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 xml:space="preserve">Directiva </w:t>
            </w:r>
          </w:p>
        </w:tc>
        <w:tc>
          <w:tcPr>
            <w:tcW w:w="1134" w:type="dxa"/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GESTION ESTRATEGICA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258B">
              <w:rPr>
                <w:rFonts w:ascii="Arial" w:hAnsi="Arial" w:cs="Arial"/>
                <w:noProof/>
                <w:sz w:val="20"/>
                <w:szCs w:val="20"/>
                <w:lang w:eastAsia="es-ES"/>
              </w:rPr>
              <w:pict>
                <v:shape id="_x0000_i1029" type="#_x0000_t75" alt="logo gr.png" style="width:257.25pt;height:63.75pt;visibility:visible">
                  <v:imagedata r:id="rId7" o:title=""/>
                </v:shape>
              </w:pict>
            </w:r>
          </w:p>
        </w:tc>
      </w:tr>
      <w:tr w:rsidR="00450F28" w:rsidRPr="003C37E3" w:rsidTr="00FE7F37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Articulación de planes, proyectos y acciones.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0F28" w:rsidRPr="003C37E3" w:rsidTr="00FE7F37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50F28" w:rsidRPr="003C37E3" w:rsidRDefault="00450F28" w:rsidP="00AC68F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Ind w:w="-3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028"/>
        <w:gridCol w:w="2880"/>
        <w:gridCol w:w="2880"/>
        <w:gridCol w:w="2880"/>
        <w:gridCol w:w="2880"/>
        <w:gridCol w:w="1440"/>
        <w:gridCol w:w="1440"/>
      </w:tblGrid>
      <w:tr w:rsidR="00450F28" w:rsidRPr="003C37E3" w:rsidTr="00FE7F37">
        <w:trPr>
          <w:jc w:val="center"/>
        </w:trPr>
        <w:tc>
          <w:tcPr>
            <w:tcW w:w="3028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TIEMPO DE EJECUCIÓN</w:t>
            </w:r>
          </w:p>
        </w:tc>
      </w:tr>
      <w:tr w:rsidR="00450F28" w:rsidRPr="003C37E3" w:rsidTr="00FE7F37">
        <w:trPr>
          <w:jc w:val="center"/>
        </w:trPr>
        <w:tc>
          <w:tcPr>
            <w:tcW w:w="3028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TERMINA</w:t>
            </w:r>
          </w:p>
        </w:tc>
      </w:tr>
      <w:tr w:rsidR="00450F28" w:rsidRPr="003C37E3" w:rsidTr="00FE7F37">
        <w:trPr>
          <w:jc w:val="center"/>
        </w:trPr>
        <w:tc>
          <w:tcPr>
            <w:tcW w:w="3028" w:type="dxa"/>
          </w:tcPr>
          <w:p w:rsidR="00450F28" w:rsidRDefault="00450F28" w:rsidP="00FE7F37">
            <w:pPr>
              <w:pStyle w:val="ListParagraph"/>
              <w:numPr>
                <w:ilvl w:val="0"/>
                <w:numId w:val="7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 xml:space="preserve">Evaluar periódicamente la articulación de los planes, proyectos y acciones, haciendo los ajustes necesarios, mediante trabajo en equipo en </w:t>
            </w:r>
            <w:smartTag w:uri="urn:schemas-microsoft-com:office:smarttags" w:element="PersonName">
              <w:smartTagPr>
                <w:attr w:name="ProductID" w:val="la IE."/>
              </w:smartTagPr>
              <w:r w:rsidRPr="003C37E3">
                <w:rPr>
                  <w:rFonts w:ascii="Arial" w:hAnsi="Arial" w:cs="Arial"/>
                  <w:sz w:val="20"/>
                  <w:szCs w:val="20"/>
                  <w:lang w:val="es-MX"/>
                </w:rPr>
                <w:t>la IE.</w:t>
              </w:r>
            </w:smartTag>
          </w:p>
          <w:p w:rsidR="00450F28" w:rsidRDefault="00450F28" w:rsidP="000306ED">
            <w:pPr>
              <w:pStyle w:val="ListParagraph"/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Pr="003C37E3" w:rsidRDefault="00450F28" w:rsidP="000306ED">
            <w:pPr>
              <w:pStyle w:val="ListParagraph"/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</w:tcPr>
          <w:p w:rsidR="00450F28" w:rsidRPr="003C37E3" w:rsidRDefault="00450F28" w:rsidP="00FE7F37">
            <w:pPr>
              <w:pStyle w:val="ListParagraph"/>
              <w:numPr>
                <w:ilvl w:val="0"/>
                <w:numId w:val="7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Recopilación de los planes, proyectos, acciones y ajustes hechos en el año.</w:t>
            </w:r>
          </w:p>
        </w:tc>
        <w:tc>
          <w:tcPr>
            <w:tcW w:w="2880" w:type="dxa"/>
          </w:tcPr>
          <w:p w:rsidR="00450F28" w:rsidRPr="003C37E3" w:rsidRDefault="00450F28" w:rsidP="00FE7F37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Existencia de un soporte que evidencie los planes, proyectos y acciones.</w:t>
            </w:r>
          </w:p>
        </w:tc>
        <w:tc>
          <w:tcPr>
            <w:tcW w:w="2880" w:type="dxa"/>
          </w:tcPr>
          <w:p w:rsidR="00450F28" w:rsidRPr="003C37E3" w:rsidRDefault="00450F28" w:rsidP="00FE7F37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Socialización periódica.</w:t>
            </w:r>
          </w:p>
        </w:tc>
        <w:tc>
          <w:tcPr>
            <w:tcW w:w="2880" w:type="dxa"/>
          </w:tcPr>
          <w:p w:rsidR="00450F28" w:rsidRPr="003C37E3" w:rsidRDefault="00450F28" w:rsidP="00FE7F37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Directivos docentes.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Enero 2011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Noviembre 2011</w:t>
            </w:r>
          </w:p>
        </w:tc>
      </w:tr>
    </w:tbl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17016" w:type="dxa"/>
        <w:jc w:val="center"/>
        <w:tblLook w:val="00A0"/>
      </w:tblPr>
      <w:tblGrid>
        <w:gridCol w:w="2243"/>
        <w:gridCol w:w="4189"/>
        <w:gridCol w:w="1283"/>
        <w:gridCol w:w="3768"/>
        <w:gridCol w:w="5533"/>
      </w:tblGrid>
      <w:tr w:rsidR="00450F28" w:rsidRPr="003C37E3" w:rsidTr="00FE7F37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 xml:space="preserve">Directiva </w:t>
            </w:r>
          </w:p>
        </w:tc>
        <w:tc>
          <w:tcPr>
            <w:tcW w:w="1134" w:type="dxa"/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258B">
              <w:rPr>
                <w:rFonts w:ascii="Arial" w:hAnsi="Arial" w:cs="Arial"/>
                <w:noProof/>
                <w:sz w:val="20"/>
                <w:szCs w:val="20"/>
                <w:lang w:eastAsia="es-ES"/>
              </w:rPr>
              <w:pict>
                <v:shape id="_x0000_i1030" type="#_x0000_t75" alt="logo gr.png" style="width:257.25pt;height:63.75pt;visibility:visible">
                  <v:imagedata r:id="rId7" o:title=""/>
                </v:shape>
              </w:pict>
            </w:r>
          </w:p>
        </w:tc>
      </w:tr>
      <w:tr w:rsidR="00450F28" w:rsidRPr="003C37E3" w:rsidTr="00FE7F37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Estrategia pedagógica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0F28" w:rsidRPr="003C37E3" w:rsidTr="00FE7F37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50F28" w:rsidRPr="003C37E3" w:rsidRDefault="00450F28" w:rsidP="00AC68F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Ind w:w="-3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028"/>
        <w:gridCol w:w="2880"/>
        <w:gridCol w:w="2880"/>
        <w:gridCol w:w="2880"/>
        <w:gridCol w:w="2880"/>
        <w:gridCol w:w="1440"/>
        <w:gridCol w:w="1440"/>
      </w:tblGrid>
      <w:tr w:rsidR="00450F28" w:rsidRPr="003C37E3" w:rsidTr="00FE7F37">
        <w:trPr>
          <w:jc w:val="center"/>
        </w:trPr>
        <w:tc>
          <w:tcPr>
            <w:tcW w:w="3028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TIEMPO DE EJECUCIÓN</w:t>
            </w:r>
          </w:p>
        </w:tc>
      </w:tr>
      <w:tr w:rsidR="00450F28" w:rsidRPr="003C37E3" w:rsidTr="00FE7F37">
        <w:trPr>
          <w:jc w:val="center"/>
        </w:trPr>
        <w:tc>
          <w:tcPr>
            <w:tcW w:w="3028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TERMINA</w:t>
            </w:r>
          </w:p>
        </w:tc>
      </w:tr>
      <w:tr w:rsidR="00450F28" w:rsidRPr="003C37E3" w:rsidTr="00FE7F37">
        <w:trPr>
          <w:jc w:val="center"/>
        </w:trPr>
        <w:tc>
          <w:tcPr>
            <w:tcW w:w="3028" w:type="dxa"/>
          </w:tcPr>
          <w:p w:rsidR="00450F28" w:rsidRPr="003C37E3" w:rsidRDefault="00450F28" w:rsidP="00FE7F37">
            <w:pPr>
              <w:pStyle w:val="ListParagraph"/>
              <w:numPr>
                <w:ilvl w:val="0"/>
                <w:numId w:val="7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Definir una estrategia pedagógica que sea articulada y coherente al a misión, visión y principios de la IE.</w:t>
            </w:r>
          </w:p>
        </w:tc>
        <w:tc>
          <w:tcPr>
            <w:tcW w:w="2880" w:type="dxa"/>
          </w:tcPr>
          <w:p w:rsidR="00450F28" w:rsidRPr="003C37E3" w:rsidRDefault="00450F28" w:rsidP="00FE7F37">
            <w:pPr>
              <w:pStyle w:val="ListParagraph"/>
              <w:numPr>
                <w:ilvl w:val="0"/>
                <w:numId w:val="7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Al finalizar el año se evaluará la apropiación de la estrategia pedagógica de las áreas.</w:t>
            </w:r>
          </w:p>
        </w:tc>
        <w:tc>
          <w:tcPr>
            <w:tcW w:w="2880" w:type="dxa"/>
          </w:tcPr>
          <w:p w:rsidR="00450F28" w:rsidRPr="003C37E3" w:rsidRDefault="00450F28" w:rsidP="00FE7F37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Evaluar los resultados obtenidos en la aplicación de la estrategia pedagógica.</w:t>
            </w:r>
          </w:p>
        </w:tc>
        <w:tc>
          <w:tcPr>
            <w:tcW w:w="2880" w:type="dxa"/>
          </w:tcPr>
          <w:p w:rsidR="00450F28" w:rsidRPr="003C37E3" w:rsidRDefault="00450F28" w:rsidP="00FE7F37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Socializar semestralmente la aplicación de la estrategia pedagógica institucional.</w:t>
            </w:r>
          </w:p>
          <w:p w:rsidR="00450F28" w:rsidRDefault="00450F28" w:rsidP="00FE7F37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Analizar los resultados pertinentes a la estrategia pedagógica.,</w:t>
            </w:r>
          </w:p>
          <w:p w:rsidR="00450F28" w:rsidRDefault="00450F28" w:rsidP="000306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Default="00450F28" w:rsidP="000306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Pr="003C37E3" w:rsidRDefault="00450F28" w:rsidP="000306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</w:tcPr>
          <w:p w:rsidR="00450F28" w:rsidRPr="003C37E3" w:rsidRDefault="00450F28" w:rsidP="00FE7F37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Directivos docentes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Enero 17 de 2011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Noviembre de 2011</w:t>
            </w:r>
          </w:p>
        </w:tc>
      </w:tr>
    </w:tbl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17016" w:type="dxa"/>
        <w:jc w:val="center"/>
        <w:tblLook w:val="00A0"/>
      </w:tblPr>
      <w:tblGrid>
        <w:gridCol w:w="2243"/>
        <w:gridCol w:w="4189"/>
        <w:gridCol w:w="1283"/>
        <w:gridCol w:w="3768"/>
        <w:gridCol w:w="5533"/>
      </w:tblGrid>
      <w:tr w:rsidR="00450F28" w:rsidRPr="003C37E3" w:rsidTr="00FE7F37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 xml:space="preserve">Directiva </w:t>
            </w:r>
          </w:p>
        </w:tc>
        <w:tc>
          <w:tcPr>
            <w:tcW w:w="1134" w:type="dxa"/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258B">
              <w:rPr>
                <w:rFonts w:ascii="Arial" w:hAnsi="Arial" w:cs="Arial"/>
                <w:noProof/>
                <w:sz w:val="20"/>
                <w:szCs w:val="20"/>
                <w:lang w:eastAsia="es-ES"/>
              </w:rPr>
              <w:pict>
                <v:shape id="_x0000_i1031" type="#_x0000_t75" alt="logo gr.png" style="width:257.25pt;height:63.75pt;visibility:visible">
                  <v:imagedata r:id="rId7" o:title=""/>
                </v:shape>
              </w:pict>
            </w:r>
          </w:p>
        </w:tc>
      </w:tr>
      <w:tr w:rsidR="00450F28" w:rsidRPr="003C37E3" w:rsidTr="00FE7F37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Uso de información interna y externa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0F28" w:rsidRPr="003C37E3" w:rsidTr="00FE7F37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50F28" w:rsidRPr="003C37E3" w:rsidRDefault="00450F28" w:rsidP="00AC68F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Ind w:w="-3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028"/>
        <w:gridCol w:w="2880"/>
        <w:gridCol w:w="2880"/>
        <w:gridCol w:w="2880"/>
        <w:gridCol w:w="2880"/>
        <w:gridCol w:w="1440"/>
        <w:gridCol w:w="1440"/>
      </w:tblGrid>
      <w:tr w:rsidR="00450F28" w:rsidRPr="003C37E3" w:rsidTr="00FE7F37">
        <w:trPr>
          <w:jc w:val="center"/>
        </w:trPr>
        <w:tc>
          <w:tcPr>
            <w:tcW w:w="3028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TIEMPO DE EJECUCIÓN</w:t>
            </w:r>
          </w:p>
        </w:tc>
      </w:tr>
      <w:tr w:rsidR="00450F28" w:rsidRPr="003C37E3" w:rsidTr="00FE7F37">
        <w:trPr>
          <w:jc w:val="center"/>
        </w:trPr>
        <w:tc>
          <w:tcPr>
            <w:tcW w:w="3028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TERMINA</w:t>
            </w:r>
          </w:p>
        </w:tc>
      </w:tr>
      <w:tr w:rsidR="00450F28" w:rsidRPr="003C37E3" w:rsidTr="00FE7F37">
        <w:trPr>
          <w:jc w:val="center"/>
        </w:trPr>
        <w:tc>
          <w:tcPr>
            <w:tcW w:w="3028" w:type="dxa"/>
          </w:tcPr>
          <w:p w:rsidR="00450F28" w:rsidRPr="003C37E3" w:rsidRDefault="00450F28" w:rsidP="00FE7F37">
            <w:pPr>
              <w:pStyle w:val="ListParagraph"/>
              <w:numPr>
                <w:ilvl w:val="0"/>
                <w:numId w:val="7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Sistematizar toda la información interna y externa disponible para evaluar los resultados, planes y trabajos pertinentes a la institución.</w:t>
            </w:r>
          </w:p>
        </w:tc>
        <w:tc>
          <w:tcPr>
            <w:tcW w:w="2880" w:type="dxa"/>
          </w:tcPr>
          <w:p w:rsidR="00450F28" w:rsidRPr="003C37E3" w:rsidRDefault="00450F28" w:rsidP="00FE7F37">
            <w:pPr>
              <w:pStyle w:val="ListParagraph"/>
              <w:numPr>
                <w:ilvl w:val="0"/>
                <w:numId w:val="7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Al finalizar el año escolar se recopilarán los resultados de los planes y trabajos.</w:t>
            </w:r>
          </w:p>
        </w:tc>
        <w:tc>
          <w:tcPr>
            <w:tcW w:w="2880" w:type="dxa"/>
          </w:tcPr>
          <w:p w:rsidR="00450F28" w:rsidRDefault="00450F28" w:rsidP="00FE7F37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Existencia de un archivo con los planes de trabajo, evaluaciones internas y externas correspondientes a la institución.</w:t>
            </w:r>
          </w:p>
          <w:p w:rsidR="00450F28" w:rsidRDefault="00450F28" w:rsidP="000306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Default="00450F28" w:rsidP="000306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Default="00450F28" w:rsidP="000306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Pr="003C37E3" w:rsidRDefault="00450F28" w:rsidP="000306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</w:tcPr>
          <w:p w:rsidR="00450F28" w:rsidRPr="003C37E3" w:rsidRDefault="00450F28" w:rsidP="00FE7F37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Socializar los resultados de las pruebas internas, externas y planes de trabajo.</w:t>
            </w:r>
          </w:p>
        </w:tc>
        <w:tc>
          <w:tcPr>
            <w:tcW w:w="2880" w:type="dxa"/>
          </w:tcPr>
          <w:p w:rsidR="00450F28" w:rsidRPr="003C37E3" w:rsidRDefault="00450F28" w:rsidP="00FE7F37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Directivos docentes.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enero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Noviembre de 2011</w:t>
            </w:r>
          </w:p>
        </w:tc>
      </w:tr>
    </w:tbl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17016" w:type="dxa"/>
        <w:jc w:val="center"/>
        <w:tblLook w:val="00A0"/>
      </w:tblPr>
      <w:tblGrid>
        <w:gridCol w:w="2243"/>
        <w:gridCol w:w="4189"/>
        <w:gridCol w:w="1283"/>
        <w:gridCol w:w="3768"/>
        <w:gridCol w:w="5533"/>
      </w:tblGrid>
      <w:tr w:rsidR="00450F28" w:rsidRPr="003C37E3" w:rsidTr="00FE7F37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 xml:space="preserve">Directiva </w:t>
            </w:r>
          </w:p>
        </w:tc>
        <w:tc>
          <w:tcPr>
            <w:tcW w:w="1134" w:type="dxa"/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258B">
              <w:rPr>
                <w:rFonts w:ascii="Arial" w:hAnsi="Arial" w:cs="Arial"/>
                <w:noProof/>
                <w:sz w:val="20"/>
                <w:szCs w:val="20"/>
                <w:lang w:eastAsia="es-ES"/>
              </w:rPr>
              <w:pict>
                <v:shape id="_x0000_i1032" type="#_x0000_t75" alt="logo gr.png" style="width:257.25pt;height:63.75pt;visibility:visible">
                  <v:imagedata r:id="rId7" o:title=""/>
                </v:shape>
              </w:pict>
            </w:r>
          </w:p>
        </w:tc>
      </w:tr>
      <w:tr w:rsidR="00450F28" w:rsidRPr="003C37E3" w:rsidTr="00FE7F37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Seguimiento y autoevaluación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0F28" w:rsidRPr="003C37E3" w:rsidTr="00FE7F37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50F28" w:rsidRPr="003C37E3" w:rsidRDefault="00450F28" w:rsidP="00AC68F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Ind w:w="-3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028"/>
        <w:gridCol w:w="2880"/>
        <w:gridCol w:w="2880"/>
        <w:gridCol w:w="2880"/>
        <w:gridCol w:w="2880"/>
        <w:gridCol w:w="1440"/>
        <w:gridCol w:w="1440"/>
      </w:tblGrid>
      <w:tr w:rsidR="00450F28" w:rsidRPr="003C37E3" w:rsidTr="00FE7F37">
        <w:trPr>
          <w:jc w:val="center"/>
        </w:trPr>
        <w:tc>
          <w:tcPr>
            <w:tcW w:w="3028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TIEMPO DE EJECUCIÓN</w:t>
            </w:r>
          </w:p>
        </w:tc>
      </w:tr>
      <w:tr w:rsidR="00450F28" w:rsidRPr="003C37E3" w:rsidTr="00FE7F37">
        <w:trPr>
          <w:jc w:val="center"/>
        </w:trPr>
        <w:tc>
          <w:tcPr>
            <w:tcW w:w="3028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TERMINA</w:t>
            </w:r>
          </w:p>
        </w:tc>
      </w:tr>
      <w:tr w:rsidR="00450F28" w:rsidRPr="003C37E3" w:rsidTr="00FE7F37">
        <w:trPr>
          <w:jc w:val="center"/>
        </w:trPr>
        <w:tc>
          <w:tcPr>
            <w:tcW w:w="3028" w:type="dxa"/>
          </w:tcPr>
          <w:p w:rsidR="00450F28" w:rsidRPr="003C37E3" w:rsidRDefault="00450F28" w:rsidP="00FE7F37">
            <w:pPr>
              <w:pStyle w:val="ListParagraph"/>
              <w:numPr>
                <w:ilvl w:val="0"/>
                <w:numId w:val="7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Revisar periódicamente los procedimientos e instrumentos establecidos, para realizar la autoevaluación integral.</w:t>
            </w:r>
          </w:p>
        </w:tc>
        <w:tc>
          <w:tcPr>
            <w:tcW w:w="2880" w:type="dxa"/>
          </w:tcPr>
          <w:p w:rsidR="00450F28" w:rsidRPr="003C37E3" w:rsidRDefault="00450F28" w:rsidP="00FE7F37">
            <w:pPr>
              <w:pStyle w:val="ListParagraph"/>
              <w:numPr>
                <w:ilvl w:val="0"/>
                <w:numId w:val="7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Periódicamente se recopilarán las evidencias de los seguimientos y autoevaluación.</w:t>
            </w:r>
          </w:p>
        </w:tc>
        <w:tc>
          <w:tcPr>
            <w:tcW w:w="2880" w:type="dxa"/>
          </w:tcPr>
          <w:p w:rsidR="00450F28" w:rsidRDefault="00450F28" w:rsidP="00FE7F37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Analizar y verificar la información de los seguimientos y autoevaluaciones de la comunidad educativa.</w:t>
            </w:r>
          </w:p>
          <w:p w:rsidR="00450F28" w:rsidRDefault="00450F28" w:rsidP="000306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Default="00450F28" w:rsidP="000306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Pr="003C37E3" w:rsidRDefault="00450F28" w:rsidP="000306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</w:tcPr>
          <w:p w:rsidR="00450F28" w:rsidRPr="003C37E3" w:rsidRDefault="00450F28" w:rsidP="00FE7F37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Socialización de los formularios de seguimiento y autoevaluación.</w:t>
            </w:r>
          </w:p>
        </w:tc>
        <w:tc>
          <w:tcPr>
            <w:tcW w:w="2880" w:type="dxa"/>
          </w:tcPr>
          <w:p w:rsidR="00450F28" w:rsidRPr="003C37E3" w:rsidRDefault="00450F28" w:rsidP="00FE7F37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Consejo directivo.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enero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Noviembre de 2011</w:t>
            </w:r>
          </w:p>
        </w:tc>
      </w:tr>
    </w:tbl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17016" w:type="dxa"/>
        <w:jc w:val="center"/>
        <w:tblLook w:val="00A0"/>
      </w:tblPr>
      <w:tblGrid>
        <w:gridCol w:w="2242"/>
        <w:gridCol w:w="4178"/>
        <w:gridCol w:w="1283"/>
        <w:gridCol w:w="3781"/>
        <w:gridCol w:w="5532"/>
      </w:tblGrid>
      <w:tr w:rsidR="00450F28" w:rsidRPr="003C37E3" w:rsidTr="00FE7F37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 xml:space="preserve">Directiva </w:t>
            </w:r>
          </w:p>
        </w:tc>
        <w:tc>
          <w:tcPr>
            <w:tcW w:w="1134" w:type="dxa"/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GOBIERNO ESCOLAR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258B">
              <w:rPr>
                <w:rFonts w:ascii="Arial" w:hAnsi="Arial" w:cs="Arial"/>
                <w:noProof/>
                <w:sz w:val="20"/>
                <w:szCs w:val="20"/>
                <w:lang w:eastAsia="es-ES"/>
              </w:rPr>
              <w:pict>
                <v:shape id="_x0000_i1033" type="#_x0000_t75" alt="logo gr.png" style="width:257.25pt;height:63.75pt;visibility:visible">
                  <v:imagedata r:id="rId7" o:title=""/>
                </v:shape>
              </w:pict>
            </w:r>
          </w:p>
        </w:tc>
      </w:tr>
      <w:tr w:rsidR="00450F28" w:rsidRPr="003C37E3" w:rsidTr="00FE7F37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Consejo directivo.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0F28" w:rsidRPr="003C37E3" w:rsidTr="00FE7F37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50F28" w:rsidRPr="003C37E3" w:rsidRDefault="00450F28" w:rsidP="00AC68F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Ind w:w="-3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028"/>
        <w:gridCol w:w="2880"/>
        <w:gridCol w:w="2880"/>
        <w:gridCol w:w="2880"/>
        <w:gridCol w:w="2880"/>
        <w:gridCol w:w="1440"/>
        <w:gridCol w:w="1440"/>
      </w:tblGrid>
      <w:tr w:rsidR="00450F28" w:rsidRPr="003C37E3" w:rsidTr="00FE7F37">
        <w:trPr>
          <w:jc w:val="center"/>
        </w:trPr>
        <w:tc>
          <w:tcPr>
            <w:tcW w:w="3028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TIEMPO DE EJECUCIÓN</w:t>
            </w:r>
          </w:p>
        </w:tc>
      </w:tr>
      <w:tr w:rsidR="00450F28" w:rsidRPr="003C37E3" w:rsidTr="00FE7F37">
        <w:trPr>
          <w:jc w:val="center"/>
        </w:trPr>
        <w:tc>
          <w:tcPr>
            <w:tcW w:w="3028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TERMINA</w:t>
            </w:r>
          </w:p>
        </w:tc>
      </w:tr>
      <w:tr w:rsidR="00450F28" w:rsidRPr="003C37E3" w:rsidTr="00FE7F37">
        <w:trPr>
          <w:jc w:val="center"/>
        </w:trPr>
        <w:tc>
          <w:tcPr>
            <w:tcW w:w="3028" w:type="dxa"/>
          </w:tcPr>
          <w:p w:rsidR="00450F28" w:rsidRDefault="00450F28" w:rsidP="00FE7F37">
            <w:pPr>
              <w:pStyle w:val="ListParagraph"/>
              <w:numPr>
                <w:ilvl w:val="0"/>
                <w:numId w:val="7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Reunirse periódicamente de acuerdo con un cronograma establecido y seccionar con el aporte activo de sus miembros y hacer un plan de trabajo sistemático que garantice su cumplimiento.</w:t>
            </w:r>
          </w:p>
          <w:p w:rsidR="00450F28" w:rsidRDefault="00450F28" w:rsidP="000306ED">
            <w:pPr>
              <w:pStyle w:val="ListParagraph"/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Default="00450F28" w:rsidP="000306ED">
            <w:pPr>
              <w:pStyle w:val="ListParagraph"/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Default="00450F28" w:rsidP="000306ED">
            <w:pPr>
              <w:pStyle w:val="ListParagraph"/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Pr="003C37E3" w:rsidRDefault="00450F28" w:rsidP="000306ED">
            <w:pPr>
              <w:pStyle w:val="ListParagraph"/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</w:tcPr>
          <w:p w:rsidR="00450F28" w:rsidRPr="003C37E3" w:rsidRDefault="00450F28" w:rsidP="00FE7F37">
            <w:pPr>
              <w:pStyle w:val="ListParagraph"/>
              <w:numPr>
                <w:ilvl w:val="0"/>
                <w:numId w:val="7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Cumplimiento del cronograma establecido por los miembros del consejo.</w:t>
            </w:r>
          </w:p>
        </w:tc>
        <w:tc>
          <w:tcPr>
            <w:tcW w:w="2880" w:type="dxa"/>
          </w:tcPr>
          <w:p w:rsidR="00450F28" w:rsidRPr="003C37E3" w:rsidRDefault="00450F28" w:rsidP="00FE7F37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Evidencia de las actas de cada reunión.</w:t>
            </w:r>
          </w:p>
        </w:tc>
        <w:tc>
          <w:tcPr>
            <w:tcW w:w="2880" w:type="dxa"/>
          </w:tcPr>
          <w:p w:rsidR="00450F28" w:rsidRPr="003C37E3" w:rsidRDefault="00450F28" w:rsidP="00FE7F37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Crear espacios de socialización de las actas elaboradas en el consejo directivo.</w:t>
            </w:r>
          </w:p>
        </w:tc>
        <w:tc>
          <w:tcPr>
            <w:tcW w:w="2880" w:type="dxa"/>
          </w:tcPr>
          <w:p w:rsidR="00450F28" w:rsidRPr="003C37E3" w:rsidRDefault="00450F28" w:rsidP="00FE7F37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Consejo directivo.</w:t>
            </w:r>
          </w:p>
          <w:p w:rsidR="00450F28" w:rsidRPr="003C37E3" w:rsidRDefault="00450F28" w:rsidP="00FE7F37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Docentes representantes.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enero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Noviembre de 2011</w:t>
            </w:r>
          </w:p>
        </w:tc>
      </w:tr>
    </w:tbl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17016" w:type="dxa"/>
        <w:jc w:val="center"/>
        <w:tblLook w:val="00A0"/>
      </w:tblPr>
      <w:tblGrid>
        <w:gridCol w:w="2243"/>
        <w:gridCol w:w="4189"/>
        <w:gridCol w:w="1283"/>
        <w:gridCol w:w="3768"/>
        <w:gridCol w:w="5533"/>
      </w:tblGrid>
      <w:tr w:rsidR="00450F28" w:rsidRPr="003C37E3" w:rsidTr="00FE7F37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 xml:space="preserve">Directiva </w:t>
            </w:r>
          </w:p>
        </w:tc>
        <w:tc>
          <w:tcPr>
            <w:tcW w:w="1134" w:type="dxa"/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258B">
              <w:rPr>
                <w:rFonts w:ascii="Arial" w:hAnsi="Arial" w:cs="Arial"/>
                <w:noProof/>
                <w:sz w:val="20"/>
                <w:szCs w:val="20"/>
                <w:lang w:eastAsia="es-ES"/>
              </w:rPr>
              <w:pict>
                <v:shape id="_x0000_i1034" type="#_x0000_t75" alt="logo gr.png" style="width:257.25pt;height:63.75pt;visibility:visible">
                  <v:imagedata r:id="rId7" o:title=""/>
                </v:shape>
              </w:pict>
            </w:r>
          </w:p>
        </w:tc>
      </w:tr>
      <w:tr w:rsidR="00450F28" w:rsidRPr="003C37E3" w:rsidTr="00FE7F37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Consejo estudiantil.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0F28" w:rsidRPr="003C37E3" w:rsidTr="00FE7F37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50F28" w:rsidRPr="003C37E3" w:rsidRDefault="00450F28" w:rsidP="00AC68F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Ind w:w="-3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028"/>
        <w:gridCol w:w="2880"/>
        <w:gridCol w:w="2880"/>
        <w:gridCol w:w="2880"/>
        <w:gridCol w:w="2880"/>
        <w:gridCol w:w="1440"/>
        <w:gridCol w:w="1440"/>
      </w:tblGrid>
      <w:tr w:rsidR="00450F28" w:rsidRPr="003C37E3" w:rsidTr="00FE7F37">
        <w:trPr>
          <w:jc w:val="center"/>
        </w:trPr>
        <w:tc>
          <w:tcPr>
            <w:tcW w:w="3028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TIEMPO DE EJECUCIÓN</w:t>
            </w:r>
          </w:p>
        </w:tc>
      </w:tr>
      <w:tr w:rsidR="00450F28" w:rsidRPr="003C37E3" w:rsidTr="00FE7F37">
        <w:trPr>
          <w:jc w:val="center"/>
        </w:trPr>
        <w:tc>
          <w:tcPr>
            <w:tcW w:w="3028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TERMINA</w:t>
            </w:r>
          </w:p>
        </w:tc>
      </w:tr>
      <w:tr w:rsidR="00450F28" w:rsidRPr="003C37E3" w:rsidTr="00FE7F37">
        <w:trPr>
          <w:jc w:val="center"/>
        </w:trPr>
        <w:tc>
          <w:tcPr>
            <w:tcW w:w="3028" w:type="dxa"/>
          </w:tcPr>
          <w:p w:rsidR="00450F28" w:rsidRDefault="00450F28" w:rsidP="00FE7F37">
            <w:pPr>
              <w:pStyle w:val="ListParagraph"/>
              <w:numPr>
                <w:ilvl w:val="0"/>
                <w:numId w:val="7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 xml:space="preserve">Reunirse periódicamente con todos l0s miembros activos para evaluar los resultados de sus acciones y decisiones para el fortalecimiento de su trabajo en </w:t>
            </w:r>
            <w:smartTag w:uri="urn:schemas-microsoft-com:office:smarttags" w:element="PersonName">
              <w:smartTagPr>
                <w:attr w:name="ProductID" w:val="la IE."/>
              </w:smartTagPr>
              <w:r w:rsidRPr="003C37E3">
                <w:rPr>
                  <w:rFonts w:ascii="Arial" w:hAnsi="Arial" w:cs="Arial"/>
                  <w:sz w:val="20"/>
                  <w:szCs w:val="20"/>
                  <w:lang w:val="es-MX"/>
                </w:rPr>
                <w:t>la IE.</w:t>
              </w:r>
            </w:smartTag>
          </w:p>
          <w:p w:rsidR="00450F28" w:rsidRDefault="00450F28" w:rsidP="000306ED">
            <w:pPr>
              <w:pStyle w:val="ListParagraph"/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Pr="003C37E3" w:rsidRDefault="00450F28" w:rsidP="000306ED">
            <w:pPr>
              <w:pStyle w:val="ListParagraph"/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</w:tcPr>
          <w:p w:rsidR="00450F28" w:rsidRPr="003C37E3" w:rsidRDefault="00450F28" w:rsidP="00FE7F37">
            <w:pPr>
              <w:pStyle w:val="ListParagraph"/>
              <w:numPr>
                <w:ilvl w:val="0"/>
                <w:numId w:val="7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Al finalizar el año se evaluará la gestión realizada por el consejo estudiantil.</w:t>
            </w:r>
          </w:p>
        </w:tc>
        <w:tc>
          <w:tcPr>
            <w:tcW w:w="2880" w:type="dxa"/>
          </w:tcPr>
          <w:p w:rsidR="00450F28" w:rsidRPr="003C37E3" w:rsidRDefault="00450F28" w:rsidP="00FE7F37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Existencia de actas y archivos de lo realizado</w:t>
            </w:r>
          </w:p>
        </w:tc>
        <w:tc>
          <w:tcPr>
            <w:tcW w:w="2880" w:type="dxa"/>
          </w:tcPr>
          <w:p w:rsidR="00450F28" w:rsidRPr="003C37E3" w:rsidRDefault="00450F28" w:rsidP="00FE7F37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Crear espacios para socializar los resultados del consejo estudiantil en sus acciones</w:t>
            </w:r>
          </w:p>
        </w:tc>
        <w:tc>
          <w:tcPr>
            <w:tcW w:w="2880" w:type="dxa"/>
          </w:tcPr>
          <w:p w:rsidR="00450F28" w:rsidRPr="003C37E3" w:rsidRDefault="00450F28" w:rsidP="00FE7F37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Comunidad educativa.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enero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Noviembre de 2011</w:t>
            </w:r>
          </w:p>
        </w:tc>
      </w:tr>
    </w:tbl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17016" w:type="dxa"/>
        <w:jc w:val="center"/>
        <w:tblLook w:val="00A0"/>
      </w:tblPr>
      <w:tblGrid>
        <w:gridCol w:w="2243"/>
        <w:gridCol w:w="4189"/>
        <w:gridCol w:w="1283"/>
        <w:gridCol w:w="3768"/>
        <w:gridCol w:w="5533"/>
      </w:tblGrid>
      <w:tr w:rsidR="00450F28" w:rsidRPr="003C37E3" w:rsidTr="00FE7F37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 xml:space="preserve">Directiva </w:t>
            </w:r>
          </w:p>
        </w:tc>
        <w:tc>
          <w:tcPr>
            <w:tcW w:w="1134" w:type="dxa"/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258B">
              <w:rPr>
                <w:rFonts w:ascii="Arial" w:hAnsi="Arial" w:cs="Arial"/>
                <w:noProof/>
                <w:sz w:val="20"/>
                <w:szCs w:val="20"/>
                <w:lang w:eastAsia="es-ES"/>
              </w:rPr>
              <w:pict>
                <v:shape id="_x0000_i1035" type="#_x0000_t75" alt="logo gr.png" style="width:257.25pt;height:63.75pt;visibility:visible">
                  <v:imagedata r:id="rId7" o:title=""/>
                </v:shape>
              </w:pict>
            </w:r>
          </w:p>
        </w:tc>
      </w:tr>
      <w:tr w:rsidR="00450F28" w:rsidRPr="003C37E3" w:rsidTr="00FE7F37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D5684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Personero estudiantil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0F28" w:rsidRPr="003C37E3" w:rsidTr="00FE7F37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50F28" w:rsidRPr="003C37E3" w:rsidRDefault="00450F28" w:rsidP="00AC68F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Ind w:w="-3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028"/>
        <w:gridCol w:w="2880"/>
        <w:gridCol w:w="2880"/>
        <w:gridCol w:w="2880"/>
        <w:gridCol w:w="2880"/>
        <w:gridCol w:w="1440"/>
        <w:gridCol w:w="1440"/>
      </w:tblGrid>
      <w:tr w:rsidR="00450F28" w:rsidRPr="003C37E3" w:rsidTr="00FE7F37">
        <w:trPr>
          <w:jc w:val="center"/>
        </w:trPr>
        <w:tc>
          <w:tcPr>
            <w:tcW w:w="3028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TIEMPO DE EJECUCIÓN</w:t>
            </w:r>
          </w:p>
        </w:tc>
      </w:tr>
      <w:tr w:rsidR="00450F28" w:rsidRPr="003C37E3" w:rsidTr="00FE7F37">
        <w:trPr>
          <w:jc w:val="center"/>
        </w:trPr>
        <w:tc>
          <w:tcPr>
            <w:tcW w:w="3028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TERMINA</w:t>
            </w:r>
          </w:p>
        </w:tc>
      </w:tr>
      <w:tr w:rsidR="00450F28" w:rsidRPr="003C37E3" w:rsidTr="00FE7F37">
        <w:trPr>
          <w:jc w:val="center"/>
        </w:trPr>
        <w:tc>
          <w:tcPr>
            <w:tcW w:w="3028" w:type="dxa"/>
          </w:tcPr>
          <w:p w:rsidR="00450F28" w:rsidRDefault="00450F28" w:rsidP="00FE7F37">
            <w:pPr>
              <w:pStyle w:val="ListParagraph"/>
              <w:numPr>
                <w:ilvl w:val="0"/>
                <w:numId w:val="7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Evaluar el impacto de la labor del personero en mejoras de sus procesos de elección y participación de los estudiantes.</w:t>
            </w:r>
          </w:p>
          <w:p w:rsidR="00450F28" w:rsidRDefault="00450F28" w:rsidP="000306ED">
            <w:pPr>
              <w:pStyle w:val="ListParagraph"/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Default="00450F28" w:rsidP="000306ED">
            <w:pPr>
              <w:pStyle w:val="ListParagraph"/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Pr="003C37E3" w:rsidRDefault="00450F28" w:rsidP="000306ED">
            <w:pPr>
              <w:pStyle w:val="ListParagraph"/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</w:tcPr>
          <w:p w:rsidR="00450F28" w:rsidRPr="003C37E3" w:rsidRDefault="00450F28" w:rsidP="00FE7F37">
            <w:pPr>
              <w:pStyle w:val="ListParagraph"/>
              <w:numPr>
                <w:ilvl w:val="0"/>
                <w:numId w:val="7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Periódicamente se revisarán los proyectos planteados por el personero para el cumplimiento oportuno.</w:t>
            </w:r>
          </w:p>
        </w:tc>
        <w:tc>
          <w:tcPr>
            <w:tcW w:w="2880" w:type="dxa"/>
          </w:tcPr>
          <w:p w:rsidR="00450F28" w:rsidRPr="003C37E3" w:rsidRDefault="00450F28" w:rsidP="00FE7F37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Existencia de actas y proyectos que evidencie la ejecución de la propuesta.</w:t>
            </w:r>
          </w:p>
        </w:tc>
        <w:tc>
          <w:tcPr>
            <w:tcW w:w="2880" w:type="dxa"/>
          </w:tcPr>
          <w:p w:rsidR="00450F28" w:rsidRPr="003C37E3" w:rsidRDefault="00450F28" w:rsidP="00FE7F37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Crear espacios con docentes y estudiantes para conocer y ejecutar el plan e trabajo.</w:t>
            </w:r>
          </w:p>
        </w:tc>
        <w:tc>
          <w:tcPr>
            <w:tcW w:w="2880" w:type="dxa"/>
          </w:tcPr>
          <w:p w:rsidR="00450F28" w:rsidRPr="003C37E3" w:rsidRDefault="00450F28" w:rsidP="00FE7F37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Personero estudiantil.</w:t>
            </w:r>
          </w:p>
          <w:p w:rsidR="00450F28" w:rsidRPr="003C37E3" w:rsidRDefault="00450F28" w:rsidP="00FE7F37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Directivos docentes.</w:t>
            </w:r>
          </w:p>
          <w:p w:rsidR="00450F28" w:rsidRPr="003C37E3" w:rsidRDefault="00450F28" w:rsidP="00FE7F37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docentes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marzo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Noviembre de 2011</w:t>
            </w:r>
          </w:p>
        </w:tc>
      </w:tr>
    </w:tbl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17016" w:type="dxa"/>
        <w:jc w:val="center"/>
        <w:tblLook w:val="00A0"/>
      </w:tblPr>
      <w:tblGrid>
        <w:gridCol w:w="2243"/>
        <w:gridCol w:w="4189"/>
        <w:gridCol w:w="1283"/>
        <w:gridCol w:w="3768"/>
        <w:gridCol w:w="5533"/>
      </w:tblGrid>
      <w:tr w:rsidR="00450F28" w:rsidRPr="003C37E3" w:rsidTr="00FE7F37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 xml:space="preserve">Directiva </w:t>
            </w:r>
          </w:p>
        </w:tc>
        <w:tc>
          <w:tcPr>
            <w:tcW w:w="1134" w:type="dxa"/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258B">
              <w:rPr>
                <w:rFonts w:ascii="Arial" w:hAnsi="Arial" w:cs="Arial"/>
                <w:noProof/>
                <w:sz w:val="20"/>
                <w:szCs w:val="20"/>
                <w:lang w:eastAsia="es-ES"/>
              </w:rPr>
              <w:pict>
                <v:shape id="_x0000_i1036" type="#_x0000_t75" alt="logo gr.png" style="width:257.25pt;height:63.75pt;visibility:visible">
                  <v:imagedata r:id="rId7" o:title=""/>
                </v:shape>
              </w:pict>
            </w:r>
          </w:p>
        </w:tc>
      </w:tr>
      <w:tr w:rsidR="00450F28" w:rsidRPr="003C37E3" w:rsidTr="00FE7F37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Asamblea de padres de familia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0F28" w:rsidRPr="003C37E3" w:rsidTr="00FE7F37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50F28" w:rsidRPr="003C37E3" w:rsidRDefault="00450F28" w:rsidP="00AC68F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Ind w:w="-3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028"/>
        <w:gridCol w:w="2880"/>
        <w:gridCol w:w="2880"/>
        <w:gridCol w:w="2880"/>
        <w:gridCol w:w="2880"/>
        <w:gridCol w:w="1440"/>
        <w:gridCol w:w="1440"/>
      </w:tblGrid>
      <w:tr w:rsidR="00450F28" w:rsidRPr="003C37E3" w:rsidTr="00FE7F37">
        <w:trPr>
          <w:jc w:val="center"/>
        </w:trPr>
        <w:tc>
          <w:tcPr>
            <w:tcW w:w="3028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TIEMPO DE EJECUCIÓN</w:t>
            </w:r>
          </w:p>
        </w:tc>
      </w:tr>
      <w:tr w:rsidR="00450F28" w:rsidRPr="003C37E3" w:rsidTr="00FE7F37">
        <w:trPr>
          <w:jc w:val="center"/>
        </w:trPr>
        <w:tc>
          <w:tcPr>
            <w:tcW w:w="3028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TERMINA</w:t>
            </w:r>
          </w:p>
        </w:tc>
      </w:tr>
      <w:tr w:rsidR="00450F28" w:rsidRPr="003C37E3" w:rsidTr="00FE7F37">
        <w:trPr>
          <w:jc w:val="center"/>
        </w:trPr>
        <w:tc>
          <w:tcPr>
            <w:tcW w:w="3028" w:type="dxa"/>
          </w:tcPr>
          <w:p w:rsidR="00450F28" w:rsidRDefault="00450F28" w:rsidP="00FE7F37">
            <w:pPr>
              <w:pStyle w:val="ListParagraph"/>
              <w:numPr>
                <w:ilvl w:val="0"/>
                <w:numId w:val="7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reunir periódicamente la asamblea de padres de familia, para evaluar resultados, acciones y toma de decisiones para el fortalecimiento de su trabajo.</w:t>
            </w:r>
          </w:p>
          <w:p w:rsidR="00450F28" w:rsidRDefault="00450F28" w:rsidP="000306ED">
            <w:pPr>
              <w:pStyle w:val="ListParagraph"/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Default="00450F28" w:rsidP="000306ED">
            <w:pPr>
              <w:pStyle w:val="ListParagraph"/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Pr="003C37E3" w:rsidRDefault="00450F28" w:rsidP="000306ED">
            <w:pPr>
              <w:pStyle w:val="ListParagraph"/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</w:tcPr>
          <w:p w:rsidR="00450F28" w:rsidRPr="003C37E3" w:rsidRDefault="00450F28" w:rsidP="00FE7F37">
            <w:pPr>
              <w:pStyle w:val="ListParagraph"/>
              <w:numPr>
                <w:ilvl w:val="0"/>
                <w:numId w:val="7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Durante el año escolar se recopilarán informes y resultados del plan de trabajo establecido por la asamblea de padres.</w:t>
            </w:r>
          </w:p>
        </w:tc>
        <w:tc>
          <w:tcPr>
            <w:tcW w:w="2880" w:type="dxa"/>
          </w:tcPr>
          <w:p w:rsidR="00450F28" w:rsidRPr="003C37E3" w:rsidRDefault="00450F28" w:rsidP="00FE7F37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Evaluar los resultados obtenidos por la asamblea de padres en su plan de trabajo.</w:t>
            </w:r>
          </w:p>
        </w:tc>
        <w:tc>
          <w:tcPr>
            <w:tcW w:w="2880" w:type="dxa"/>
          </w:tcPr>
          <w:p w:rsidR="00450F28" w:rsidRPr="003C37E3" w:rsidRDefault="00450F28" w:rsidP="00FE7F37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Socialización de actas sobre el plan de trabajo.</w:t>
            </w:r>
          </w:p>
          <w:p w:rsidR="00450F28" w:rsidRPr="003C37E3" w:rsidRDefault="00450F28" w:rsidP="00FE7F37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Participación de la comunidad educativa en su plan de trabajo.</w:t>
            </w:r>
          </w:p>
        </w:tc>
        <w:tc>
          <w:tcPr>
            <w:tcW w:w="2880" w:type="dxa"/>
          </w:tcPr>
          <w:p w:rsidR="00450F28" w:rsidRPr="003C37E3" w:rsidRDefault="00450F28" w:rsidP="00FE7F37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Asamblea de padres de familia.</w:t>
            </w:r>
          </w:p>
          <w:p w:rsidR="00450F28" w:rsidRPr="003C37E3" w:rsidRDefault="00450F28" w:rsidP="00FE7F37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docentes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enero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Noviembre de 2011</w:t>
            </w:r>
          </w:p>
        </w:tc>
      </w:tr>
    </w:tbl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17016" w:type="dxa"/>
        <w:jc w:val="center"/>
        <w:tblLook w:val="00A0"/>
      </w:tblPr>
      <w:tblGrid>
        <w:gridCol w:w="2243"/>
        <w:gridCol w:w="4189"/>
        <w:gridCol w:w="1283"/>
        <w:gridCol w:w="3768"/>
        <w:gridCol w:w="5533"/>
      </w:tblGrid>
      <w:tr w:rsidR="00450F28" w:rsidRPr="003C37E3" w:rsidTr="00FE7F37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 xml:space="preserve">Directiva </w:t>
            </w:r>
          </w:p>
        </w:tc>
        <w:tc>
          <w:tcPr>
            <w:tcW w:w="1134" w:type="dxa"/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258B">
              <w:rPr>
                <w:rFonts w:ascii="Arial" w:hAnsi="Arial" w:cs="Arial"/>
                <w:noProof/>
                <w:sz w:val="20"/>
                <w:szCs w:val="20"/>
                <w:lang w:eastAsia="es-ES"/>
              </w:rPr>
              <w:pict>
                <v:shape id="_x0000_i1037" type="#_x0000_t75" alt="logo gr.png" style="width:257.25pt;height:63.75pt;visibility:visible">
                  <v:imagedata r:id="rId7" o:title=""/>
                </v:shape>
              </w:pict>
            </w:r>
          </w:p>
        </w:tc>
      </w:tr>
      <w:tr w:rsidR="00450F28" w:rsidRPr="003C37E3" w:rsidTr="00FE7F37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Consejo de padres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0F28" w:rsidRPr="003C37E3" w:rsidTr="00FE7F37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50F28" w:rsidRPr="003C37E3" w:rsidRDefault="00450F28" w:rsidP="00AC68F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Ind w:w="-3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028"/>
        <w:gridCol w:w="2880"/>
        <w:gridCol w:w="2880"/>
        <w:gridCol w:w="2880"/>
        <w:gridCol w:w="2880"/>
        <w:gridCol w:w="1440"/>
        <w:gridCol w:w="1440"/>
      </w:tblGrid>
      <w:tr w:rsidR="00450F28" w:rsidRPr="003C37E3" w:rsidTr="00FE7F37">
        <w:trPr>
          <w:jc w:val="center"/>
        </w:trPr>
        <w:tc>
          <w:tcPr>
            <w:tcW w:w="3028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TIEMPO DE EJECUCIÓN</w:t>
            </w:r>
          </w:p>
        </w:tc>
      </w:tr>
      <w:tr w:rsidR="00450F28" w:rsidRPr="003C37E3" w:rsidTr="00FE7F37">
        <w:trPr>
          <w:jc w:val="center"/>
        </w:trPr>
        <w:tc>
          <w:tcPr>
            <w:tcW w:w="3028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TERMINA</w:t>
            </w:r>
          </w:p>
        </w:tc>
      </w:tr>
      <w:tr w:rsidR="00450F28" w:rsidRPr="003C37E3" w:rsidTr="00FE7F37">
        <w:trPr>
          <w:jc w:val="center"/>
        </w:trPr>
        <w:tc>
          <w:tcPr>
            <w:tcW w:w="3028" w:type="dxa"/>
          </w:tcPr>
          <w:p w:rsidR="00450F28" w:rsidRDefault="00450F28" w:rsidP="00FE7F37">
            <w:pPr>
              <w:pStyle w:val="ListParagraph"/>
              <w:numPr>
                <w:ilvl w:val="0"/>
                <w:numId w:val="7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reunir periódicamente el consejo de padres para evaluar resultados, acciones y toma de decisiones, para el fortalecimiento de su trabajo.</w:t>
            </w:r>
          </w:p>
          <w:p w:rsidR="00450F28" w:rsidRDefault="00450F28" w:rsidP="000306ED">
            <w:pPr>
              <w:pStyle w:val="ListParagraph"/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Default="00450F28" w:rsidP="000306ED">
            <w:pPr>
              <w:pStyle w:val="ListParagraph"/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Default="00450F28" w:rsidP="000306ED">
            <w:pPr>
              <w:pStyle w:val="ListParagraph"/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Pr="003C37E3" w:rsidRDefault="00450F28" w:rsidP="000306ED">
            <w:pPr>
              <w:pStyle w:val="ListParagraph"/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</w:tcPr>
          <w:p w:rsidR="00450F28" w:rsidRPr="003C37E3" w:rsidRDefault="00450F28" w:rsidP="00D033FF">
            <w:pPr>
              <w:pStyle w:val="ListParagraph"/>
              <w:numPr>
                <w:ilvl w:val="0"/>
                <w:numId w:val="7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Durante el año escolar se recopilarán informes y resultados del plan de trabajo establecido por el consejo de padres.</w:t>
            </w:r>
          </w:p>
        </w:tc>
        <w:tc>
          <w:tcPr>
            <w:tcW w:w="2880" w:type="dxa"/>
          </w:tcPr>
          <w:p w:rsidR="00450F28" w:rsidRPr="003C37E3" w:rsidRDefault="00450F28" w:rsidP="00D033FF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Evaluar los resultados obtenidos por el sonsejo de padres en su plan de trabajo.</w:t>
            </w:r>
          </w:p>
        </w:tc>
        <w:tc>
          <w:tcPr>
            <w:tcW w:w="2880" w:type="dxa"/>
          </w:tcPr>
          <w:p w:rsidR="00450F28" w:rsidRPr="003C37E3" w:rsidRDefault="00450F28" w:rsidP="00FE7F37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Socialización de actas sobre el plan de trabajo.</w:t>
            </w:r>
          </w:p>
          <w:p w:rsidR="00450F28" w:rsidRPr="003C37E3" w:rsidRDefault="00450F28" w:rsidP="00FE7F37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Participación de la comunidad educativa en su plan de trabajo.</w:t>
            </w:r>
          </w:p>
        </w:tc>
        <w:tc>
          <w:tcPr>
            <w:tcW w:w="2880" w:type="dxa"/>
          </w:tcPr>
          <w:p w:rsidR="00450F28" w:rsidRPr="003C37E3" w:rsidRDefault="00450F28" w:rsidP="00FE7F37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Consejo de padres de familia.</w:t>
            </w:r>
          </w:p>
          <w:p w:rsidR="00450F28" w:rsidRPr="003C37E3" w:rsidRDefault="00450F28" w:rsidP="00FE7F37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Docentes</w:t>
            </w:r>
          </w:p>
          <w:p w:rsidR="00450F28" w:rsidRPr="003C37E3" w:rsidRDefault="00450F28" w:rsidP="00FE7F37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Comunidad educativa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enero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Noviembre de 2011</w:t>
            </w:r>
          </w:p>
        </w:tc>
      </w:tr>
    </w:tbl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17016" w:type="dxa"/>
        <w:jc w:val="center"/>
        <w:tblLook w:val="00A0"/>
      </w:tblPr>
      <w:tblGrid>
        <w:gridCol w:w="2241"/>
        <w:gridCol w:w="4173"/>
        <w:gridCol w:w="1283"/>
        <w:gridCol w:w="3787"/>
        <w:gridCol w:w="5532"/>
      </w:tblGrid>
      <w:tr w:rsidR="00450F28" w:rsidRPr="003C37E3" w:rsidTr="00FE7F37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 xml:space="preserve">Directiva </w:t>
            </w:r>
          </w:p>
        </w:tc>
        <w:tc>
          <w:tcPr>
            <w:tcW w:w="1134" w:type="dxa"/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CULTURA INSTITUCIONAL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258B">
              <w:rPr>
                <w:rFonts w:ascii="Arial" w:hAnsi="Arial" w:cs="Arial"/>
                <w:noProof/>
                <w:sz w:val="20"/>
                <w:szCs w:val="20"/>
                <w:lang w:eastAsia="es-ES"/>
              </w:rPr>
              <w:pict>
                <v:shape id="_x0000_i1038" type="#_x0000_t75" alt="logo gr.png" style="width:257.25pt;height:63.75pt;visibility:visible">
                  <v:imagedata r:id="rId7" o:title=""/>
                </v:shape>
              </w:pict>
            </w:r>
          </w:p>
        </w:tc>
      </w:tr>
      <w:tr w:rsidR="00450F28" w:rsidRPr="003C37E3" w:rsidTr="00FE7F37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Mecanismos de Comunicación -  reconocimiento de logros  - divulgación de buenas prácticas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0F28" w:rsidRPr="003C37E3" w:rsidTr="00FE7F37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Mecanismos de comunicación – reconocimiento de logros – identificación y divulgación de buenas prácticas pedagógicas.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50F28" w:rsidRPr="003C37E3" w:rsidRDefault="00450F28" w:rsidP="00AC68F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Ind w:w="-3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68"/>
        <w:gridCol w:w="2254"/>
        <w:gridCol w:w="406"/>
        <w:gridCol w:w="2880"/>
        <w:gridCol w:w="967"/>
        <w:gridCol w:w="1312"/>
        <w:gridCol w:w="601"/>
        <w:gridCol w:w="2880"/>
        <w:gridCol w:w="180"/>
        <w:gridCol w:w="2700"/>
        <w:gridCol w:w="1440"/>
        <w:gridCol w:w="1396"/>
        <w:gridCol w:w="44"/>
      </w:tblGrid>
      <w:tr w:rsidR="00450F28" w:rsidRPr="003C37E3" w:rsidTr="00F44F85">
        <w:trPr>
          <w:jc w:val="center"/>
        </w:trPr>
        <w:tc>
          <w:tcPr>
            <w:tcW w:w="3028" w:type="dxa"/>
            <w:gridSpan w:val="3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META</w:t>
            </w:r>
          </w:p>
        </w:tc>
        <w:tc>
          <w:tcPr>
            <w:tcW w:w="2880" w:type="dxa"/>
            <w:gridSpan w:val="3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ACCIONES</w:t>
            </w:r>
          </w:p>
        </w:tc>
        <w:tc>
          <w:tcPr>
            <w:tcW w:w="2880" w:type="dxa"/>
            <w:gridSpan w:val="2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RESPONSABLE(S)</w:t>
            </w:r>
          </w:p>
        </w:tc>
        <w:tc>
          <w:tcPr>
            <w:tcW w:w="2880" w:type="dxa"/>
            <w:gridSpan w:val="3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TIEMPO DE EJECUCIÓN</w:t>
            </w:r>
          </w:p>
        </w:tc>
      </w:tr>
      <w:tr w:rsidR="00450F28" w:rsidRPr="003C37E3" w:rsidTr="00F44F85">
        <w:trPr>
          <w:jc w:val="center"/>
        </w:trPr>
        <w:tc>
          <w:tcPr>
            <w:tcW w:w="3028" w:type="dxa"/>
            <w:gridSpan w:val="3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gridSpan w:val="3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gridSpan w:val="2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INICIA</w:t>
            </w:r>
          </w:p>
        </w:tc>
        <w:tc>
          <w:tcPr>
            <w:tcW w:w="1440" w:type="dxa"/>
            <w:gridSpan w:val="2"/>
            <w:tcBorders>
              <w:left w:val="single" w:sz="4" w:space="0" w:color="auto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TERMINA</w:t>
            </w:r>
          </w:p>
        </w:tc>
      </w:tr>
      <w:tr w:rsidR="00450F28" w:rsidRPr="003C37E3" w:rsidTr="00F44F85">
        <w:trPr>
          <w:jc w:val="center"/>
        </w:trPr>
        <w:tc>
          <w:tcPr>
            <w:tcW w:w="3028" w:type="dxa"/>
            <w:gridSpan w:val="3"/>
          </w:tcPr>
          <w:p w:rsidR="00450F28" w:rsidRPr="003C37E3" w:rsidRDefault="00450F28" w:rsidP="00FE7F37">
            <w:pPr>
              <w:pStyle w:val="ListParagraph"/>
              <w:numPr>
                <w:ilvl w:val="0"/>
                <w:numId w:val="7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Mejorar niveles de comunicación.</w:t>
            </w:r>
          </w:p>
        </w:tc>
        <w:tc>
          <w:tcPr>
            <w:tcW w:w="2880" w:type="dxa"/>
          </w:tcPr>
          <w:p w:rsidR="00450F28" w:rsidRDefault="00450F28" w:rsidP="00FE7F37">
            <w:pPr>
              <w:pStyle w:val="ListParagraph"/>
              <w:numPr>
                <w:ilvl w:val="0"/>
                <w:numId w:val="7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Dar uso satisfactorio de canales de comunicación, correos, teléfonos, emisora, informe escrito.</w:t>
            </w:r>
          </w:p>
          <w:p w:rsidR="00450F28" w:rsidRPr="003C37E3" w:rsidRDefault="00450F28" w:rsidP="00B0454D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gridSpan w:val="3"/>
          </w:tcPr>
          <w:p w:rsidR="00450F28" w:rsidRPr="003C37E3" w:rsidRDefault="00450F28" w:rsidP="00FE7F37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Organizar la cartelera de reconocimiento.</w:t>
            </w:r>
          </w:p>
        </w:tc>
        <w:tc>
          <w:tcPr>
            <w:tcW w:w="2880" w:type="dxa"/>
          </w:tcPr>
          <w:p w:rsidR="00450F28" w:rsidRPr="003C37E3" w:rsidRDefault="00450F28" w:rsidP="00FE7F37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Optimizar canales de información.</w:t>
            </w:r>
          </w:p>
        </w:tc>
        <w:tc>
          <w:tcPr>
            <w:tcW w:w="2880" w:type="dxa"/>
            <w:gridSpan w:val="2"/>
          </w:tcPr>
          <w:p w:rsidR="00450F28" w:rsidRPr="003C37E3" w:rsidRDefault="00450F28" w:rsidP="00FE7F37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Todos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febrero</w:t>
            </w:r>
          </w:p>
        </w:tc>
        <w:tc>
          <w:tcPr>
            <w:tcW w:w="1440" w:type="dxa"/>
            <w:gridSpan w:val="2"/>
            <w:tcBorders>
              <w:left w:val="single" w:sz="4" w:space="0" w:color="auto"/>
            </w:tcBorders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Diciembre de 2011</w:t>
            </w:r>
          </w:p>
        </w:tc>
      </w:tr>
      <w:tr w:rsidR="00450F28" w:rsidRPr="003C37E3" w:rsidTr="00F44F85">
        <w:trPr>
          <w:jc w:val="center"/>
        </w:trPr>
        <w:tc>
          <w:tcPr>
            <w:tcW w:w="3028" w:type="dxa"/>
            <w:gridSpan w:val="3"/>
          </w:tcPr>
          <w:p w:rsidR="00450F28" w:rsidRPr="003C37E3" w:rsidRDefault="00450F28" w:rsidP="00FE7F37">
            <w:pPr>
              <w:pStyle w:val="ListParagraph"/>
              <w:numPr>
                <w:ilvl w:val="0"/>
                <w:numId w:val="7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Evaluar periódicamente el reconocimiento de estímulos a docentes y alumnos.</w:t>
            </w:r>
          </w:p>
        </w:tc>
        <w:tc>
          <w:tcPr>
            <w:tcW w:w="2880" w:type="dxa"/>
          </w:tcPr>
          <w:p w:rsidR="00450F28" w:rsidRPr="003C37E3" w:rsidRDefault="00450F28" w:rsidP="00FE7F37">
            <w:pPr>
              <w:pStyle w:val="ListParagraph"/>
              <w:numPr>
                <w:ilvl w:val="0"/>
                <w:numId w:val="7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Reconocer en cada período a alumnos destacados a nivel académico.</w:t>
            </w:r>
          </w:p>
        </w:tc>
        <w:tc>
          <w:tcPr>
            <w:tcW w:w="2880" w:type="dxa"/>
            <w:gridSpan w:val="3"/>
          </w:tcPr>
          <w:p w:rsidR="00450F28" w:rsidRPr="003C37E3" w:rsidRDefault="00450F28" w:rsidP="00FE7F37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Publicar en cartelera los resultados de los estudiantes merecedores de cada estímulo.</w:t>
            </w:r>
          </w:p>
        </w:tc>
        <w:tc>
          <w:tcPr>
            <w:tcW w:w="2880" w:type="dxa"/>
          </w:tcPr>
          <w:p w:rsidR="00450F28" w:rsidRPr="003C37E3" w:rsidRDefault="00450F28" w:rsidP="00FE7F37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Reconocer el personal.</w:t>
            </w:r>
          </w:p>
          <w:p w:rsidR="00450F28" w:rsidRDefault="00450F28" w:rsidP="00FE7F37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Divulgar por medio de medios personales y escritos como: periódico, cartelera, emisora,  a los merecedores de tale estímulos.</w:t>
            </w:r>
          </w:p>
          <w:p w:rsidR="00450F28" w:rsidRPr="003C37E3" w:rsidRDefault="00450F28" w:rsidP="00B0454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gridSpan w:val="2"/>
          </w:tcPr>
          <w:p w:rsidR="00450F28" w:rsidRPr="003C37E3" w:rsidRDefault="00450F28" w:rsidP="00FE7F37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todos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marzo</w:t>
            </w:r>
          </w:p>
        </w:tc>
        <w:tc>
          <w:tcPr>
            <w:tcW w:w="1440" w:type="dxa"/>
            <w:gridSpan w:val="2"/>
            <w:tcBorders>
              <w:left w:val="single" w:sz="4" w:space="0" w:color="auto"/>
            </w:tcBorders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Diciembre de 2011</w:t>
            </w:r>
          </w:p>
        </w:tc>
      </w:tr>
      <w:tr w:rsidR="00450F28" w:rsidRPr="003C37E3" w:rsidTr="00F44F85">
        <w:trPr>
          <w:jc w:val="center"/>
        </w:trPr>
        <w:tc>
          <w:tcPr>
            <w:tcW w:w="3028" w:type="dxa"/>
            <w:gridSpan w:val="3"/>
          </w:tcPr>
          <w:p w:rsidR="00450F28" w:rsidRPr="003C37E3" w:rsidRDefault="00450F28" w:rsidP="00FE7F37">
            <w:pPr>
              <w:pStyle w:val="ListParagraph"/>
              <w:numPr>
                <w:ilvl w:val="0"/>
                <w:numId w:val="7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Evaluar periódicamente el impacto social de las prácticas pedagógicas y culturales.</w:t>
            </w:r>
          </w:p>
        </w:tc>
        <w:tc>
          <w:tcPr>
            <w:tcW w:w="2880" w:type="dxa"/>
          </w:tcPr>
          <w:p w:rsidR="00450F28" w:rsidRPr="003C37E3" w:rsidRDefault="00450F28" w:rsidP="00FE7F37">
            <w:pPr>
              <w:pStyle w:val="ListParagraph"/>
              <w:numPr>
                <w:ilvl w:val="0"/>
                <w:numId w:val="7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Realizar tres actividades  donde se muestre a la comunidad el trabajo pedagógico de la IE.</w:t>
            </w:r>
          </w:p>
          <w:p w:rsidR="00450F28" w:rsidRPr="003C37E3" w:rsidRDefault="00450F28" w:rsidP="00FE7F37">
            <w:pPr>
              <w:pStyle w:val="ListParagraph"/>
              <w:numPr>
                <w:ilvl w:val="0"/>
                <w:numId w:val="7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Proponer desde cada área una muestra pedagógica.</w:t>
            </w:r>
          </w:p>
        </w:tc>
        <w:tc>
          <w:tcPr>
            <w:tcW w:w="2880" w:type="dxa"/>
            <w:gridSpan w:val="3"/>
          </w:tcPr>
          <w:p w:rsidR="00450F28" w:rsidRPr="003C37E3" w:rsidRDefault="00450F28" w:rsidP="00FE7F37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Evaluar al final del año los procesos y resultados de dichas prácticas.</w:t>
            </w:r>
          </w:p>
        </w:tc>
        <w:tc>
          <w:tcPr>
            <w:tcW w:w="2880" w:type="dxa"/>
          </w:tcPr>
          <w:p w:rsidR="00450F28" w:rsidRPr="003C37E3" w:rsidRDefault="00450F28" w:rsidP="00FE7F37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Realizar un cronograma.</w:t>
            </w:r>
          </w:p>
          <w:p w:rsidR="00450F28" w:rsidRPr="003C37E3" w:rsidRDefault="00450F28" w:rsidP="00FE7F37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Planear fechas de muestras pedagógicas.</w:t>
            </w:r>
          </w:p>
          <w:p w:rsidR="00450F28" w:rsidRDefault="00450F28" w:rsidP="00FE7F37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Realización de las muestras pedagógicas propuestas desde cada área.</w:t>
            </w:r>
          </w:p>
          <w:p w:rsidR="00450F28" w:rsidRDefault="00450F28" w:rsidP="000306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Default="00450F28" w:rsidP="000306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Default="00450F28" w:rsidP="000306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Default="00450F28" w:rsidP="000306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Default="00450F28" w:rsidP="000306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Default="00450F28" w:rsidP="000306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Pr="003C37E3" w:rsidRDefault="00450F28" w:rsidP="000306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gridSpan w:val="2"/>
          </w:tcPr>
          <w:p w:rsidR="00450F28" w:rsidRPr="003C37E3" w:rsidRDefault="00450F28" w:rsidP="00FE7F37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Todos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abril</w:t>
            </w:r>
          </w:p>
        </w:tc>
        <w:tc>
          <w:tcPr>
            <w:tcW w:w="1440" w:type="dxa"/>
            <w:gridSpan w:val="2"/>
            <w:tcBorders>
              <w:left w:val="single" w:sz="4" w:space="0" w:color="auto"/>
            </w:tcBorders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Diciembre de 2011</w:t>
            </w:r>
          </w:p>
        </w:tc>
      </w:tr>
      <w:tr w:rsidR="00450F28" w:rsidRPr="003C37E3" w:rsidTr="000306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68" w:type="dxa"/>
          <w:wAfter w:w="44" w:type="dxa"/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AREA DE GESTIÓN:</w:t>
            </w:r>
          </w:p>
        </w:tc>
        <w:tc>
          <w:tcPr>
            <w:tcW w:w="4253" w:type="dxa"/>
            <w:gridSpan w:val="3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 xml:space="preserve">Directiva </w:t>
            </w:r>
          </w:p>
        </w:tc>
        <w:tc>
          <w:tcPr>
            <w:tcW w:w="1312" w:type="dxa"/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PROCESO:</w:t>
            </w:r>
          </w:p>
        </w:tc>
        <w:tc>
          <w:tcPr>
            <w:tcW w:w="3661" w:type="dxa"/>
            <w:gridSpan w:val="3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CLIMA ESCOLAR</w:t>
            </w:r>
          </w:p>
        </w:tc>
        <w:tc>
          <w:tcPr>
            <w:tcW w:w="5536" w:type="dxa"/>
            <w:gridSpan w:val="3"/>
            <w:vMerge w:val="restart"/>
            <w:tcBorders>
              <w:left w:val="nil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258B">
              <w:rPr>
                <w:rFonts w:ascii="Arial" w:hAnsi="Arial" w:cs="Arial"/>
                <w:noProof/>
                <w:sz w:val="20"/>
                <w:szCs w:val="20"/>
                <w:lang w:eastAsia="es-ES"/>
              </w:rPr>
              <w:pict>
                <v:shape id="_x0000_i1039" type="#_x0000_t75" alt="logo gr.png" style="width:257.25pt;height:63.75pt;visibility:visible">
                  <v:imagedata r:id="rId7" o:title=""/>
                </v:shape>
              </w:pict>
            </w:r>
          </w:p>
        </w:tc>
      </w:tr>
      <w:tr w:rsidR="00450F28" w:rsidRPr="003C37E3" w:rsidTr="00F44F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68" w:type="dxa"/>
          <w:wAfter w:w="44" w:type="dxa"/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COMPONENTE:</w:t>
            </w:r>
          </w:p>
        </w:tc>
        <w:tc>
          <w:tcPr>
            <w:tcW w:w="9226" w:type="dxa"/>
            <w:gridSpan w:val="7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Ambiente físico</w:t>
            </w:r>
          </w:p>
        </w:tc>
        <w:tc>
          <w:tcPr>
            <w:tcW w:w="5536" w:type="dxa"/>
            <w:gridSpan w:val="3"/>
            <w:vMerge/>
            <w:tcBorders>
              <w:left w:val="nil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0F28" w:rsidRPr="003C37E3" w:rsidTr="00F44F8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368" w:type="dxa"/>
          <w:wAfter w:w="44" w:type="dxa"/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SITUACIÓN A MEJORAR:</w:t>
            </w:r>
          </w:p>
        </w:tc>
        <w:tc>
          <w:tcPr>
            <w:tcW w:w="9226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Mejorar el ambiente físico</w:t>
            </w:r>
          </w:p>
        </w:tc>
        <w:tc>
          <w:tcPr>
            <w:tcW w:w="5536" w:type="dxa"/>
            <w:gridSpan w:val="3"/>
            <w:vMerge/>
            <w:tcBorders>
              <w:left w:val="nil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50F28" w:rsidRDefault="00450F28" w:rsidP="00AC68F1">
      <w:pPr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Ind w:w="-3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028"/>
        <w:gridCol w:w="2880"/>
        <w:gridCol w:w="2880"/>
        <w:gridCol w:w="2880"/>
        <w:gridCol w:w="2880"/>
        <w:gridCol w:w="1440"/>
        <w:gridCol w:w="1440"/>
      </w:tblGrid>
      <w:tr w:rsidR="00450F28" w:rsidRPr="003C37E3" w:rsidTr="00FE7F37">
        <w:trPr>
          <w:jc w:val="center"/>
        </w:trPr>
        <w:tc>
          <w:tcPr>
            <w:tcW w:w="3028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TIEMPO DE EJECUCIÓN</w:t>
            </w:r>
          </w:p>
        </w:tc>
      </w:tr>
      <w:tr w:rsidR="00450F28" w:rsidRPr="003C37E3" w:rsidTr="00FE7F37">
        <w:trPr>
          <w:jc w:val="center"/>
        </w:trPr>
        <w:tc>
          <w:tcPr>
            <w:tcW w:w="3028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TERMINA</w:t>
            </w:r>
          </w:p>
        </w:tc>
      </w:tr>
      <w:tr w:rsidR="00450F28" w:rsidRPr="003C37E3" w:rsidTr="00FE7F37">
        <w:trPr>
          <w:jc w:val="center"/>
        </w:trPr>
        <w:tc>
          <w:tcPr>
            <w:tcW w:w="3028" w:type="dxa"/>
          </w:tcPr>
          <w:p w:rsidR="00450F28" w:rsidRDefault="00450F28" w:rsidP="00FE7F37">
            <w:pPr>
              <w:pStyle w:val="ListParagraph"/>
              <w:numPr>
                <w:ilvl w:val="0"/>
                <w:numId w:val="7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Implementar una estrategia que permita el desarrollo de un plan para la adecuación de los espacios.</w:t>
            </w:r>
          </w:p>
          <w:p w:rsidR="00450F28" w:rsidRDefault="00450F28" w:rsidP="000306ED">
            <w:pPr>
              <w:pStyle w:val="ListParagraph"/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Default="00450F28" w:rsidP="000306ED">
            <w:pPr>
              <w:pStyle w:val="ListParagraph"/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Pr="003C37E3" w:rsidRDefault="00450F28" w:rsidP="000306ED">
            <w:pPr>
              <w:pStyle w:val="ListParagraph"/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</w:tcPr>
          <w:p w:rsidR="00450F28" w:rsidRPr="003C37E3" w:rsidRDefault="00450F28" w:rsidP="00FE7F37">
            <w:pPr>
              <w:pStyle w:val="ListParagraph"/>
              <w:numPr>
                <w:ilvl w:val="0"/>
                <w:numId w:val="7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Realizar un plan para la adecuación de los espacios.</w:t>
            </w:r>
          </w:p>
        </w:tc>
        <w:tc>
          <w:tcPr>
            <w:tcW w:w="2880" w:type="dxa"/>
          </w:tcPr>
          <w:p w:rsidR="00450F28" w:rsidRDefault="00450F28" w:rsidP="00FE7F37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Acondicionamiento de los espacios con que cuente, manteniéndolas limpias y ordenadas y con la dotación requerida.</w:t>
            </w:r>
          </w:p>
          <w:p w:rsidR="00450F28" w:rsidRDefault="00450F28" w:rsidP="00D131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Pr="003C37E3" w:rsidRDefault="00450F28" w:rsidP="00D131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</w:tcPr>
          <w:p w:rsidR="00450F28" w:rsidRPr="003C37E3" w:rsidRDefault="00450F28" w:rsidP="00FE7F37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Hacer un</w:t>
            </w: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 xml:space="preserve"> plan de organización de los espacios y necesidades de dotación, amarrado al presupuesto institucional.</w:t>
            </w:r>
          </w:p>
        </w:tc>
        <w:tc>
          <w:tcPr>
            <w:tcW w:w="2880" w:type="dxa"/>
          </w:tcPr>
          <w:p w:rsidR="00450F28" w:rsidRPr="003C37E3" w:rsidRDefault="00450F28" w:rsidP="00FE7F37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Consejo directivo.</w:t>
            </w:r>
          </w:p>
          <w:p w:rsidR="00450F28" w:rsidRPr="003C37E3" w:rsidRDefault="00450F28" w:rsidP="00FE7F37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Consejo académico.</w:t>
            </w:r>
          </w:p>
          <w:p w:rsidR="00450F28" w:rsidRPr="003C37E3" w:rsidRDefault="00450F28" w:rsidP="00FE7F37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Docentes.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Febrero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diciembre</w:t>
            </w:r>
          </w:p>
        </w:tc>
      </w:tr>
    </w:tbl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17016" w:type="dxa"/>
        <w:jc w:val="center"/>
        <w:tblLook w:val="00A0"/>
      </w:tblPr>
      <w:tblGrid>
        <w:gridCol w:w="2243"/>
        <w:gridCol w:w="4189"/>
        <w:gridCol w:w="1283"/>
        <w:gridCol w:w="3768"/>
        <w:gridCol w:w="5533"/>
      </w:tblGrid>
      <w:tr w:rsidR="00450F28" w:rsidRPr="003C37E3" w:rsidTr="00FE7F37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 xml:space="preserve">Directiva </w:t>
            </w:r>
          </w:p>
        </w:tc>
        <w:tc>
          <w:tcPr>
            <w:tcW w:w="1134" w:type="dxa"/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258B">
              <w:rPr>
                <w:rFonts w:ascii="Arial" w:hAnsi="Arial" w:cs="Arial"/>
                <w:noProof/>
                <w:sz w:val="20"/>
                <w:szCs w:val="20"/>
                <w:lang w:eastAsia="es-ES"/>
              </w:rPr>
              <w:pict>
                <v:shape id="_x0000_i1040" type="#_x0000_t75" alt="logo gr.png" style="width:257.25pt;height:63.75pt;visibility:visible">
                  <v:imagedata r:id="rId7" o:title=""/>
                </v:shape>
              </w:pict>
            </w:r>
          </w:p>
        </w:tc>
      </w:tr>
      <w:tr w:rsidR="00450F28" w:rsidRPr="003C37E3" w:rsidTr="00FE7F37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2F1AA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Política de integración de personas con capacidades disímiles o motivación hacia el arte cultural.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0F28" w:rsidRPr="003C37E3" w:rsidTr="00FE7F37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Incentivar el entusiasmo deseos de aprender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50F28" w:rsidRPr="003C37E3" w:rsidRDefault="00450F28" w:rsidP="00AC68F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Ind w:w="-3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028"/>
        <w:gridCol w:w="2880"/>
        <w:gridCol w:w="2880"/>
        <w:gridCol w:w="2880"/>
        <w:gridCol w:w="2880"/>
        <w:gridCol w:w="1440"/>
        <w:gridCol w:w="1440"/>
      </w:tblGrid>
      <w:tr w:rsidR="00450F28" w:rsidRPr="003C37E3" w:rsidTr="00FE7F37">
        <w:trPr>
          <w:jc w:val="center"/>
        </w:trPr>
        <w:tc>
          <w:tcPr>
            <w:tcW w:w="3028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TIEMPO DE EJECUCIÓN</w:t>
            </w:r>
          </w:p>
        </w:tc>
      </w:tr>
      <w:tr w:rsidR="00450F28" w:rsidRPr="003C37E3" w:rsidTr="00FE7F37">
        <w:trPr>
          <w:jc w:val="center"/>
        </w:trPr>
        <w:tc>
          <w:tcPr>
            <w:tcW w:w="3028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TERMINA</w:t>
            </w:r>
          </w:p>
        </w:tc>
      </w:tr>
      <w:tr w:rsidR="00450F28" w:rsidRPr="003C37E3" w:rsidTr="00FE7F37">
        <w:trPr>
          <w:jc w:val="center"/>
        </w:trPr>
        <w:tc>
          <w:tcPr>
            <w:tcW w:w="3028" w:type="dxa"/>
          </w:tcPr>
          <w:p w:rsidR="00450F28" w:rsidRPr="003C37E3" w:rsidRDefault="00450F28" w:rsidP="00FE7F37">
            <w:pPr>
              <w:pStyle w:val="ListParagraph"/>
              <w:numPr>
                <w:ilvl w:val="0"/>
                <w:numId w:val="7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Incrementar el número de estudiantes que tienen entusiasmo y deseo de aprender.</w:t>
            </w:r>
          </w:p>
        </w:tc>
        <w:tc>
          <w:tcPr>
            <w:tcW w:w="2880" w:type="dxa"/>
          </w:tcPr>
          <w:p w:rsidR="00450F28" w:rsidRPr="003C37E3" w:rsidRDefault="00450F28" w:rsidP="003B560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La IE contará con la mayoría de estudiantes motivados hacia el aprendizaje.</w:t>
            </w:r>
          </w:p>
        </w:tc>
        <w:tc>
          <w:tcPr>
            <w:tcW w:w="2880" w:type="dxa"/>
          </w:tcPr>
          <w:p w:rsidR="00450F28" w:rsidRPr="003C37E3" w:rsidRDefault="00450F28" w:rsidP="00FE7F37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En todas las sedes educativas se observa el entusiasmo y elevada motivación hacia el aprendizaje.</w:t>
            </w:r>
          </w:p>
        </w:tc>
        <w:tc>
          <w:tcPr>
            <w:tcW w:w="2880" w:type="dxa"/>
          </w:tcPr>
          <w:p w:rsidR="00450F28" w:rsidRDefault="00450F28" w:rsidP="00FE7F37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Diseñar e implementar un modelo pedagógico, que permita incrementar el entusiasmo y los deseos de aprender de los estudiantes.</w:t>
            </w:r>
          </w:p>
          <w:p w:rsidR="00450F28" w:rsidRDefault="00450F28" w:rsidP="00D131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Default="00450F28" w:rsidP="00D131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Pr="003C37E3" w:rsidRDefault="00450F28" w:rsidP="00D131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</w:tcPr>
          <w:p w:rsidR="00450F28" w:rsidRPr="003C37E3" w:rsidRDefault="00450F28" w:rsidP="00FE7F37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Comunidad educativa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febrero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diciembre</w:t>
            </w:r>
          </w:p>
        </w:tc>
      </w:tr>
    </w:tbl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17016" w:type="dxa"/>
        <w:jc w:val="center"/>
        <w:tblLook w:val="00A0"/>
      </w:tblPr>
      <w:tblGrid>
        <w:gridCol w:w="2243"/>
        <w:gridCol w:w="4189"/>
        <w:gridCol w:w="1283"/>
        <w:gridCol w:w="3768"/>
        <w:gridCol w:w="5533"/>
      </w:tblGrid>
      <w:tr w:rsidR="00450F28" w:rsidRPr="003C37E3" w:rsidTr="00FE7F37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 xml:space="preserve">Directiva </w:t>
            </w:r>
          </w:p>
        </w:tc>
        <w:tc>
          <w:tcPr>
            <w:tcW w:w="1134" w:type="dxa"/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258B">
              <w:rPr>
                <w:rFonts w:ascii="Arial" w:hAnsi="Arial" w:cs="Arial"/>
                <w:noProof/>
                <w:sz w:val="20"/>
                <w:szCs w:val="20"/>
                <w:lang w:eastAsia="es-ES"/>
              </w:rPr>
              <w:pict>
                <v:shape id="_x0000_i1041" type="#_x0000_t75" alt="logo gr.png" style="width:257.25pt;height:63.75pt;visibility:visible">
                  <v:imagedata r:id="rId7" o:title=""/>
                </v:shape>
              </w:pict>
            </w:r>
          </w:p>
        </w:tc>
      </w:tr>
      <w:tr w:rsidR="00450F28" w:rsidRPr="003C37E3" w:rsidTr="00FE7F37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Bienestar del alumnado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0F28" w:rsidRPr="003C37E3" w:rsidTr="009D0BFC">
        <w:trPr>
          <w:trHeight w:val="449"/>
          <w:jc w:val="center"/>
        </w:trPr>
        <w:tc>
          <w:tcPr>
            <w:tcW w:w="2254" w:type="dxa"/>
            <w:vAlign w:val="center"/>
          </w:tcPr>
          <w:p w:rsidR="00450F28" w:rsidRPr="003C37E3" w:rsidRDefault="00450F28" w:rsidP="009D0BF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0F28" w:rsidRPr="003C37E3" w:rsidRDefault="00450F28" w:rsidP="009D0BF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Organizar un programa completo y adecuado, para los estudiantes con más necesidades, con apoyo de otras entidades de la comunidad.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50F28" w:rsidRPr="003C37E3" w:rsidRDefault="00450F28" w:rsidP="00AC68F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Ind w:w="-3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028"/>
        <w:gridCol w:w="2880"/>
        <w:gridCol w:w="2880"/>
        <w:gridCol w:w="2880"/>
        <w:gridCol w:w="2880"/>
        <w:gridCol w:w="1440"/>
        <w:gridCol w:w="1440"/>
      </w:tblGrid>
      <w:tr w:rsidR="00450F28" w:rsidRPr="003C37E3" w:rsidTr="00FE7F37">
        <w:trPr>
          <w:jc w:val="center"/>
        </w:trPr>
        <w:tc>
          <w:tcPr>
            <w:tcW w:w="3028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TIEMPO DE EJECUCIÓN</w:t>
            </w:r>
          </w:p>
        </w:tc>
      </w:tr>
      <w:tr w:rsidR="00450F28" w:rsidRPr="003C37E3" w:rsidTr="00FE7F37">
        <w:trPr>
          <w:jc w:val="center"/>
        </w:trPr>
        <w:tc>
          <w:tcPr>
            <w:tcW w:w="3028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TERMINA</w:t>
            </w:r>
          </w:p>
        </w:tc>
      </w:tr>
      <w:tr w:rsidR="00450F28" w:rsidRPr="003C37E3" w:rsidTr="00FE7F37">
        <w:trPr>
          <w:jc w:val="center"/>
        </w:trPr>
        <w:tc>
          <w:tcPr>
            <w:tcW w:w="3028" w:type="dxa"/>
          </w:tcPr>
          <w:p w:rsidR="00450F28" w:rsidRPr="003C37E3" w:rsidRDefault="00450F28" w:rsidP="00FE7F37">
            <w:pPr>
              <w:pStyle w:val="ListParagraph"/>
              <w:numPr>
                <w:ilvl w:val="0"/>
                <w:numId w:val="7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Proponer y desarrollar un plan para el servicio de bienestar estudiantil.</w:t>
            </w:r>
          </w:p>
        </w:tc>
        <w:tc>
          <w:tcPr>
            <w:tcW w:w="2880" w:type="dxa"/>
          </w:tcPr>
          <w:p w:rsidR="00450F28" w:rsidRPr="003C37E3" w:rsidRDefault="00450F28" w:rsidP="00FE7F37">
            <w:pPr>
              <w:pStyle w:val="ListParagraph"/>
              <w:numPr>
                <w:ilvl w:val="0"/>
                <w:numId w:val="7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Contar con un plan estratégico para la atención a las necesidades, que las entidades de la comunidad brindan a la IE.</w:t>
            </w:r>
          </w:p>
        </w:tc>
        <w:tc>
          <w:tcPr>
            <w:tcW w:w="2880" w:type="dxa"/>
          </w:tcPr>
          <w:p w:rsidR="00450F28" w:rsidRPr="003C37E3" w:rsidRDefault="00450F28" w:rsidP="00FE7F37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La IE cuenta con un plan organizado para la gestión y organización de servicios que oferta la comunidad a sus estudiantes.</w:t>
            </w:r>
          </w:p>
        </w:tc>
        <w:tc>
          <w:tcPr>
            <w:tcW w:w="2880" w:type="dxa"/>
          </w:tcPr>
          <w:p w:rsidR="00450F28" w:rsidRDefault="00450F28" w:rsidP="00FE7F37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Diseñar un programa estratégico y de gestión que permita la optimización y llegada de los recursos, para el bienestar de los estudiantes, ofrecidos por la comunidad.</w:t>
            </w:r>
          </w:p>
          <w:p w:rsidR="00450F28" w:rsidRDefault="00450F28" w:rsidP="00D131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Default="00450F28" w:rsidP="00D131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Default="00450F28" w:rsidP="00D131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Pr="003C37E3" w:rsidRDefault="00450F28" w:rsidP="00D131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</w:tcPr>
          <w:p w:rsidR="00450F28" w:rsidRPr="003C37E3" w:rsidRDefault="00450F28" w:rsidP="00FE7F37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Consejo directivo.</w:t>
            </w:r>
          </w:p>
          <w:p w:rsidR="00450F28" w:rsidRPr="003C37E3" w:rsidRDefault="00450F28" w:rsidP="00FE7F37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Comité de convivencia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febrero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Diciembre</w:t>
            </w:r>
          </w:p>
        </w:tc>
      </w:tr>
    </w:tbl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AC68F1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17016" w:type="dxa"/>
        <w:jc w:val="center"/>
        <w:tblLook w:val="00A0"/>
      </w:tblPr>
      <w:tblGrid>
        <w:gridCol w:w="2243"/>
        <w:gridCol w:w="4183"/>
        <w:gridCol w:w="1283"/>
        <w:gridCol w:w="3775"/>
        <w:gridCol w:w="5532"/>
      </w:tblGrid>
      <w:tr w:rsidR="00450F28" w:rsidRPr="003C37E3" w:rsidTr="00FE7F37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 xml:space="preserve">Directiva </w:t>
            </w:r>
          </w:p>
        </w:tc>
        <w:tc>
          <w:tcPr>
            <w:tcW w:w="1134" w:type="dxa"/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Clima escolar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258B">
              <w:rPr>
                <w:rFonts w:ascii="Arial" w:hAnsi="Arial" w:cs="Arial"/>
                <w:noProof/>
                <w:sz w:val="20"/>
                <w:szCs w:val="20"/>
                <w:lang w:eastAsia="es-ES"/>
              </w:rPr>
              <w:pict>
                <v:shape id="_x0000_i1042" type="#_x0000_t75" alt="logo gr.png" style="width:257.25pt;height:63.75pt;visibility:visible">
                  <v:imagedata r:id="rId7" o:title=""/>
                </v:shape>
              </w:pict>
            </w:r>
          </w:p>
        </w:tc>
      </w:tr>
      <w:tr w:rsidR="00450F28" w:rsidRPr="003C37E3" w:rsidTr="00EF3C54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EF3C5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Manejo de casos difíciles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0F28" w:rsidRPr="003C37E3" w:rsidTr="00EF3C54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EF3C5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50F28" w:rsidRPr="003C37E3" w:rsidRDefault="00450F28" w:rsidP="00EF3C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Establecer políticas y mecanismos para prevenir situaciones de riesgo para manejar casos difíciles.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50F28" w:rsidRPr="003C37E3" w:rsidRDefault="00450F28" w:rsidP="007F486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Ind w:w="-3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028"/>
        <w:gridCol w:w="2880"/>
        <w:gridCol w:w="2880"/>
        <w:gridCol w:w="2880"/>
        <w:gridCol w:w="2880"/>
        <w:gridCol w:w="1440"/>
        <w:gridCol w:w="1440"/>
      </w:tblGrid>
      <w:tr w:rsidR="00450F28" w:rsidRPr="003C37E3" w:rsidTr="00FE7F37">
        <w:trPr>
          <w:jc w:val="center"/>
        </w:trPr>
        <w:tc>
          <w:tcPr>
            <w:tcW w:w="3028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TIEMPO DE EJECUCIÓN</w:t>
            </w:r>
          </w:p>
        </w:tc>
      </w:tr>
      <w:tr w:rsidR="00450F28" w:rsidRPr="003C37E3" w:rsidTr="00FE7F37">
        <w:trPr>
          <w:jc w:val="center"/>
        </w:trPr>
        <w:tc>
          <w:tcPr>
            <w:tcW w:w="3028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TERMINA</w:t>
            </w:r>
          </w:p>
        </w:tc>
      </w:tr>
      <w:tr w:rsidR="00450F28" w:rsidRPr="003C37E3" w:rsidTr="00FE7F37">
        <w:trPr>
          <w:jc w:val="center"/>
        </w:trPr>
        <w:tc>
          <w:tcPr>
            <w:tcW w:w="3028" w:type="dxa"/>
          </w:tcPr>
          <w:p w:rsidR="00450F28" w:rsidRPr="003C37E3" w:rsidRDefault="00450F28" w:rsidP="00FE7F37">
            <w:pPr>
              <w:pStyle w:val="ListParagraph"/>
              <w:numPr>
                <w:ilvl w:val="0"/>
                <w:numId w:val="7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Mejorar en políticas y mecanismos de prevención para el manejo de casos difíciles.</w:t>
            </w:r>
          </w:p>
        </w:tc>
        <w:tc>
          <w:tcPr>
            <w:tcW w:w="2880" w:type="dxa"/>
          </w:tcPr>
          <w:p w:rsidR="00450F28" w:rsidRPr="003C37E3" w:rsidRDefault="00450F28" w:rsidP="00033949">
            <w:pPr>
              <w:pStyle w:val="ListParagraph"/>
              <w:numPr>
                <w:ilvl w:val="0"/>
                <w:numId w:val="7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Desarrollar políticas y mecanismos de prevención para el manejo de casos difíciles.</w:t>
            </w:r>
          </w:p>
        </w:tc>
        <w:tc>
          <w:tcPr>
            <w:tcW w:w="2880" w:type="dxa"/>
          </w:tcPr>
          <w:p w:rsidR="00450F28" w:rsidRPr="003C37E3" w:rsidRDefault="00450F28" w:rsidP="00FE7F37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La IE cuenta con un mecanismo de prevención para el manejo de casos difíciles, como situaciones de comportamiento y consumo de sustancias psicoactivas.</w:t>
            </w:r>
          </w:p>
        </w:tc>
        <w:tc>
          <w:tcPr>
            <w:tcW w:w="2880" w:type="dxa"/>
          </w:tcPr>
          <w:p w:rsidR="00450F28" w:rsidRDefault="00450F28" w:rsidP="00FE7F37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Diseñar e implementar un programa para la prevención e casos difíciles, como problemas severos de comportamiento y consumo de sustancias psicoactivas.</w:t>
            </w:r>
          </w:p>
          <w:p w:rsidR="00450F28" w:rsidRDefault="00450F28" w:rsidP="00D131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Default="00450F28" w:rsidP="00D131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Pr="003C37E3" w:rsidRDefault="00450F28" w:rsidP="00D131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</w:tcPr>
          <w:p w:rsidR="00450F28" w:rsidRPr="003C37E3" w:rsidRDefault="00450F28" w:rsidP="00FE7F37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Consejo directivo.</w:t>
            </w:r>
          </w:p>
          <w:p w:rsidR="00450F28" w:rsidRPr="003C37E3" w:rsidRDefault="00450F28" w:rsidP="00FE7F37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Comité de convivencia.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febrero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Diciembre</w:t>
            </w:r>
          </w:p>
        </w:tc>
      </w:tr>
    </w:tbl>
    <w:p w:rsidR="00450F28" w:rsidRPr="003C37E3" w:rsidRDefault="00450F28" w:rsidP="007F486F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17016" w:type="dxa"/>
        <w:jc w:val="center"/>
        <w:tblLook w:val="00A0"/>
      </w:tblPr>
      <w:tblGrid>
        <w:gridCol w:w="2241"/>
        <w:gridCol w:w="4176"/>
        <w:gridCol w:w="1283"/>
        <w:gridCol w:w="3784"/>
        <w:gridCol w:w="5532"/>
      </w:tblGrid>
      <w:tr w:rsidR="00450F28" w:rsidRPr="003C37E3" w:rsidTr="00FE7F37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 xml:space="preserve">Directiva </w:t>
            </w:r>
          </w:p>
        </w:tc>
        <w:tc>
          <w:tcPr>
            <w:tcW w:w="1134" w:type="dxa"/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RELACIONES CON EL ENTORNO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258B">
              <w:rPr>
                <w:rFonts w:ascii="Arial" w:hAnsi="Arial" w:cs="Arial"/>
                <w:noProof/>
                <w:sz w:val="20"/>
                <w:szCs w:val="20"/>
                <w:lang w:eastAsia="es-ES"/>
              </w:rPr>
              <w:pict>
                <v:shape id="_x0000_i1043" type="#_x0000_t75" alt="logo gr.png" style="width:257.25pt;height:63.75pt;visibility:visible">
                  <v:imagedata r:id="rId7" o:title=""/>
                </v:shape>
              </w:pict>
            </w:r>
          </w:p>
        </w:tc>
      </w:tr>
      <w:tr w:rsidR="00450F28" w:rsidRPr="003C37E3" w:rsidTr="00FE7F37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Autoridades educativas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0F28" w:rsidRPr="003C37E3" w:rsidTr="00FE7F37">
        <w:trPr>
          <w:trHeight w:val="449"/>
          <w:jc w:val="center"/>
        </w:trPr>
        <w:tc>
          <w:tcPr>
            <w:tcW w:w="2254" w:type="dxa"/>
            <w:vAlign w:val="center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50F28" w:rsidRPr="003C37E3" w:rsidRDefault="00450F28" w:rsidP="007F486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Ind w:w="-3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028"/>
        <w:gridCol w:w="2880"/>
        <w:gridCol w:w="2880"/>
        <w:gridCol w:w="2880"/>
        <w:gridCol w:w="2880"/>
        <w:gridCol w:w="1440"/>
        <w:gridCol w:w="1440"/>
      </w:tblGrid>
      <w:tr w:rsidR="00450F28" w:rsidRPr="003C37E3" w:rsidTr="00FE7F37">
        <w:trPr>
          <w:jc w:val="center"/>
        </w:trPr>
        <w:tc>
          <w:tcPr>
            <w:tcW w:w="3028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TIEMPO DE EJECUCIÓN</w:t>
            </w:r>
          </w:p>
        </w:tc>
      </w:tr>
      <w:tr w:rsidR="00450F28" w:rsidRPr="003C37E3" w:rsidTr="00FE7F37">
        <w:trPr>
          <w:jc w:val="center"/>
        </w:trPr>
        <w:tc>
          <w:tcPr>
            <w:tcW w:w="3028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TERMINA</w:t>
            </w:r>
          </w:p>
        </w:tc>
      </w:tr>
      <w:tr w:rsidR="00450F28" w:rsidRPr="003C37E3" w:rsidTr="00FE7F37">
        <w:trPr>
          <w:jc w:val="center"/>
        </w:trPr>
        <w:tc>
          <w:tcPr>
            <w:tcW w:w="3028" w:type="dxa"/>
          </w:tcPr>
          <w:p w:rsidR="00450F28" w:rsidRDefault="00450F28" w:rsidP="00FE7F37">
            <w:pPr>
              <w:pStyle w:val="ListParagraph"/>
              <w:numPr>
                <w:ilvl w:val="0"/>
                <w:numId w:val="7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Establecer canales de comunicación efectivos, de acuerdo a las necesidades que se presentan, haciendo seguimiento para que se establezcan soluciones.</w:t>
            </w:r>
          </w:p>
          <w:p w:rsidR="00450F28" w:rsidRDefault="00450F28" w:rsidP="00D1310B">
            <w:pPr>
              <w:pStyle w:val="ListParagraph"/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Default="00450F28" w:rsidP="00D1310B">
            <w:pPr>
              <w:pStyle w:val="ListParagraph"/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Pr="003C37E3" w:rsidRDefault="00450F28" w:rsidP="00D1310B">
            <w:pPr>
              <w:pStyle w:val="ListParagraph"/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</w:tcPr>
          <w:p w:rsidR="00450F28" w:rsidRPr="003C37E3" w:rsidRDefault="00450F28" w:rsidP="00FE7F37">
            <w:pPr>
              <w:pStyle w:val="ListParagraph"/>
              <w:numPr>
                <w:ilvl w:val="0"/>
                <w:numId w:val="7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Revisar y evaluar las políticas y procesos de comunicación.</w:t>
            </w:r>
          </w:p>
        </w:tc>
        <w:tc>
          <w:tcPr>
            <w:tcW w:w="2880" w:type="dxa"/>
          </w:tcPr>
          <w:p w:rsidR="00450F28" w:rsidRPr="003C37E3" w:rsidRDefault="00450F28" w:rsidP="00FE7F37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Hacer los ajustes necesarios a los resultados pertinentes.</w:t>
            </w:r>
          </w:p>
        </w:tc>
        <w:tc>
          <w:tcPr>
            <w:tcW w:w="2880" w:type="dxa"/>
          </w:tcPr>
          <w:p w:rsidR="00450F28" w:rsidRPr="003C37E3" w:rsidRDefault="00450F28" w:rsidP="00FE7F37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Ejecución de actividades haciendo los ajustes respectivos.</w:t>
            </w:r>
          </w:p>
          <w:p w:rsidR="00450F28" w:rsidRPr="003C37E3" w:rsidRDefault="00450F28" w:rsidP="00FE7F37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Solución oportuna a losa problemas.</w:t>
            </w:r>
          </w:p>
        </w:tc>
        <w:tc>
          <w:tcPr>
            <w:tcW w:w="2880" w:type="dxa"/>
          </w:tcPr>
          <w:p w:rsidR="00450F28" w:rsidRPr="003C37E3" w:rsidRDefault="00450F28" w:rsidP="00FE7F37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Directivos docentes.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Febrero de 2011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Diciembre de 2011</w:t>
            </w:r>
          </w:p>
        </w:tc>
      </w:tr>
    </w:tbl>
    <w:p w:rsidR="00450F28" w:rsidRPr="003C37E3" w:rsidRDefault="00450F28" w:rsidP="007F486F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7F486F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7F486F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7F486F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7F486F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7F486F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7F486F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7F486F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7F486F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7F486F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7F486F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7F486F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7F486F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7F486F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7F486F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7F486F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7F486F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7F486F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7F486F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17016" w:type="dxa"/>
        <w:jc w:val="center"/>
        <w:tblLook w:val="00A0"/>
      </w:tblPr>
      <w:tblGrid>
        <w:gridCol w:w="2241"/>
        <w:gridCol w:w="4176"/>
        <w:gridCol w:w="1283"/>
        <w:gridCol w:w="3784"/>
        <w:gridCol w:w="5532"/>
      </w:tblGrid>
      <w:tr w:rsidR="00450F28" w:rsidRPr="003C37E3" w:rsidTr="00FE7F37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 xml:space="preserve">Directiva </w:t>
            </w:r>
          </w:p>
        </w:tc>
        <w:tc>
          <w:tcPr>
            <w:tcW w:w="1134" w:type="dxa"/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RELACIONES CON EL ENTORNO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258B">
              <w:rPr>
                <w:rFonts w:ascii="Arial" w:hAnsi="Arial" w:cs="Arial"/>
                <w:noProof/>
                <w:sz w:val="20"/>
                <w:szCs w:val="20"/>
                <w:lang w:eastAsia="es-ES"/>
              </w:rPr>
              <w:pict>
                <v:shape id="_x0000_i1044" type="#_x0000_t75" alt="logo gr.png" style="width:257.25pt;height:63.75pt;visibility:visible">
                  <v:imagedata r:id="rId7" o:title=""/>
                </v:shape>
              </w:pict>
            </w:r>
          </w:p>
        </w:tc>
      </w:tr>
      <w:tr w:rsidR="00450F28" w:rsidRPr="003C37E3" w:rsidTr="00FE7F37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Otras instituciones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0F28" w:rsidRPr="003C37E3" w:rsidTr="00FE7F37">
        <w:trPr>
          <w:trHeight w:val="449"/>
          <w:jc w:val="center"/>
        </w:trPr>
        <w:tc>
          <w:tcPr>
            <w:tcW w:w="2254" w:type="dxa"/>
            <w:vAlign w:val="center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50F28" w:rsidRPr="003C37E3" w:rsidRDefault="00450F28" w:rsidP="007F486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Ind w:w="-3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028"/>
        <w:gridCol w:w="2880"/>
        <w:gridCol w:w="2880"/>
        <w:gridCol w:w="2880"/>
        <w:gridCol w:w="2880"/>
        <w:gridCol w:w="1440"/>
        <w:gridCol w:w="1440"/>
      </w:tblGrid>
      <w:tr w:rsidR="00450F28" w:rsidRPr="003C37E3" w:rsidTr="00FE7F37">
        <w:trPr>
          <w:jc w:val="center"/>
        </w:trPr>
        <w:tc>
          <w:tcPr>
            <w:tcW w:w="3028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TIEMPO DE EJECUCIÓN</w:t>
            </w:r>
          </w:p>
        </w:tc>
      </w:tr>
      <w:tr w:rsidR="00450F28" w:rsidRPr="003C37E3" w:rsidTr="00FE7F37">
        <w:trPr>
          <w:jc w:val="center"/>
        </w:trPr>
        <w:tc>
          <w:tcPr>
            <w:tcW w:w="3028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TERMINA</w:t>
            </w:r>
          </w:p>
        </w:tc>
      </w:tr>
      <w:tr w:rsidR="00450F28" w:rsidRPr="003C37E3" w:rsidTr="00FE7F37">
        <w:trPr>
          <w:jc w:val="center"/>
        </w:trPr>
        <w:tc>
          <w:tcPr>
            <w:tcW w:w="3028" w:type="dxa"/>
          </w:tcPr>
          <w:p w:rsidR="00450F28" w:rsidRDefault="00450F28" w:rsidP="00FE7F37">
            <w:pPr>
              <w:pStyle w:val="ListParagraph"/>
              <w:numPr>
                <w:ilvl w:val="0"/>
                <w:numId w:val="7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Establecer acuerdos permanentes con otras entidades: biblioteca, puestos de salud, hospitales, granjas, casas de cultura y centros de recreación, para desarrollar algunas actividades pedagógicas.</w:t>
            </w:r>
          </w:p>
          <w:p w:rsidR="00450F28" w:rsidRDefault="00450F28" w:rsidP="00D1310B">
            <w:pPr>
              <w:pStyle w:val="ListParagraph"/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Default="00450F28" w:rsidP="00D1310B">
            <w:pPr>
              <w:pStyle w:val="ListParagraph"/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Pr="003C37E3" w:rsidRDefault="00450F28" w:rsidP="00D1310B">
            <w:pPr>
              <w:pStyle w:val="ListParagraph"/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</w:tcPr>
          <w:p w:rsidR="00450F28" w:rsidRPr="003C37E3" w:rsidRDefault="00450F28" w:rsidP="00FE7F37">
            <w:pPr>
              <w:pStyle w:val="ListParagraph"/>
              <w:numPr>
                <w:ilvl w:val="0"/>
                <w:numId w:val="7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Evaluar el impacto de las alianzas y acuerdos con diferentes entidades y ajustar resultados obtenidos con ambas sedes.</w:t>
            </w:r>
          </w:p>
        </w:tc>
        <w:tc>
          <w:tcPr>
            <w:tcW w:w="2880" w:type="dxa"/>
          </w:tcPr>
          <w:p w:rsidR="00450F28" w:rsidRPr="003C37E3" w:rsidRDefault="00450F28" w:rsidP="00FE7F37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Realizar acuerdos con diferentes entidades apoyando la ejecución de proyectos en ambas sedes.</w:t>
            </w:r>
          </w:p>
        </w:tc>
        <w:tc>
          <w:tcPr>
            <w:tcW w:w="2880" w:type="dxa"/>
          </w:tcPr>
          <w:p w:rsidR="00450F28" w:rsidRPr="003C37E3" w:rsidRDefault="00450F28" w:rsidP="00FE7F37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Hacer el formato para el plan de seguimiento por presentar a las entidades respectivas.</w:t>
            </w:r>
          </w:p>
        </w:tc>
        <w:tc>
          <w:tcPr>
            <w:tcW w:w="2880" w:type="dxa"/>
          </w:tcPr>
          <w:p w:rsidR="00450F28" w:rsidRPr="003C37E3" w:rsidRDefault="00450F28" w:rsidP="00FE7F37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Directivos docentes.</w:t>
            </w:r>
          </w:p>
          <w:p w:rsidR="00450F28" w:rsidRPr="003C37E3" w:rsidRDefault="00450F28" w:rsidP="00FE7F37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Docentes de ambas sedes.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Marzo de 2011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Diciembre de 2011</w:t>
            </w:r>
          </w:p>
        </w:tc>
      </w:tr>
    </w:tbl>
    <w:p w:rsidR="00450F28" w:rsidRPr="003C37E3" w:rsidRDefault="00450F28" w:rsidP="007F486F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7F486F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7F486F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7F486F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7F486F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7F486F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7F486F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7F486F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7F486F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7F486F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7F486F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7F486F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7F486F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7F486F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7F486F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7F486F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7F486F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7F486F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7F486F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17016" w:type="dxa"/>
        <w:jc w:val="center"/>
        <w:tblLook w:val="00A0"/>
      </w:tblPr>
      <w:tblGrid>
        <w:gridCol w:w="2242"/>
        <w:gridCol w:w="4179"/>
        <w:gridCol w:w="1283"/>
        <w:gridCol w:w="3780"/>
        <w:gridCol w:w="5532"/>
      </w:tblGrid>
      <w:tr w:rsidR="00450F28" w:rsidRPr="003C37E3" w:rsidTr="00FE7F37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 xml:space="preserve">Directiva </w:t>
            </w:r>
          </w:p>
        </w:tc>
        <w:tc>
          <w:tcPr>
            <w:tcW w:w="1134" w:type="dxa"/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Relaciones con el entorno.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258B">
              <w:rPr>
                <w:rFonts w:ascii="Arial" w:hAnsi="Arial" w:cs="Arial"/>
                <w:noProof/>
                <w:sz w:val="20"/>
                <w:szCs w:val="20"/>
                <w:lang w:eastAsia="es-ES"/>
              </w:rPr>
              <w:pict>
                <v:shape id="_x0000_i1045" type="#_x0000_t75" alt="logo gr.png" style="width:257.25pt;height:63.75pt;visibility:visible">
                  <v:imagedata r:id="rId7" o:title=""/>
                </v:shape>
              </w:pict>
            </w:r>
          </w:p>
        </w:tc>
      </w:tr>
      <w:tr w:rsidR="00450F28" w:rsidRPr="003C37E3" w:rsidTr="00FE7F37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Sector productivo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0F28" w:rsidRPr="003C37E3" w:rsidTr="00FE7F37">
        <w:trPr>
          <w:trHeight w:val="449"/>
          <w:jc w:val="center"/>
        </w:trPr>
        <w:tc>
          <w:tcPr>
            <w:tcW w:w="2254" w:type="dxa"/>
            <w:vAlign w:val="center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50F28" w:rsidRPr="003C37E3" w:rsidRDefault="00450F28" w:rsidP="007F486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Ind w:w="-3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028"/>
        <w:gridCol w:w="2880"/>
        <w:gridCol w:w="2880"/>
        <w:gridCol w:w="2880"/>
        <w:gridCol w:w="2880"/>
        <w:gridCol w:w="1440"/>
        <w:gridCol w:w="1440"/>
      </w:tblGrid>
      <w:tr w:rsidR="00450F28" w:rsidRPr="003C37E3" w:rsidTr="00FE7F37">
        <w:trPr>
          <w:jc w:val="center"/>
        </w:trPr>
        <w:tc>
          <w:tcPr>
            <w:tcW w:w="3028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TIEMPO DE EJECUCIÓN</w:t>
            </w:r>
          </w:p>
        </w:tc>
      </w:tr>
      <w:tr w:rsidR="00450F28" w:rsidRPr="003C37E3" w:rsidTr="00FE7F37">
        <w:trPr>
          <w:jc w:val="center"/>
        </w:trPr>
        <w:tc>
          <w:tcPr>
            <w:tcW w:w="3028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TERMINA</w:t>
            </w:r>
          </w:p>
        </w:tc>
      </w:tr>
      <w:tr w:rsidR="00450F28" w:rsidRPr="003C37E3" w:rsidTr="00FE7F37">
        <w:trPr>
          <w:jc w:val="center"/>
        </w:trPr>
        <w:tc>
          <w:tcPr>
            <w:tcW w:w="3028" w:type="dxa"/>
          </w:tcPr>
          <w:p w:rsidR="00450F28" w:rsidRDefault="00450F28" w:rsidP="00FE7F37">
            <w:pPr>
              <w:pStyle w:val="ListParagraph"/>
              <w:numPr>
                <w:ilvl w:val="0"/>
                <w:numId w:val="7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Establecer alianzas con el sector productivo para apoyar el desarrollo de competencias en los estudiantes, promoviendo procesos de seguimiento y evaluación.</w:t>
            </w:r>
          </w:p>
          <w:p w:rsidR="00450F28" w:rsidRDefault="00450F28" w:rsidP="00D1310B">
            <w:pPr>
              <w:pStyle w:val="ListParagraph"/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Default="00450F28" w:rsidP="00D1310B">
            <w:pPr>
              <w:pStyle w:val="ListParagraph"/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Pr="003C37E3" w:rsidRDefault="00450F28" w:rsidP="00D1310B">
            <w:pPr>
              <w:pStyle w:val="ListParagraph"/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</w:tcPr>
          <w:p w:rsidR="00450F28" w:rsidRPr="003C37E3" w:rsidRDefault="00450F28" w:rsidP="00FE7F37">
            <w:pPr>
              <w:pStyle w:val="ListParagraph"/>
              <w:numPr>
                <w:ilvl w:val="0"/>
                <w:numId w:val="7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Evaluar periódicamente el impacto de alianzas con el sector productivo, fortaleciendo competencias de los estudiantes.</w:t>
            </w:r>
          </w:p>
        </w:tc>
        <w:tc>
          <w:tcPr>
            <w:tcW w:w="2880" w:type="dxa"/>
          </w:tcPr>
          <w:p w:rsidR="00450F28" w:rsidRPr="003C37E3" w:rsidRDefault="00450F28" w:rsidP="00FE7F37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Desarrollar competencias en los estudiantes, aprovechando las ofertas del sector productivo.</w:t>
            </w:r>
          </w:p>
        </w:tc>
        <w:tc>
          <w:tcPr>
            <w:tcW w:w="2880" w:type="dxa"/>
          </w:tcPr>
          <w:p w:rsidR="00450F28" w:rsidRPr="003C37E3" w:rsidRDefault="00450F28" w:rsidP="00FE7F37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La IE dinamizará procesos para vincular y conocer la oferta del sector productivo.</w:t>
            </w:r>
          </w:p>
        </w:tc>
        <w:tc>
          <w:tcPr>
            <w:tcW w:w="2880" w:type="dxa"/>
          </w:tcPr>
          <w:p w:rsidR="00450F28" w:rsidRPr="003C37E3" w:rsidRDefault="00450F28" w:rsidP="00FE7F37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Consejo directivo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Febrero de 2011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Diciembre de 2011</w:t>
            </w:r>
          </w:p>
        </w:tc>
      </w:tr>
    </w:tbl>
    <w:p w:rsidR="00450F28" w:rsidRPr="003C37E3" w:rsidRDefault="00450F28" w:rsidP="007F486F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17016" w:type="dxa"/>
        <w:jc w:val="center"/>
        <w:tblLook w:val="00A0"/>
      </w:tblPr>
      <w:tblGrid>
        <w:gridCol w:w="2239"/>
        <w:gridCol w:w="4176"/>
        <w:gridCol w:w="1283"/>
        <w:gridCol w:w="3787"/>
        <w:gridCol w:w="5531"/>
      </w:tblGrid>
      <w:tr w:rsidR="00450F28" w:rsidRPr="003C37E3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163FC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163F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 xml:space="preserve">Administrativa y financiera </w:t>
            </w:r>
          </w:p>
        </w:tc>
        <w:tc>
          <w:tcPr>
            <w:tcW w:w="1134" w:type="dxa"/>
            <w:vAlign w:val="bottom"/>
          </w:tcPr>
          <w:p w:rsidR="00450F28" w:rsidRPr="003C37E3" w:rsidRDefault="00450F28" w:rsidP="00163FC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163F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ADMINISTRACIÓN Y PLANTA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450F28" w:rsidRPr="003C37E3" w:rsidRDefault="00450F28" w:rsidP="00163F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258B">
              <w:rPr>
                <w:rFonts w:ascii="Arial" w:hAnsi="Arial" w:cs="Arial"/>
                <w:noProof/>
                <w:sz w:val="20"/>
                <w:szCs w:val="20"/>
                <w:lang w:eastAsia="es-ES"/>
              </w:rPr>
              <w:pict>
                <v:shape id="Imagen 4" o:spid="_x0000_i1046" type="#_x0000_t75" alt="logo gr.png" style="width:257.25pt;height:63.75pt;visibility:visible">
                  <v:imagedata r:id="rId7" o:title=""/>
                </v:shape>
              </w:pict>
            </w:r>
          </w:p>
        </w:tc>
      </w:tr>
      <w:tr w:rsidR="00450F28" w:rsidRPr="003C37E3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163FC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163F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Programas para adecuación y embellecimiento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450F28" w:rsidRPr="003C37E3" w:rsidRDefault="00450F28" w:rsidP="00163F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0F28" w:rsidRPr="003C37E3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163FC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50F28" w:rsidRPr="003C37E3" w:rsidRDefault="00450F28" w:rsidP="00163F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Realizar un programa de adecuación y embellecimiento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450F28" w:rsidRPr="003C37E3" w:rsidRDefault="00450F28" w:rsidP="00163F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50F28" w:rsidRPr="003C37E3" w:rsidRDefault="00450F28" w:rsidP="00C60DBC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450F28" w:rsidRPr="003C37E3">
        <w:trPr>
          <w:jc w:val="center"/>
        </w:trPr>
        <w:tc>
          <w:tcPr>
            <w:tcW w:w="2660" w:type="dxa"/>
            <w:vMerge w:val="restart"/>
            <w:vAlign w:val="center"/>
          </w:tcPr>
          <w:p w:rsidR="00450F28" w:rsidRPr="003C37E3" w:rsidRDefault="00450F28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450F28" w:rsidRPr="003C37E3" w:rsidRDefault="00450F28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TIEMPO DE EJECUCIÓN</w:t>
            </w:r>
          </w:p>
        </w:tc>
      </w:tr>
      <w:tr w:rsidR="00450F28" w:rsidRPr="003C37E3">
        <w:trPr>
          <w:jc w:val="center"/>
        </w:trPr>
        <w:tc>
          <w:tcPr>
            <w:tcW w:w="2660" w:type="dxa"/>
            <w:vMerge/>
            <w:vAlign w:val="center"/>
          </w:tcPr>
          <w:p w:rsidR="00450F28" w:rsidRPr="003C37E3" w:rsidRDefault="00450F28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450F28" w:rsidRPr="003C37E3" w:rsidRDefault="00450F28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450F28" w:rsidRPr="003C37E3" w:rsidRDefault="00450F28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TERMINA</w:t>
            </w:r>
          </w:p>
        </w:tc>
      </w:tr>
      <w:tr w:rsidR="00450F28" w:rsidRPr="003C37E3">
        <w:trPr>
          <w:jc w:val="center"/>
        </w:trPr>
        <w:tc>
          <w:tcPr>
            <w:tcW w:w="2660" w:type="dxa"/>
          </w:tcPr>
          <w:p w:rsidR="00450F28" w:rsidRPr="003C37E3" w:rsidRDefault="00450F28" w:rsidP="0093343D">
            <w:pPr>
              <w:numPr>
                <w:ilvl w:val="0"/>
                <w:numId w:val="4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Diseñar y llevar a cabo </w:t>
            </w: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un plan de gastos y acciones para la adecuación y embellecimiento de la planta física.</w:t>
            </w:r>
          </w:p>
        </w:tc>
        <w:tc>
          <w:tcPr>
            <w:tcW w:w="2880" w:type="dxa"/>
          </w:tcPr>
          <w:p w:rsidR="00450F28" w:rsidRPr="003C37E3" w:rsidRDefault="00450F28" w:rsidP="00F03D0D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La institución contará con el recurso permanente para la adecuación y embellecimiento de la planta física.</w:t>
            </w:r>
          </w:p>
        </w:tc>
        <w:tc>
          <w:tcPr>
            <w:tcW w:w="2880" w:type="dxa"/>
          </w:tcPr>
          <w:p w:rsidR="00450F28" w:rsidRDefault="00450F28" w:rsidP="0093343D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La institución cuenta con un plan organizado, que permita planificar los gastos y acciones para la adecuación y embellecimiento de la planta física, en forma permanente de acuerdo a la necesidad.</w:t>
            </w:r>
          </w:p>
          <w:p w:rsidR="00450F28" w:rsidRDefault="00450F28" w:rsidP="00D131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Default="00450F28" w:rsidP="00D131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Default="00450F28" w:rsidP="00D131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Default="00450F28" w:rsidP="00D131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Pr="003C37E3" w:rsidRDefault="00450F28" w:rsidP="00D131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</w:tcPr>
          <w:p w:rsidR="00450F28" w:rsidRPr="003C37E3" w:rsidRDefault="00450F28" w:rsidP="00383440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Realizar un plan organizado y estratégico que permita planificar los gastos y acciones para la adecuación y embellecimiento de la planta física.</w:t>
            </w:r>
          </w:p>
        </w:tc>
        <w:tc>
          <w:tcPr>
            <w:tcW w:w="2880" w:type="dxa"/>
          </w:tcPr>
          <w:p w:rsidR="00450F28" w:rsidRPr="003C37E3" w:rsidRDefault="00450F28" w:rsidP="00217F2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Consejo directivo</w:t>
            </w:r>
          </w:p>
          <w:p w:rsidR="00450F28" w:rsidRPr="003C37E3" w:rsidRDefault="00450F28" w:rsidP="00217F2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Tesorería</w:t>
            </w:r>
          </w:p>
          <w:p w:rsidR="00450F28" w:rsidRPr="003C37E3" w:rsidRDefault="00450F28" w:rsidP="00217F2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rectoría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450F28" w:rsidRPr="003C37E3" w:rsidRDefault="00450F28" w:rsidP="004D5A4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Enero de 2011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450F28" w:rsidRPr="003C37E3" w:rsidRDefault="00450F28" w:rsidP="004D5A4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Noviembre de 2011</w:t>
            </w:r>
          </w:p>
        </w:tc>
      </w:tr>
    </w:tbl>
    <w:p w:rsidR="00450F28" w:rsidRPr="003C37E3" w:rsidRDefault="00450F28" w:rsidP="00C60DBC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17016" w:type="dxa"/>
        <w:jc w:val="center"/>
        <w:tblLook w:val="00A0"/>
      </w:tblPr>
      <w:tblGrid>
        <w:gridCol w:w="2239"/>
        <w:gridCol w:w="4182"/>
        <w:gridCol w:w="1283"/>
        <w:gridCol w:w="3780"/>
        <w:gridCol w:w="5532"/>
      </w:tblGrid>
      <w:tr w:rsidR="00450F28" w:rsidRPr="003C37E3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163FC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163F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Administrativa y financiera</w:t>
            </w:r>
          </w:p>
        </w:tc>
        <w:tc>
          <w:tcPr>
            <w:tcW w:w="1134" w:type="dxa"/>
            <w:vAlign w:val="bottom"/>
          </w:tcPr>
          <w:p w:rsidR="00450F28" w:rsidRPr="003C37E3" w:rsidRDefault="00450F28" w:rsidP="00163FC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163F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Administración y planta física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450F28" w:rsidRPr="003C37E3" w:rsidRDefault="00450F28" w:rsidP="00163F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258B">
              <w:rPr>
                <w:rFonts w:ascii="Arial" w:hAnsi="Arial" w:cs="Arial"/>
                <w:noProof/>
                <w:sz w:val="20"/>
                <w:szCs w:val="20"/>
                <w:lang w:eastAsia="es-ES"/>
              </w:rPr>
              <w:pict>
                <v:shape id="Imagen 5" o:spid="_x0000_i1047" type="#_x0000_t75" alt="logo gr.png" style="width:257.25pt;height:63.75pt;visibility:visible">
                  <v:imagedata r:id="rId7" o:title=""/>
                </v:shape>
              </w:pict>
            </w:r>
          </w:p>
        </w:tc>
      </w:tr>
      <w:tr w:rsidR="00450F28" w:rsidRPr="003C37E3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163FC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163F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Seguimiento al uso de espacios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450F28" w:rsidRPr="003C37E3" w:rsidRDefault="00450F28" w:rsidP="00163F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0F28" w:rsidRPr="003C37E3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163FC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50F28" w:rsidRPr="003C37E3" w:rsidRDefault="00450F28" w:rsidP="00163F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Uso de espacios para docentes de todas las áreas con sus estudianters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450F28" w:rsidRPr="003C37E3" w:rsidRDefault="00450F28" w:rsidP="00163F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50F28" w:rsidRPr="003C37E3" w:rsidRDefault="00450F28" w:rsidP="00C60DBC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450F28" w:rsidRPr="003C37E3">
        <w:trPr>
          <w:jc w:val="center"/>
        </w:trPr>
        <w:tc>
          <w:tcPr>
            <w:tcW w:w="2660" w:type="dxa"/>
            <w:vMerge w:val="restart"/>
            <w:vAlign w:val="center"/>
          </w:tcPr>
          <w:p w:rsidR="00450F28" w:rsidRPr="003C37E3" w:rsidRDefault="00450F28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450F28" w:rsidRPr="003C37E3" w:rsidRDefault="00450F28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TIEMPO DE EJECUCIÓN</w:t>
            </w:r>
          </w:p>
        </w:tc>
      </w:tr>
      <w:tr w:rsidR="00450F28" w:rsidRPr="003C37E3">
        <w:trPr>
          <w:jc w:val="center"/>
        </w:trPr>
        <w:tc>
          <w:tcPr>
            <w:tcW w:w="2660" w:type="dxa"/>
            <w:vMerge/>
            <w:vAlign w:val="center"/>
          </w:tcPr>
          <w:p w:rsidR="00450F28" w:rsidRPr="003C37E3" w:rsidRDefault="00450F28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450F28" w:rsidRPr="003C37E3" w:rsidRDefault="00450F28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450F28" w:rsidRPr="003C37E3" w:rsidRDefault="00450F28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TERMINA</w:t>
            </w:r>
          </w:p>
        </w:tc>
      </w:tr>
      <w:tr w:rsidR="00450F28" w:rsidRPr="003C37E3">
        <w:trPr>
          <w:jc w:val="center"/>
        </w:trPr>
        <w:tc>
          <w:tcPr>
            <w:tcW w:w="2660" w:type="dxa"/>
          </w:tcPr>
          <w:p w:rsidR="00450F28" w:rsidRDefault="00450F28" w:rsidP="00FF2372">
            <w:pPr>
              <w:numPr>
                <w:ilvl w:val="0"/>
                <w:numId w:val="45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Diseñar y poner en acción un plan organizado y estratégico para el uso de espacios como biblioteca,  sala de computador y patio a los decentes de todas las áreas.</w:t>
            </w:r>
          </w:p>
          <w:p w:rsidR="00450F28" w:rsidRDefault="00450F28" w:rsidP="00D131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Default="00450F28" w:rsidP="00D131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Default="00450F28" w:rsidP="00D131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Pr="003C37E3" w:rsidRDefault="00450F28" w:rsidP="00D131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</w:tcPr>
          <w:p w:rsidR="00450F28" w:rsidRPr="003C37E3" w:rsidRDefault="00450F28" w:rsidP="008F7D2A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La institución contará con un plan organizado y estratégico para el uso de espacios como biblioteca,  sala de computador y patio a los decentes de todas las áreas.</w:t>
            </w:r>
          </w:p>
        </w:tc>
        <w:tc>
          <w:tcPr>
            <w:tcW w:w="2880" w:type="dxa"/>
          </w:tcPr>
          <w:p w:rsidR="00450F28" w:rsidRPr="003C37E3" w:rsidRDefault="00450F28" w:rsidP="003108F3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La institución se apoya en  el plan organizado y sistematizado, para que los docentes de todas las áreas tengan acceso a los espacios institucionales.</w:t>
            </w:r>
          </w:p>
        </w:tc>
        <w:tc>
          <w:tcPr>
            <w:tcW w:w="2880" w:type="dxa"/>
          </w:tcPr>
          <w:p w:rsidR="00450F28" w:rsidRPr="003C37E3" w:rsidRDefault="00450F28" w:rsidP="002F10A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Diseñar un plan organizado y sistematizado para que los docentes tengan acceso a los espacios institucionales.</w:t>
            </w:r>
          </w:p>
        </w:tc>
        <w:tc>
          <w:tcPr>
            <w:tcW w:w="2880" w:type="dxa"/>
          </w:tcPr>
          <w:p w:rsidR="00450F28" w:rsidRPr="003C37E3" w:rsidRDefault="00450F28" w:rsidP="003108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Coordinación ecdémica.</w:t>
            </w:r>
          </w:p>
          <w:p w:rsidR="00450F28" w:rsidRPr="003C37E3" w:rsidRDefault="00450F28" w:rsidP="003108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Consejo directivo</w:t>
            </w:r>
          </w:p>
          <w:p w:rsidR="00450F28" w:rsidRPr="003C37E3" w:rsidRDefault="00450F28" w:rsidP="003108F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rectora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450F28" w:rsidRPr="003C37E3" w:rsidRDefault="00450F28" w:rsidP="004D5A4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Enero de 2011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450F28" w:rsidRPr="003C37E3" w:rsidRDefault="00450F28" w:rsidP="004D5A4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Noviembre de 2011</w:t>
            </w:r>
          </w:p>
        </w:tc>
      </w:tr>
    </w:tbl>
    <w:p w:rsidR="00450F28" w:rsidRPr="003C37E3" w:rsidRDefault="00450F28" w:rsidP="00C60DBC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17016" w:type="dxa"/>
        <w:jc w:val="center"/>
        <w:tblLook w:val="00A0"/>
      </w:tblPr>
      <w:tblGrid>
        <w:gridCol w:w="2240"/>
        <w:gridCol w:w="4186"/>
        <w:gridCol w:w="1283"/>
        <w:gridCol w:w="3775"/>
        <w:gridCol w:w="5532"/>
      </w:tblGrid>
      <w:tr w:rsidR="00450F28" w:rsidRPr="003C37E3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163FC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163F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Administrativa y financiera</w:t>
            </w:r>
          </w:p>
        </w:tc>
        <w:tc>
          <w:tcPr>
            <w:tcW w:w="1134" w:type="dxa"/>
            <w:vAlign w:val="bottom"/>
          </w:tcPr>
          <w:p w:rsidR="00450F28" w:rsidRPr="003C37E3" w:rsidRDefault="00450F28" w:rsidP="00163FC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163F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Apoyo a la gestión académica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450F28" w:rsidRPr="003C37E3" w:rsidRDefault="00450F28" w:rsidP="00163F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258B">
              <w:rPr>
                <w:rFonts w:ascii="Arial" w:hAnsi="Arial" w:cs="Arial"/>
                <w:noProof/>
                <w:sz w:val="20"/>
                <w:szCs w:val="20"/>
                <w:lang w:eastAsia="es-ES"/>
              </w:rPr>
              <w:pict>
                <v:shape id="Imagen 6" o:spid="_x0000_i1048" type="#_x0000_t75" alt="logo gr.png" style="width:257.25pt;height:63.75pt;visibility:visible">
                  <v:imagedata r:id="rId7" o:title=""/>
                </v:shape>
              </w:pict>
            </w:r>
          </w:p>
        </w:tc>
      </w:tr>
      <w:tr w:rsidR="00450F28" w:rsidRPr="003C37E3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163FC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163F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Proceso de matrícula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450F28" w:rsidRPr="003C37E3" w:rsidRDefault="00450F28" w:rsidP="00163F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0F28" w:rsidRPr="003C37E3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163FC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50F28" w:rsidRPr="003C37E3" w:rsidRDefault="00450F28" w:rsidP="00AF37A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Proceso de matrícula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450F28" w:rsidRPr="003C37E3" w:rsidRDefault="00450F28" w:rsidP="00163F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50F28" w:rsidRPr="003C37E3" w:rsidRDefault="00450F28" w:rsidP="00C60DBC">
      <w:pPr>
        <w:rPr>
          <w:rFonts w:ascii="Arial" w:hAnsi="Arial" w:cs="Arial"/>
          <w:sz w:val="20"/>
          <w:szCs w:val="20"/>
        </w:rPr>
      </w:pPr>
    </w:p>
    <w:tbl>
      <w:tblPr>
        <w:tblW w:w="17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450F28" w:rsidRPr="003C37E3">
        <w:trPr>
          <w:jc w:val="center"/>
        </w:trPr>
        <w:tc>
          <w:tcPr>
            <w:tcW w:w="2660" w:type="dxa"/>
            <w:vMerge w:val="restart"/>
            <w:vAlign w:val="center"/>
          </w:tcPr>
          <w:p w:rsidR="00450F28" w:rsidRPr="003C37E3" w:rsidRDefault="00450F28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450F28" w:rsidRPr="003C37E3" w:rsidRDefault="00450F28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TIEMPO DE EJECUCIÓN</w:t>
            </w:r>
          </w:p>
        </w:tc>
      </w:tr>
      <w:tr w:rsidR="00450F28" w:rsidRPr="003C37E3">
        <w:trPr>
          <w:jc w:val="center"/>
        </w:trPr>
        <w:tc>
          <w:tcPr>
            <w:tcW w:w="2660" w:type="dxa"/>
            <w:vMerge/>
            <w:vAlign w:val="center"/>
          </w:tcPr>
          <w:p w:rsidR="00450F28" w:rsidRPr="003C37E3" w:rsidRDefault="00450F28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450F28" w:rsidRPr="003C37E3" w:rsidRDefault="00450F28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450F28" w:rsidRPr="003C37E3" w:rsidRDefault="00450F28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TERMINA</w:t>
            </w:r>
          </w:p>
        </w:tc>
      </w:tr>
      <w:tr w:rsidR="00450F28" w:rsidRPr="003C37E3">
        <w:trPr>
          <w:jc w:val="center"/>
        </w:trPr>
        <w:tc>
          <w:tcPr>
            <w:tcW w:w="2660" w:type="dxa"/>
            <w:vAlign w:val="center"/>
          </w:tcPr>
          <w:p w:rsidR="00450F28" w:rsidRPr="003C37E3" w:rsidRDefault="00450F28" w:rsidP="00FF2372">
            <w:pPr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Determinar acciones que permitan el temprano acceso al sistema educativo en la institución.</w:t>
            </w:r>
          </w:p>
        </w:tc>
        <w:tc>
          <w:tcPr>
            <w:tcW w:w="2880" w:type="dxa"/>
          </w:tcPr>
          <w:p w:rsidR="00450F28" w:rsidRPr="003C37E3" w:rsidRDefault="00450F28" w:rsidP="004816CB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Incrementar matrícula y acceso temprano a las aulas</w:t>
            </w:r>
          </w:p>
        </w:tc>
        <w:tc>
          <w:tcPr>
            <w:tcW w:w="2880" w:type="dxa"/>
          </w:tcPr>
          <w:p w:rsidR="00450F28" w:rsidRPr="003C37E3" w:rsidRDefault="00450F28" w:rsidP="00B10C51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La institución cuenta con cupo completo en la segunda semana de labores académicas</w:t>
            </w:r>
          </w:p>
        </w:tc>
        <w:tc>
          <w:tcPr>
            <w:tcW w:w="2880" w:type="dxa"/>
          </w:tcPr>
          <w:p w:rsidR="00450F28" w:rsidRDefault="00450F28" w:rsidP="004B31B8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Los decentes matriculan durante la entrega de notas finales a los estudiantes antiguos. Se pedirá a los padres de familia, que por escrito, den a conocer si sus hijos continúan o no en el colegio, para la disposición de cupos.</w:t>
            </w:r>
          </w:p>
          <w:p w:rsidR="00450F28" w:rsidRDefault="00450F28" w:rsidP="00D131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Default="00450F28" w:rsidP="00D131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Default="00450F28" w:rsidP="00D131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Pr="003C37E3" w:rsidRDefault="00450F28" w:rsidP="00D131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</w:tcPr>
          <w:p w:rsidR="00450F28" w:rsidRPr="003C37E3" w:rsidRDefault="00450F28" w:rsidP="00B10C5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Docentes.</w:t>
            </w:r>
          </w:p>
          <w:p w:rsidR="00450F28" w:rsidRPr="003C37E3" w:rsidRDefault="00450F28" w:rsidP="00B10C5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Acudientes</w:t>
            </w:r>
          </w:p>
          <w:p w:rsidR="00450F28" w:rsidRPr="003C37E3" w:rsidRDefault="00450F28" w:rsidP="00B10C5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Secretaría coordinación académica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450F28" w:rsidRPr="003C37E3" w:rsidRDefault="00450F28" w:rsidP="004D5A4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Octubre de 2010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450F28" w:rsidRPr="003C37E3" w:rsidRDefault="00450F28" w:rsidP="004D5A4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Diciembre de 2010</w:t>
            </w:r>
          </w:p>
        </w:tc>
      </w:tr>
    </w:tbl>
    <w:p w:rsidR="00450F28" w:rsidRPr="003C37E3" w:rsidRDefault="00450F28" w:rsidP="00C60DBC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17016" w:type="dxa"/>
        <w:jc w:val="center"/>
        <w:tblLook w:val="00A0"/>
      </w:tblPr>
      <w:tblGrid>
        <w:gridCol w:w="2241"/>
        <w:gridCol w:w="4182"/>
        <w:gridCol w:w="1283"/>
        <w:gridCol w:w="3779"/>
        <w:gridCol w:w="5531"/>
      </w:tblGrid>
      <w:tr w:rsidR="00450F28" w:rsidRPr="003C37E3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163FC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163F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 xml:space="preserve">Administración y matrícula </w:t>
            </w:r>
          </w:p>
        </w:tc>
        <w:tc>
          <w:tcPr>
            <w:tcW w:w="1134" w:type="dxa"/>
            <w:vAlign w:val="bottom"/>
          </w:tcPr>
          <w:p w:rsidR="00450F28" w:rsidRPr="003C37E3" w:rsidRDefault="00450F28" w:rsidP="00163FC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163F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Administración de la planta fñisica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450F28" w:rsidRPr="003C37E3" w:rsidRDefault="00450F28" w:rsidP="00163F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258B">
              <w:rPr>
                <w:rFonts w:ascii="Arial" w:hAnsi="Arial" w:cs="Arial"/>
                <w:noProof/>
                <w:sz w:val="20"/>
                <w:szCs w:val="20"/>
                <w:lang w:eastAsia="es-ES"/>
              </w:rPr>
              <w:pict>
                <v:shape id="Imagen 7" o:spid="_x0000_i1049" type="#_x0000_t75" alt="logo gr.png" style="width:257.25pt;height:63.75pt;visibility:visible">
                  <v:imagedata r:id="rId7" o:title=""/>
                </v:shape>
              </w:pict>
            </w:r>
          </w:p>
        </w:tc>
      </w:tr>
      <w:tr w:rsidR="00450F28" w:rsidRPr="003C37E3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163FC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163F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Administración de recursos y equipos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450F28" w:rsidRPr="003C37E3" w:rsidRDefault="00450F28" w:rsidP="00163F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0F28" w:rsidRPr="003C37E3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163FC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50F28" w:rsidRPr="003C37E3" w:rsidRDefault="00450F28" w:rsidP="00163F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Diseñar un plan de mantenimiento y prevención de materiales y equipos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450F28" w:rsidRPr="003C37E3" w:rsidRDefault="00450F28" w:rsidP="00163F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50F28" w:rsidRPr="003C37E3" w:rsidRDefault="00450F28" w:rsidP="00C60DBC">
      <w:pPr>
        <w:rPr>
          <w:rFonts w:ascii="Arial" w:hAnsi="Arial" w:cs="Arial"/>
          <w:sz w:val="20"/>
          <w:szCs w:val="20"/>
        </w:rPr>
      </w:pPr>
    </w:p>
    <w:tbl>
      <w:tblPr>
        <w:tblW w:w="17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450F28" w:rsidRPr="003C37E3">
        <w:trPr>
          <w:jc w:val="center"/>
        </w:trPr>
        <w:tc>
          <w:tcPr>
            <w:tcW w:w="2660" w:type="dxa"/>
            <w:vMerge w:val="restart"/>
            <w:vAlign w:val="center"/>
          </w:tcPr>
          <w:p w:rsidR="00450F28" w:rsidRPr="003C37E3" w:rsidRDefault="00450F28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450F28" w:rsidRPr="003C37E3" w:rsidRDefault="00450F28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TIEMPO DE EJECUCIÓN</w:t>
            </w:r>
          </w:p>
        </w:tc>
      </w:tr>
      <w:tr w:rsidR="00450F28" w:rsidRPr="003C37E3">
        <w:trPr>
          <w:jc w:val="center"/>
        </w:trPr>
        <w:tc>
          <w:tcPr>
            <w:tcW w:w="2660" w:type="dxa"/>
            <w:vMerge/>
            <w:vAlign w:val="center"/>
          </w:tcPr>
          <w:p w:rsidR="00450F28" w:rsidRPr="003C37E3" w:rsidRDefault="00450F28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450F28" w:rsidRPr="003C37E3" w:rsidRDefault="00450F28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450F28" w:rsidRPr="003C37E3" w:rsidRDefault="00450F28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TERMINA</w:t>
            </w:r>
          </w:p>
        </w:tc>
      </w:tr>
      <w:tr w:rsidR="00450F28" w:rsidRPr="003C37E3">
        <w:trPr>
          <w:jc w:val="center"/>
        </w:trPr>
        <w:tc>
          <w:tcPr>
            <w:tcW w:w="2660" w:type="dxa"/>
          </w:tcPr>
          <w:p w:rsidR="00450F28" w:rsidRDefault="00450F28" w:rsidP="00FF2372">
            <w:pPr>
              <w:numPr>
                <w:ilvl w:val="0"/>
                <w:numId w:val="4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Diseñar e implementar un plan de mantenimiento y prevención, para tal acción, en materiales y equipos</w:t>
            </w:r>
          </w:p>
          <w:p w:rsidR="00450F28" w:rsidRDefault="00450F28" w:rsidP="00D131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Default="00450F28" w:rsidP="00D131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Default="00450F28" w:rsidP="00D131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Default="00450F28" w:rsidP="00D131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Pr="003C37E3" w:rsidRDefault="00450F28" w:rsidP="00D131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</w:tcPr>
          <w:p w:rsidR="00450F28" w:rsidRPr="003C37E3" w:rsidRDefault="00450F28" w:rsidP="008B14C1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La institución hará mantenimiento permanente, mediante un plan que acoge dicha acción en material y equipos</w:t>
            </w:r>
          </w:p>
        </w:tc>
        <w:tc>
          <w:tcPr>
            <w:tcW w:w="2880" w:type="dxa"/>
          </w:tcPr>
          <w:p w:rsidR="00450F28" w:rsidRPr="003C37E3" w:rsidRDefault="00450F28" w:rsidP="00492544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La I.E. realiza mantenimiento preventivo con base en un plan previsto, en materiales y equipos</w:t>
            </w:r>
          </w:p>
        </w:tc>
        <w:tc>
          <w:tcPr>
            <w:tcW w:w="2880" w:type="dxa"/>
          </w:tcPr>
          <w:p w:rsidR="00450F28" w:rsidRPr="003C37E3" w:rsidRDefault="00450F28" w:rsidP="00C0187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La institución debe diseñar un plan de mantenimiento para la ejecución de dicha acción en material y equipos</w:t>
            </w:r>
          </w:p>
        </w:tc>
        <w:tc>
          <w:tcPr>
            <w:tcW w:w="2880" w:type="dxa"/>
          </w:tcPr>
          <w:p w:rsidR="00450F28" w:rsidRPr="003C37E3" w:rsidRDefault="00450F28" w:rsidP="007028B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Tesorería</w:t>
            </w:r>
          </w:p>
          <w:p w:rsidR="00450F28" w:rsidRPr="003C37E3" w:rsidRDefault="00450F28" w:rsidP="007028B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Rectoría</w:t>
            </w:r>
          </w:p>
          <w:p w:rsidR="00450F28" w:rsidRPr="003C37E3" w:rsidRDefault="00450F28" w:rsidP="007028B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Consejo directivo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450F28" w:rsidRPr="003C37E3" w:rsidRDefault="00450F28" w:rsidP="007028B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Enero de 2011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450F28" w:rsidRPr="003C37E3" w:rsidRDefault="00450F28" w:rsidP="007028B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Diciembre de 2011</w:t>
            </w:r>
          </w:p>
        </w:tc>
      </w:tr>
    </w:tbl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17016" w:type="dxa"/>
        <w:jc w:val="center"/>
        <w:tblLook w:val="00A0"/>
      </w:tblPr>
      <w:tblGrid>
        <w:gridCol w:w="2241"/>
        <w:gridCol w:w="4185"/>
        <w:gridCol w:w="1283"/>
        <w:gridCol w:w="3775"/>
        <w:gridCol w:w="5532"/>
      </w:tblGrid>
      <w:tr w:rsidR="00450F28" w:rsidRPr="003C37E3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 xml:space="preserve">Administrativa y financiera </w:t>
            </w:r>
          </w:p>
        </w:tc>
        <w:tc>
          <w:tcPr>
            <w:tcW w:w="1134" w:type="dxa"/>
            <w:vAlign w:val="bottom"/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Boletines de calificación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258B">
              <w:rPr>
                <w:rFonts w:ascii="Arial" w:hAnsi="Arial" w:cs="Arial"/>
                <w:noProof/>
                <w:sz w:val="20"/>
                <w:szCs w:val="20"/>
                <w:lang w:eastAsia="es-ES"/>
              </w:rPr>
              <w:pict>
                <v:shape id="Imagen 8" o:spid="_x0000_i1050" type="#_x0000_t75" alt="logo gr.png" style="width:257.25pt;height:63.75pt;visibility:visible">
                  <v:imagedata r:id="rId7" o:title=""/>
                </v:shape>
              </w:pict>
            </w:r>
          </w:p>
        </w:tc>
      </w:tr>
      <w:tr w:rsidR="00450F28" w:rsidRPr="003C37E3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Boletines y calificación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0F28" w:rsidRPr="003C37E3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Agilidad y pertinencia en la entrega de notas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50F28" w:rsidRPr="003C37E3" w:rsidRDefault="00450F28" w:rsidP="007028B9">
      <w:pPr>
        <w:rPr>
          <w:rFonts w:ascii="Arial" w:hAnsi="Arial" w:cs="Arial"/>
          <w:sz w:val="20"/>
          <w:szCs w:val="20"/>
        </w:rPr>
      </w:pPr>
    </w:p>
    <w:tbl>
      <w:tblPr>
        <w:tblW w:w="17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450F28" w:rsidRPr="003C37E3">
        <w:trPr>
          <w:jc w:val="center"/>
        </w:trPr>
        <w:tc>
          <w:tcPr>
            <w:tcW w:w="2660" w:type="dxa"/>
            <w:vMerge w:val="restart"/>
            <w:vAlign w:val="center"/>
          </w:tcPr>
          <w:p w:rsidR="00450F28" w:rsidRPr="003C37E3" w:rsidRDefault="00450F28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450F28" w:rsidRPr="003C37E3" w:rsidRDefault="00450F28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TIEMPO DE EJECUCIÓN</w:t>
            </w:r>
          </w:p>
        </w:tc>
      </w:tr>
      <w:tr w:rsidR="00450F28" w:rsidRPr="003C37E3">
        <w:trPr>
          <w:jc w:val="center"/>
        </w:trPr>
        <w:tc>
          <w:tcPr>
            <w:tcW w:w="2660" w:type="dxa"/>
            <w:vMerge/>
            <w:vAlign w:val="center"/>
          </w:tcPr>
          <w:p w:rsidR="00450F28" w:rsidRPr="003C37E3" w:rsidRDefault="00450F28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450F28" w:rsidRPr="003C37E3" w:rsidRDefault="00450F28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450F28" w:rsidRPr="003C37E3" w:rsidRDefault="00450F28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TERMINA</w:t>
            </w:r>
          </w:p>
        </w:tc>
      </w:tr>
      <w:tr w:rsidR="00450F28" w:rsidRPr="003C37E3">
        <w:trPr>
          <w:jc w:val="center"/>
        </w:trPr>
        <w:tc>
          <w:tcPr>
            <w:tcW w:w="2660" w:type="dxa"/>
          </w:tcPr>
          <w:p w:rsidR="00450F28" w:rsidRPr="003C37E3" w:rsidRDefault="00450F28" w:rsidP="00FF2372">
            <w:pPr>
              <w:numPr>
                <w:ilvl w:val="0"/>
                <w:numId w:val="48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Contar con un sistema de calificaciones oportuno y eficaz para la institución.</w:t>
            </w:r>
          </w:p>
        </w:tc>
        <w:tc>
          <w:tcPr>
            <w:tcW w:w="2880" w:type="dxa"/>
          </w:tcPr>
          <w:p w:rsidR="00450F28" w:rsidRPr="003C37E3" w:rsidRDefault="00450F28" w:rsidP="008A3819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Tener en forma ágil, oportuna y acorde a la época, las notas de los estudiantes.</w:t>
            </w:r>
          </w:p>
        </w:tc>
        <w:tc>
          <w:tcPr>
            <w:tcW w:w="2880" w:type="dxa"/>
          </w:tcPr>
          <w:p w:rsidR="00450F28" w:rsidRPr="003C37E3" w:rsidRDefault="00450F28" w:rsidP="001D298F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La institución cuenta con un sistema ágil, oportuno y eficaz de sistema de boletines para los estudiantes.</w:t>
            </w:r>
          </w:p>
        </w:tc>
        <w:tc>
          <w:tcPr>
            <w:tcW w:w="2880" w:type="dxa"/>
          </w:tcPr>
          <w:p w:rsidR="00450F28" w:rsidRDefault="00450F28" w:rsidP="009D0B3C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La institución implementará a través de una plataforma vrtual el sistema de calificaciones propia de la IE, para mejorar en la elaboración y entrega de boletines</w:t>
            </w:r>
          </w:p>
          <w:p w:rsidR="00450F28" w:rsidRDefault="00450F28" w:rsidP="00D131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Default="00450F28" w:rsidP="00D131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Default="00450F28" w:rsidP="00D131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Default="00450F28" w:rsidP="00D131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Pr="003C37E3" w:rsidRDefault="00450F28" w:rsidP="00D131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Coordinación académica</w:t>
            </w:r>
          </w:p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Consejo directivo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Enero de 2011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Dicembre de 2011</w:t>
            </w:r>
          </w:p>
        </w:tc>
      </w:tr>
    </w:tbl>
    <w:p w:rsidR="00450F28" w:rsidRPr="003C37E3" w:rsidRDefault="00450F28" w:rsidP="007028B9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7028B9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17016" w:type="dxa"/>
        <w:jc w:val="center"/>
        <w:tblLook w:val="00A0"/>
      </w:tblPr>
      <w:tblGrid>
        <w:gridCol w:w="2239"/>
        <w:gridCol w:w="4182"/>
        <w:gridCol w:w="1283"/>
        <w:gridCol w:w="3780"/>
        <w:gridCol w:w="5532"/>
      </w:tblGrid>
      <w:tr w:rsidR="00450F28" w:rsidRPr="003C37E3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Administrativa y financiera</w:t>
            </w:r>
          </w:p>
        </w:tc>
        <w:tc>
          <w:tcPr>
            <w:tcW w:w="1134" w:type="dxa"/>
            <w:vAlign w:val="bottom"/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Administración y planta física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258B">
              <w:rPr>
                <w:rFonts w:ascii="Arial" w:hAnsi="Arial" w:cs="Arial"/>
                <w:noProof/>
                <w:sz w:val="20"/>
                <w:szCs w:val="20"/>
                <w:lang w:eastAsia="es-ES"/>
              </w:rPr>
              <w:pict>
                <v:shape id="Imagen 9" o:spid="_x0000_i1051" type="#_x0000_t75" alt="logo gr.png" style="width:257.25pt;height:63.75pt;visibility:visible">
                  <v:imagedata r:id="rId7" o:title=""/>
                </v:shape>
              </w:pict>
            </w:r>
          </w:p>
        </w:tc>
      </w:tr>
      <w:tr w:rsidR="00450F28" w:rsidRPr="003C37E3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Suministro y dotación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0F28" w:rsidRPr="003C37E3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Suministrar la dotación en forma oportuna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50F28" w:rsidRPr="003C37E3" w:rsidRDefault="00450F28" w:rsidP="001D298F">
      <w:pPr>
        <w:rPr>
          <w:rFonts w:ascii="Arial" w:hAnsi="Arial" w:cs="Arial"/>
          <w:sz w:val="20"/>
          <w:szCs w:val="20"/>
        </w:rPr>
      </w:pPr>
    </w:p>
    <w:tbl>
      <w:tblPr>
        <w:tblW w:w="17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450F28" w:rsidRPr="003C37E3">
        <w:trPr>
          <w:jc w:val="center"/>
        </w:trPr>
        <w:tc>
          <w:tcPr>
            <w:tcW w:w="2660" w:type="dxa"/>
            <w:vMerge w:val="restart"/>
            <w:vAlign w:val="center"/>
          </w:tcPr>
          <w:p w:rsidR="00450F28" w:rsidRPr="003C37E3" w:rsidRDefault="00450F28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450F28" w:rsidRPr="003C37E3" w:rsidRDefault="00450F28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TIEMPO DE EJECUCIÓN</w:t>
            </w:r>
          </w:p>
        </w:tc>
      </w:tr>
      <w:tr w:rsidR="00450F28" w:rsidRPr="003C37E3">
        <w:trPr>
          <w:jc w:val="center"/>
        </w:trPr>
        <w:tc>
          <w:tcPr>
            <w:tcW w:w="2660" w:type="dxa"/>
            <w:vMerge/>
            <w:vAlign w:val="center"/>
          </w:tcPr>
          <w:p w:rsidR="00450F28" w:rsidRPr="003C37E3" w:rsidRDefault="00450F28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450F28" w:rsidRPr="003C37E3" w:rsidRDefault="00450F28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450F28" w:rsidRPr="003C37E3" w:rsidRDefault="00450F28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TERMINA</w:t>
            </w:r>
          </w:p>
        </w:tc>
      </w:tr>
      <w:tr w:rsidR="00450F28" w:rsidRPr="003C37E3">
        <w:trPr>
          <w:jc w:val="center"/>
        </w:trPr>
        <w:tc>
          <w:tcPr>
            <w:tcW w:w="2660" w:type="dxa"/>
            <w:vAlign w:val="center"/>
          </w:tcPr>
          <w:p w:rsidR="00450F28" w:rsidRDefault="00450F28" w:rsidP="00FF2372">
            <w:pPr>
              <w:numPr>
                <w:ilvl w:val="0"/>
                <w:numId w:val="4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Diseñar y poner en acción un plan administrativo y de recursos para la entrega oportuna de la dotación para el funcionamiento institucional.</w:t>
            </w:r>
          </w:p>
          <w:p w:rsidR="00450F28" w:rsidRDefault="00450F28" w:rsidP="00D131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Default="00450F28" w:rsidP="00D131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Default="00450F28" w:rsidP="00D131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Default="00450F28" w:rsidP="00D131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Pr="003C37E3" w:rsidRDefault="00450F28" w:rsidP="00D131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</w:tcPr>
          <w:p w:rsidR="00450F28" w:rsidRPr="003C37E3" w:rsidRDefault="00450F28" w:rsidP="004C578C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La IE cuenta con un plan de administración de recursos para la entrega oportuna y eficaz de la dotación necesaria para el funcionamiento institucional.</w:t>
            </w:r>
          </w:p>
        </w:tc>
        <w:tc>
          <w:tcPr>
            <w:tcW w:w="2880" w:type="dxa"/>
          </w:tcPr>
          <w:p w:rsidR="00450F28" w:rsidRPr="003C37E3" w:rsidRDefault="00450F28" w:rsidP="004C578C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La IE proporciona de forma inmediata y mediante un proceso eficaz, los recursos y dotaciones necesarias.</w:t>
            </w:r>
          </w:p>
        </w:tc>
        <w:tc>
          <w:tcPr>
            <w:tcW w:w="2880" w:type="dxa"/>
          </w:tcPr>
          <w:p w:rsidR="00450F28" w:rsidRPr="003C37E3" w:rsidRDefault="00450F28" w:rsidP="0018651E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Realizar un plan de administración de recursos, estableciendo los `pasos a seguir para la entrega oportuna de la dotación.</w:t>
            </w:r>
          </w:p>
        </w:tc>
        <w:tc>
          <w:tcPr>
            <w:tcW w:w="2880" w:type="dxa"/>
          </w:tcPr>
          <w:p w:rsidR="00450F28" w:rsidRPr="003C37E3" w:rsidRDefault="00450F28" w:rsidP="0068348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Consejo directivo</w:t>
            </w:r>
          </w:p>
          <w:p w:rsidR="00450F28" w:rsidRPr="003C37E3" w:rsidRDefault="00450F28" w:rsidP="0068348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Rectora</w:t>
            </w:r>
          </w:p>
          <w:p w:rsidR="00450F28" w:rsidRPr="003C37E3" w:rsidRDefault="00450F28" w:rsidP="0068348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tesorería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Enero de 2011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Diciembre de 2011</w:t>
            </w:r>
          </w:p>
        </w:tc>
      </w:tr>
    </w:tbl>
    <w:p w:rsidR="00450F28" w:rsidRPr="003C37E3" w:rsidRDefault="00450F28" w:rsidP="001D298F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1D298F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17016" w:type="dxa"/>
        <w:jc w:val="center"/>
        <w:tblLook w:val="00A0"/>
      </w:tblPr>
      <w:tblGrid>
        <w:gridCol w:w="2239"/>
        <w:gridCol w:w="4182"/>
        <w:gridCol w:w="1283"/>
        <w:gridCol w:w="3780"/>
        <w:gridCol w:w="5532"/>
      </w:tblGrid>
      <w:tr w:rsidR="00450F28" w:rsidRPr="003C37E3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 xml:space="preserve">Administrativa y financiera </w:t>
            </w:r>
          </w:p>
        </w:tc>
        <w:tc>
          <w:tcPr>
            <w:tcW w:w="1134" w:type="dxa"/>
            <w:vAlign w:val="bottom"/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Administración de la planta física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258B">
              <w:rPr>
                <w:rFonts w:ascii="Arial" w:hAnsi="Arial" w:cs="Arial"/>
                <w:noProof/>
                <w:sz w:val="20"/>
                <w:szCs w:val="20"/>
                <w:lang w:eastAsia="es-ES"/>
              </w:rPr>
              <w:pict>
                <v:shape id="Imagen 10" o:spid="_x0000_i1052" type="#_x0000_t75" alt="logo gr.png" style="width:257.25pt;height:63.75pt;visibility:visible">
                  <v:imagedata r:id="rId7" o:title=""/>
                </v:shape>
              </w:pict>
            </w:r>
          </w:p>
        </w:tc>
      </w:tr>
      <w:tr w:rsidR="00450F28" w:rsidRPr="003C37E3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Mantenimiento de la planta física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0F28" w:rsidRPr="003C37E3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Mantener en buen estado la estructura de la institución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50F28" w:rsidRPr="003C37E3" w:rsidRDefault="00450F28" w:rsidP="001D298F">
      <w:pPr>
        <w:rPr>
          <w:rFonts w:ascii="Arial" w:hAnsi="Arial" w:cs="Arial"/>
          <w:sz w:val="20"/>
          <w:szCs w:val="20"/>
        </w:rPr>
      </w:pPr>
    </w:p>
    <w:tbl>
      <w:tblPr>
        <w:tblW w:w="17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450F28" w:rsidRPr="003C37E3">
        <w:trPr>
          <w:jc w:val="center"/>
        </w:trPr>
        <w:tc>
          <w:tcPr>
            <w:tcW w:w="2660" w:type="dxa"/>
            <w:vMerge w:val="restart"/>
            <w:vAlign w:val="center"/>
          </w:tcPr>
          <w:p w:rsidR="00450F28" w:rsidRPr="003C37E3" w:rsidRDefault="00450F28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450F28" w:rsidRPr="003C37E3" w:rsidRDefault="00450F28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TIEMPO DE EJECUCIÓN</w:t>
            </w:r>
          </w:p>
        </w:tc>
      </w:tr>
      <w:tr w:rsidR="00450F28" w:rsidRPr="003C37E3">
        <w:trPr>
          <w:jc w:val="center"/>
        </w:trPr>
        <w:tc>
          <w:tcPr>
            <w:tcW w:w="2660" w:type="dxa"/>
            <w:vMerge/>
            <w:vAlign w:val="center"/>
          </w:tcPr>
          <w:p w:rsidR="00450F28" w:rsidRPr="003C37E3" w:rsidRDefault="00450F28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450F28" w:rsidRPr="003C37E3" w:rsidRDefault="00450F28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450F28" w:rsidRPr="003C37E3" w:rsidRDefault="00450F28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TERMINA</w:t>
            </w:r>
          </w:p>
        </w:tc>
      </w:tr>
      <w:tr w:rsidR="00450F28" w:rsidRPr="003C37E3">
        <w:trPr>
          <w:jc w:val="center"/>
        </w:trPr>
        <w:tc>
          <w:tcPr>
            <w:tcW w:w="2660" w:type="dxa"/>
            <w:vAlign w:val="center"/>
          </w:tcPr>
          <w:p w:rsidR="00450F28" w:rsidRPr="003C37E3" w:rsidRDefault="00450F28" w:rsidP="00D131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Gestionar ante las autoridades competentes los recursos necesarios para realizar inversiones que conlleven a un mejor bienestar en  espacios físicos agradables, al igual que aportar del presupuesto institucional en las reparaciones locativas prioritarias.</w:t>
            </w:r>
          </w:p>
        </w:tc>
        <w:tc>
          <w:tcPr>
            <w:tcW w:w="2880" w:type="dxa"/>
          </w:tcPr>
          <w:p w:rsidR="00450F28" w:rsidRPr="003C37E3" w:rsidRDefault="00450F28" w:rsidP="004C578C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La IE mantendrá en buen estado y funcionamiento la planta física durante el año (la parte estructural)</w:t>
            </w:r>
          </w:p>
        </w:tc>
        <w:tc>
          <w:tcPr>
            <w:tcW w:w="2880" w:type="dxa"/>
          </w:tcPr>
          <w:p w:rsidR="00450F28" w:rsidRPr="003C37E3" w:rsidRDefault="00450F28" w:rsidP="004C578C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La IE hace mantenimiento permanente y garantiza el buen funcionamiento de su estructura: baños, salones, oficinas, áreas comunes y demás dependencias (laboratorio, biblioteca, etc.).</w:t>
            </w:r>
          </w:p>
        </w:tc>
        <w:tc>
          <w:tcPr>
            <w:tcW w:w="2880" w:type="dxa"/>
          </w:tcPr>
          <w:p w:rsidR="00450F28" w:rsidRPr="003C37E3" w:rsidRDefault="00450F28" w:rsidP="00093F82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Realizar un programa de mantenimiento preventivo de la planta física.</w:t>
            </w:r>
          </w:p>
          <w:p w:rsidR="00450F28" w:rsidRPr="003C37E3" w:rsidRDefault="00450F28" w:rsidP="00093F82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Solicitar a la alcaldía el formato para realizar el programa de mantenimiento.</w:t>
            </w:r>
          </w:p>
          <w:p w:rsidR="00450F28" w:rsidRDefault="00450F28" w:rsidP="00093F82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Solicitar a la alcaldía la asesoría para la gestión, a fin de realizar el programa de mantenimiento preventivo de la planta física.</w:t>
            </w:r>
          </w:p>
          <w:p w:rsidR="00450F28" w:rsidRDefault="00450F28" w:rsidP="00D131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Default="00450F28" w:rsidP="00D131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Default="00450F28" w:rsidP="00D131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Pr="003C37E3" w:rsidRDefault="00450F28" w:rsidP="00D131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</w:tcPr>
          <w:p w:rsidR="00450F28" w:rsidRPr="003C37E3" w:rsidRDefault="00450F28" w:rsidP="00093F8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Consejo directivo</w:t>
            </w:r>
          </w:p>
          <w:p w:rsidR="00450F28" w:rsidRPr="003C37E3" w:rsidRDefault="00450F28" w:rsidP="00093F8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Pagaduria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Enero de 2011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Diciembre de 2011</w:t>
            </w:r>
          </w:p>
        </w:tc>
      </w:tr>
    </w:tbl>
    <w:p w:rsidR="00450F28" w:rsidRPr="003C37E3" w:rsidRDefault="00450F28" w:rsidP="001D298F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1D298F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17016" w:type="dxa"/>
        <w:jc w:val="center"/>
        <w:tblLook w:val="00A0"/>
      </w:tblPr>
      <w:tblGrid>
        <w:gridCol w:w="2239"/>
        <w:gridCol w:w="4182"/>
        <w:gridCol w:w="1283"/>
        <w:gridCol w:w="3780"/>
        <w:gridCol w:w="5532"/>
      </w:tblGrid>
      <w:tr w:rsidR="00450F28" w:rsidRPr="003C37E3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 xml:space="preserve">Administrativa y financiera </w:t>
            </w:r>
          </w:p>
        </w:tc>
        <w:tc>
          <w:tcPr>
            <w:tcW w:w="1134" w:type="dxa"/>
            <w:vAlign w:val="bottom"/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Administración de la planta física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258B">
              <w:rPr>
                <w:rFonts w:ascii="Arial" w:hAnsi="Arial" w:cs="Arial"/>
                <w:noProof/>
                <w:sz w:val="20"/>
                <w:szCs w:val="20"/>
                <w:lang w:eastAsia="es-ES"/>
              </w:rPr>
              <w:pict>
                <v:shape id="Imagen 11" o:spid="_x0000_i1053" type="#_x0000_t75" alt="logo gr.png" style="width:257.25pt;height:63.75pt;visibility:visible">
                  <v:imagedata r:id="rId7" o:title=""/>
                </v:shape>
              </w:pict>
            </w:r>
          </w:p>
        </w:tc>
      </w:tr>
      <w:tr w:rsidR="00450F28" w:rsidRPr="003C37E3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Adquisición de recursos para el aprendizaje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0F28" w:rsidRPr="003C37E3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Manejo oportuno del plan para la adquisición de los recursos.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50F28" w:rsidRPr="003C37E3" w:rsidRDefault="00450F28" w:rsidP="001D298F">
      <w:pPr>
        <w:rPr>
          <w:rFonts w:ascii="Arial" w:hAnsi="Arial" w:cs="Arial"/>
          <w:sz w:val="20"/>
          <w:szCs w:val="20"/>
        </w:rPr>
      </w:pPr>
    </w:p>
    <w:tbl>
      <w:tblPr>
        <w:tblW w:w="17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450F28" w:rsidRPr="003C37E3">
        <w:trPr>
          <w:jc w:val="center"/>
        </w:trPr>
        <w:tc>
          <w:tcPr>
            <w:tcW w:w="2660" w:type="dxa"/>
            <w:vMerge w:val="restart"/>
            <w:vAlign w:val="center"/>
          </w:tcPr>
          <w:p w:rsidR="00450F28" w:rsidRPr="003C37E3" w:rsidRDefault="00450F28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450F28" w:rsidRPr="003C37E3" w:rsidRDefault="00450F28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TIEMPO DE EJECUCIÓN</w:t>
            </w:r>
          </w:p>
        </w:tc>
      </w:tr>
      <w:tr w:rsidR="00450F28" w:rsidRPr="003C37E3">
        <w:trPr>
          <w:jc w:val="center"/>
        </w:trPr>
        <w:tc>
          <w:tcPr>
            <w:tcW w:w="2660" w:type="dxa"/>
            <w:vMerge/>
            <w:vAlign w:val="center"/>
          </w:tcPr>
          <w:p w:rsidR="00450F28" w:rsidRPr="003C37E3" w:rsidRDefault="00450F28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450F28" w:rsidRPr="003C37E3" w:rsidRDefault="00450F28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450F28" w:rsidRPr="003C37E3" w:rsidRDefault="00450F28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TERMINA</w:t>
            </w:r>
          </w:p>
        </w:tc>
      </w:tr>
      <w:tr w:rsidR="00450F28" w:rsidRPr="003C37E3">
        <w:trPr>
          <w:jc w:val="center"/>
        </w:trPr>
        <w:tc>
          <w:tcPr>
            <w:tcW w:w="2660" w:type="dxa"/>
          </w:tcPr>
          <w:p w:rsidR="00450F28" w:rsidRPr="003C37E3" w:rsidRDefault="00450F28" w:rsidP="00E84B5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Hacer  la  distribución presupuestal de tal manera que se pueda contar con recursos para apoyar procesos de aprendizaje durante todo el año.</w:t>
            </w:r>
          </w:p>
        </w:tc>
        <w:tc>
          <w:tcPr>
            <w:tcW w:w="2880" w:type="dxa"/>
          </w:tcPr>
          <w:p w:rsidR="00450F28" w:rsidRPr="003C37E3" w:rsidRDefault="00450F28" w:rsidP="007E3EFA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La IE cuenta con un plan de recursos que permite prever de acuerdo a las dificultades económicas, los gastos, de tal forma que haya disponibilidad presupuestal de los recursos para el aprendizaje.</w:t>
            </w:r>
          </w:p>
        </w:tc>
        <w:tc>
          <w:tcPr>
            <w:tcW w:w="2880" w:type="dxa"/>
          </w:tcPr>
          <w:p w:rsidR="00450F28" w:rsidRPr="003C37E3" w:rsidRDefault="00450F28" w:rsidP="004C578C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La IE cuenta en forma permanente con los recursos, apoyado en un plan para su pertinente manejo de los recursos para el aprendizaje.</w:t>
            </w:r>
          </w:p>
        </w:tc>
        <w:tc>
          <w:tcPr>
            <w:tcW w:w="2880" w:type="dxa"/>
          </w:tcPr>
          <w:p w:rsidR="00450F28" w:rsidRDefault="00450F28" w:rsidP="00095319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Realizar las adecuaciones pertinentes que permitan al plan de recursos para el aprendizaje , acomodarse a las circunstancias económicas (giro tardío de recursos), para anticiparse a las necesidades previstas de la IE.</w:t>
            </w:r>
          </w:p>
          <w:p w:rsidR="00450F28" w:rsidRDefault="00450F28" w:rsidP="00D131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Default="00450F28" w:rsidP="00D131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Default="00450F28" w:rsidP="00D131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Default="00450F28" w:rsidP="00D131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Pr="003C37E3" w:rsidRDefault="00450F28" w:rsidP="00D131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Consejo directivo</w:t>
            </w:r>
          </w:p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tesorería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Enero de 2011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Diciembre de 2011</w:t>
            </w:r>
          </w:p>
        </w:tc>
      </w:tr>
    </w:tbl>
    <w:p w:rsidR="00450F28" w:rsidRPr="003C37E3" w:rsidRDefault="00450F28" w:rsidP="001D298F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1D298F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17016" w:type="dxa"/>
        <w:jc w:val="center"/>
        <w:tblLook w:val="00A0"/>
      </w:tblPr>
      <w:tblGrid>
        <w:gridCol w:w="2242"/>
        <w:gridCol w:w="4188"/>
        <w:gridCol w:w="1283"/>
        <w:gridCol w:w="3771"/>
        <w:gridCol w:w="5532"/>
      </w:tblGrid>
      <w:tr w:rsidR="00450F28" w:rsidRPr="003C37E3" w:rsidTr="00FE7F37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 xml:space="preserve">Administrativa y financiera </w:t>
            </w:r>
          </w:p>
        </w:tc>
        <w:tc>
          <w:tcPr>
            <w:tcW w:w="1134" w:type="dxa"/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Talento humano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258B">
              <w:rPr>
                <w:rFonts w:ascii="Arial" w:hAnsi="Arial" w:cs="Arial"/>
                <w:noProof/>
                <w:sz w:val="20"/>
                <w:szCs w:val="20"/>
                <w:lang w:eastAsia="es-ES"/>
              </w:rPr>
              <w:pict>
                <v:shape id="_x0000_i1054" type="#_x0000_t75" alt="logo gr.png" style="width:257.25pt;height:63.75pt;visibility:visible">
                  <v:imagedata r:id="rId7" o:title=""/>
                </v:shape>
              </w:pict>
            </w:r>
          </w:p>
        </w:tc>
      </w:tr>
      <w:tr w:rsidR="00450F28" w:rsidRPr="003C37E3" w:rsidTr="00FE7F37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Perfiles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0F28" w:rsidRPr="003C37E3" w:rsidTr="00FE7F37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Realizar selección de personal de acuerdo a necesidades, la filosofía y misión institucional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50F28" w:rsidRPr="003C37E3" w:rsidRDefault="00450F28" w:rsidP="00525205">
      <w:pPr>
        <w:rPr>
          <w:rFonts w:ascii="Arial" w:hAnsi="Arial" w:cs="Arial"/>
          <w:sz w:val="20"/>
          <w:szCs w:val="20"/>
        </w:rPr>
      </w:pPr>
    </w:p>
    <w:tbl>
      <w:tblPr>
        <w:tblW w:w="17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450F28" w:rsidRPr="003C37E3" w:rsidTr="00FE7F37">
        <w:trPr>
          <w:jc w:val="center"/>
        </w:trPr>
        <w:tc>
          <w:tcPr>
            <w:tcW w:w="266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TIEMPO DE EJECUCIÓN</w:t>
            </w:r>
          </w:p>
        </w:tc>
      </w:tr>
      <w:tr w:rsidR="00450F28" w:rsidRPr="003C37E3" w:rsidTr="00FE7F37">
        <w:trPr>
          <w:jc w:val="center"/>
        </w:trPr>
        <w:tc>
          <w:tcPr>
            <w:tcW w:w="266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TERMINA</w:t>
            </w:r>
          </w:p>
        </w:tc>
      </w:tr>
      <w:tr w:rsidR="00450F28" w:rsidRPr="003C37E3" w:rsidTr="00FE7F37">
        <w:trPr>
          <w:jc w:val="center"/>
        </w:trPr>
        <w:tc>
          <w:tcPr>
            <w:tcW w:w="2660" w:type="dxa"/>
          </w:tcPr>
          <w:p w:rsidR="00450F28" w:rsidRPr="003C37E3" w:rsidRDefault="00450F28" w:rsidP="00E84B5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Solicitar a las autoridades nominadoras que el personal adscrito a la nomina del colegio cumpla con el perfil que la institución requiere, para los diferentes estamentos.</w:t>
            </w:r>
          </w:p>
        </w:tc>
        <w:tc>
          <w:tcPr>
            <w:tcW w:w="2880" w:type="dxa"/>
          </w:tcPr>
          <w:p w:rsidR="00450F28" w:rsidRPr="003C37E3" w:rsidRDefault="00450F28" w:rsidP="00E84B5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Lograr que el personal que llegue a la institución sea el que realmente se necesita para el cubrimiento de necesidades pedagógicas, administrativas o de servicios.</w:t>
            </w:r>
          </w:p>
        </w:tc>
        <w:tc>
          <w:tcPr>
            <w:tcW w:w="2880" w:type="dxa"/>
          </w:tcPr>
          <w:p w:rsidR="00450F28" w:rsidRPr="003C37E3" w:rsidRDefault="00450F28" w:rsidP="00FE7F37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 xml:space="preserve">La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institución organiza la planta de cargos de acuerdo a las necesidades y con el personal nombrado por Secretaria de Educación, tratando de ubicarlos de acuerdo a sus perfiles</w:t>
            </w:r>
          </w:p>
        </w:tc>
        <w:tc>
          <w:tcPr>
            <w:tcW w:w="2880" w:type="dxa"/>
          </w:tcPr>
          <w:p w:rsidR="00450F28" w:rsidRDefault="00450F28" w:rsidP="00FE7F37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Realizar un plan estratégico, que permita la valoración de los perfiles de los maestros para optimizar sus funciones de acuerdo a las necesidades, misión y filosofía institucional.</w:t>
            </w:r>
          </w:p>
          <w:p w:rsidR="00450F28" w:rsidRDefault="00450F28" w:rsidP="00D131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Default="00450F28" w:rsidP="00D131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Pr="003C37E3" w:rsidRDefault="00450F28" w:rsidP="00D131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Directivos docentes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Enero 2011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Diciembre 2011</w:t>
            </w:r>
          </w:p>
        </w:tc>
      </w:tr>
    </w:tbl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17016" w:type="dxa"/>
        <w:jc w:val="center"/>
        <w:tblLook w:val="00A0"/>
      </w:tblPr>
      <w:tblGrid>
        <w:gridCol w:w="2242"/>
        <w:gridCol w:w="4188"/>
        <w:gridCol w:w="1283"/>
        <w:gridCol w:w="3771"/>
        <w:gridCol w:w="5532"/>
      </w:tblGrid>
      <w:tr w:rsidR="00450F28" w:rsidRPr="003C37E3" w:rsidTr="00FE7F37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 xml:space="preserve">Administrativa y financiera </w:t>
            </w:r>
          </w:p>
        </w:tc>
        <w:tc>
          <w:tcPr>
            <w:tcW w:w="1134" w:type="dxa"/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Talento humano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258B">
              <w:rPr>
                <w:rFonts w:ascii="Arial" w:hAnsi="Arial" w:cs="Arial"/>
                <w:noProof/>
                <w:sz w:val="20"/>
                <w:szCs w:val="20"/>
                <w:lang w:eastAsia="es-ES"/>
              </w:rPr>
              <w:pict>
                <v:shape id="_x0000_i1055" type="#_x0000_t75" alt="logo gr.png" style="width:257.25pt;height:63.75pt;visibility:visible">
                  <v:imagedata r:id="rId7" o:title=""/>
                </v:shape>
              </w:pict>
            </w:r>
          </w:p>
        </w:tc>
      </w:tr>
      <w:tr w:rsidR="00450F28" w:rsidRPr="003C37E3" w:rsidTr="00FE7F37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inducción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0F28" w:rsidRPr="003C37E3" w:rsidTr="00FE7F37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Realizar selección de personal de acuerdo a necesidades, la filosofía y misión institucional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50F28" w:rsidRPr="003C37E3" w:rsidRDefault="00450F28" w:rsidP="00815494">
      <w:pPr>
        <w:rPr>
          <w:rFonts w:ascii="Arial" w:hAnsi="Arial" w:cs="Arial"/>
          <w:sz w:val="20"/>
          <w:szCs w:val="20"/>
        </w:rPr>
      </w:pPr>
    </w:p>
    <w:tbl>
      <w:tblPr>
        <w:tblW w:w="17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450F28" w:rsidRPr="003C37E3" w:rsidTr="00FE7F37">
        <w:trPr>
          <w:jc w:val="center"/>
        </w:trPr>
        <w:tc>
          <w:tcPr>
            <w:tcW w:w="266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TIEMPO DE EJECUCIÓN</w:t>
            </w:r>
          </w:p>
        </w:tc>
      </w:tr>
      <w:tr w:rsidR="00450F28" w:rsidRPr="003C37E3" w:rsidTr="00FE7F37">
        <w:trPr>
          <w:jc w:val="center"/>
        </w:trPr>
        <w:tc>
          <w:tcPr>
            <w:tcW w:w="266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TERMINA</w:t>
            </w:r>
          </w:p>
        </w:tc>
      </w:tr>
      <w:tr w:rsidR="00450F28" w:rsidRPr="003C37E3" w:rsidTr="00FE7F37">
        <w:trPr>
          <w:jc w:val="center"/>
        </w:trPr>
        <w:tc>
          <w:tcPr>
            <w:tcW w:w="2660" w:type="dxa"/>
          </w:tcPr>
          <w:p w:rsidR="00450F28" w:rsidRPr="003C37E3" w:rsidRDefault="00450F28" w:rsidP="00815494">
            <w:pPr>
              <w:numPr>
                <w:ilvl w:val="0"/>
                <w:numId w:val="5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Realizar los procesos de inducción de personal de acuerdo a las necesidades, misión y filosofía institucional.</w:t>
            </w:r>
          </w:p>
        </w:tc>
        <w:tc>
          <w:tcPr>
            <w:tcW w:w="2880" w:type="dxa"/>
          </w:tcPr>
          <w:p w:rsidR="00450F28" w:rsidRPr="003C37E3" w:rsidRDefault="00450F28" w:rsidP="00815494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Realizar procesos de inducción al personal que llega a la institución, de acuerdo a las necesidades, misión y filosofía institucional.</w:t>
            </w:r>
          </w:p>
        </w:tc>
        <w:tc>
          <w:tcPr>
            <w:tcW w:w="2880" w:type="dxa"/>
          </w:tcPr>
          <w:p w:rsidR="00450F28" w:rsidRPr="003C37E3" w:rsidRDefault="00450F28" w:rsidP="00FE7F37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La institución cuenta con un proceso de selección organizado de personal, de acuerdo a las necesidades, misión y filosofía institucional.</w:t>
            </w:r>
          </w:p>
        </w:tc>
        <w:tc>
          <w:tcPr>
            <w:tcW w:w="2880" w:type="dxa"/>
          </w:tcPr>
          <w:p w:rsidR="00450F28" w:rsidRDefault="00450F28" w:rsidP="00815494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Realizar un plan estratégico, que permita la inducción de los perfiles de los maestros para optimizar sus funciones de acuerdo a las necesidades, misión y filosofía institucional y realizar procesos de inducción</w:t>
            </w:r>
          </w:p>
          <w:p w:rsidR="00450F28" w:rsidRDefault="00450F28" w:rsidP="008C315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Pr="003C37E3" w:rsidRDefault="00450F28" w:rsidP="008C315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Directivos docentes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Enero 2011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Diciembre 2011</w:t>
            </w:r>
          </w:p>
        </w:tc>
      </w:tr>
    </w:tbl>
    <w:p w:rsidR="00450F28" w:rsidRPr="003C37E3" w:rsidRDefault="00450F28" w:rsidP="00815494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815494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815494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815494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815494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815494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815494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815494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815494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815494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815494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815494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815494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815494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815494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815494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17016" w:type="dxa"/>
        <w:jc w:val="center"/>
        <w:tblLook w:val="00A0"/>
      </w:tblPr>
      <w:tblGrid>
        <w:gridCol w:w="2242"/>
        <w:gridCol w:w="4188"/>
        <w:gridCol w:w="1283"/>
        <w:gridCol w:w="3771"/>
        <w:gridCol w:w="5532"/>
      </w:tblGrid>
      <w:tr w:rsidR="00450F28" w:rsidRPr="003C37E3" w:rsidTr="00FE7F37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 xml:space="preserve">Administrativa y financiera </w:t>
            </w:r>
          </w:p>
        </w:tc>
        <w:tc>
          <w:tcPr>
            <w:tcW w:w="1134" w:type="dxa"/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Talento humano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258B">
              <w:rPr>
                <w:rFonts w:ascii="Arial" w:hAnsi="Arial" w:cs="Arial"/>
                <w:noProof/>
                <w:sz w:val="20"/>
                <w:szCs w:val="20"/>
                <w:lang w:eastAsia="es-ES"/>
              </w:rPr>
              <w:pict>
                <v:shape id="_x0000_i1056" type="#_x0000_t75" alt="logo gr.png" style="width:257.25pt;height:63.75pt;visibility:visible">
                  <v:imagedata r:id="rId7" o:title=""/>
                </v:shape>
              </w:pict>
            </w:r>
          </w:p>
        </w:tc>
      </w:tr>
      <w:tr w:rsidR="00450F28" w:rsidRPr="003C37E3" w:rsidTr="00FE7F37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Formación y capacitación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0F28" w:rsidRPr="003C37E3" w:rsidTr="00FE7F37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Realizar procesos de capacitación de acuerdo los lineamientos institucionales y necesidades dictados en el PEI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50F28" w:rsidRPr="003C37E3" w:rsidRDefault="00450F28" w:rsidP="00525205">
      <w:pPr>
        <w:rPr>
          <w:rFonts w:ascii="Arial" w:hAnsi="Arial" w:cs="Arial"/>
          <w:sz w:val="20"/>
          <w:szCs w:val="20"/>
        </w:rPr>
      </w:pPr>
    </w:p>
    <w:tbl>
      <w:tblPr>
        <w:tblW w:w="17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450F28" w:rsidRPr="003C37E3" w:rsidTr="00FE7F37">
        <w:trPr>
          <w:jc w:val="center"/>
        </w:trPr>
        <w:tc>
          <w:tcPr>
            <w:tcW w:w="266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TIEMPO DE EJECUCIÓN</w:t>
            </w:r>
          </w:p>
        </w:tc>
      </w:tr>
      <w:tr w:rsidR="00450F28" w:rsidRPr="003C37E3" w:rsidTr="00FE7F37">
        <w:trPr>
          <w:jc w:val="center"/>
        </w:trPr>
        <w:tc>
          <w:tcPr>
            <w:tcW w:w="266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TERMINA</w:t>
            </w:r>
          </w:p>
        </w:tc>
      </w:tr>
      <w:tr w:rsidR="00450F28" w:rsidRPr="003C37E3" w:rsidTr="00FE7F37">
        <w:trPr>
          <w:jc w:val="center"/>
        </w:trPr>
        <w:tc>
          <w:tcPr>
            <w:tcW w:w="2660" w:type="dxa"/>
          </w:tcPr>
          <w:p w:rsidR="00450F28" w:rsidRDefault="00450F28" w:rsidP="00FE7F37">
            <w:pPr>
              <w:numPr>
                <w:ilvl w:val="0"/>
                <w:numId w:val="5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Realizar procesos de capacitación de acuerdo con las necesidades detectadas en el PEI y los lineamientos institucionales.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Así mismo generar espacios para recibir capacitación del SENA y  de Lideres Siglo xxl procurando involucrarnos en el nuevo Proyecto Pedagógico institucional. </w:t>
            </w:r>
          </w:p>
          <w:p w:rsidR="00450F28" w:rsidRDefault="00450F28" w:rsidP="008C315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Pr="003C37E3" w:rsidRDefault="00450F28" w:rsidP="008C315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</w:tcPr>
          <w:p w:rsidR="00450F28" w:rsidRPr="003C37E3" w:rsidRDefault="00450F28" w:rsidP="00FE7F37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Realizar procesos de capacitación de acuerdo con las necesidades detectadas en el PEI y los lineamientos institucionales.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SENA y LIDERES SIGLO XXI.</w:t>
            </w:r>
          </w:p>
        </w:tc>
        <w:tc>
          <w:tcPr>
            <w:tcW w:w="2880" w:type="dxa"/>
          </w:tcPr>
          <w:p w:rsidR="00450F28" w:rsidRPr="003C37E3" w:rsidRDefault="00450F28" w:rsidP="00FE7F37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La institución cuenta con un plan organizado de capacitación, de acuerdo con las necesidades detectadas en el PEI y los lineamientos institucionales.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Y adoptara la integración con el SENA y el trabajo integrado con LIDERES SIGLO XXI</w:t>
            </w:r>
          </w:p>
        </w:tc>
        <w:tc>
          <w:tcPr>
            <w:tcW w:w="2880" w:type="dxa"/>
          </w:tcPr>
          <w:p w:rsidR="00450F28" w:rsidRDefault="00450F28" w:rsidP="00FE7F37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Realizar un plan estratégico que permita identificar las necesidades de capacitación de los docentes, de acuerdo a los modelos adoptados por la institución y a su énfasi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s,: TALLERES, CONFERENCIAS, TRABAJO  DE CAMPO etc. </w:t>
            </w:r>
          </w:p>
          <w:p w:rsidR="00450F28" w:rsidRDefault="00450F28" w:rsidP="00D131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Default="00450F28" w:rsidP="00D131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Default="00450F28" w:rsidP="00D131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Pr="003C37E3" w:rsidRDefault="00450F28" w:rsidP="00D131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Directivos docentes.</w:t>
            </w:r>
          </w:p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Jefes de área.</w:t>
            </w:r>
          </w:p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Consejo académico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Enero 2011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Diciembre 2011</w:t>
            </w:r>
          </w:p>
        </w:tc>
      </w:tr>
    </w:tbl>
    <w:p w:rsidR="00450F28" w:rsidRPr="003C37E3" w:rsidRDefault="00450F28" w:rsidP="0052520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52520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52520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52520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52520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52520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52520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52520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52520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52520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525205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17016" w:type="dxa"/>
        <w:jc w:val="center"/>
        <w:tblLook w:val="00A0"/>
      </w:tblPr>
      <w:tblGrid>
        <w:gridCol w:w="2242"/>
        <w:gridCol w:w="4188"/>
        <w:gridCol w:w="1283"/>
        <w:gridCol w:w="3771"/>
        <w:gridCol w:w="5532"/>
      </w:tblGrid>
      <w:tr w:rsidR="00450F28" w:rsidRPr="003C37E3" w:rsidTr="00FE7F37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 xml:space="preserve">Administrativa y financiera </w:t>
            </w:r>
          </w:p>
        </w:tc>
        <w:tc>
          <w:tcPr>
            <w:tcW w:w="1134" w:type="dxa"/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Talento humano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258B">
              <w:rPr>
                <w:rFonts w:ascii="Arial" w:hAnsi="Arial" w:cs="Arial"/>
                <w:noProof/>
                <w:sz w:val="20"/>
                <w:szCs w:val="20"/>
                <w:lang w:eastAsia="es-ES"/>
              </w:rPr>
              <w:pict>
                <v:shape id="_x0000_i1057" type="#_x0000_t75" alt="logo gr.png" style="width:257.25pt;height:63.75pt;visibility:visible">
                  <v:imagedata r:id="rId7" o:title=""/>
                </v:shape>
              </w:pict>
            </w:r>
          </w:p>
        </w:tc>
      </w:tr>
      <w:tr w:rsidR="00450F28" w:rsidRPr="003C37E3" w:rsidTr="00FE7F37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Apoyo a la investigación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0F28" w:rsidRPr="003C37E3" w:rsidTr="00FE7F37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Fomentar la investigación para el mejoramiento de procesos académicos institucionales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50F28" w:rsidRPr="003C37E3" w:rsidRDefault="00450F28" w:rsidP="00525205">
      <w:pPr>
        <w:rPr>
          <w:rFonts w:ascii="Arial" w:hAnsi="Arial" w:cs="Arial"/>
          <w:sz w:val="20"/>
          <w:szCs w:val="20"/>
        </w:rPr>
      </w:pPr>
    </w:p>
    <w:tbl>
      <w:tblPr>
        <w:tblW w:w="17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450F28" w:rsidRPr="003C37E3" w:rsidTr="00FE7F37">
        <w:trPr>
          <w:jc w:val="center"/>
        </w:trPr>
        <w:tc>
          <w:tcPr>
            <w:tcW w:w="266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TIEMPO DE EJECUCIÓN</w:t>
            </w:r>
          </w:p>
        </w:tc>
      </w:tr>
      <w:tr w:rsidR="00450F28" w:rsidRPr="003C37E3" w:rsidTr="00FE7F37">
        <w:trPr>
          <w:jc w:val="center"/>
        </w:trPr>
        <w:tc>
          <w:tcPr>
            <w:tcW w:w="266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TERMINA</w:t>
            </w:r>
          </w:p>
        </w:tc>
      </w:tr>
      <w:tr w:rsidR="00450F28" w:rsidRPr="003C37E3" w:rsidTr="00FE7F37">
        <w:trPr>
          <w:jc w:val="center"/>
        </w:trPr>
        <w:tc>
          <w:tcPr>
            <w:tcW w:w="2660" w:type="dxa"/>
          </w:tcPr>
          <w:p w:rsidR="00450F28" w:rsidRPr="003C37E3" w:rsidRDefault="00450F28" w:rsidP="00FE7F37">
            <w:pPr>
              <w:numPr>
                <w:ilvl w:val="0"/>
                <w:numId w:val="5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Fomentar en la institución procesos de investigación académica para el mejoramiento de los procesos de enseñanza aprendizaje.</w:t>
            </w:r>
          </w:p>
        </w:tc>
        <w:tc>
          <w:tcPr>
            <w:tcW w:w="2880" w:type="dxa"/>
          </w:tcPr>
          <w:p w:rsidR="00450F28" w:rsidRDefault="00450F28" w:rsidP="00FE7F37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Realizar planes de ejecución específicos, que permitan la realización de investigaciones concretas, referente a procesos de enseñanza aprendizaje.</w:t>
            </w:r>
          </w:p>
          <w:p w:rsidR="00450F28" w:rsidRDefault="00450F28" w:rsidP="00D131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Pr="003C37E3" w:rsidRDefault="00450F28" w:rsidP="00D131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</w:tcPr>
          <w:p w:rsidR="00450F28" w:rsidRPr="003C37E3" w:rsidRDefault="00450F28" w:rsidP="00FE7F37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La institución cuenta con un plan estratégico que fomenta la investigación en los procesos de enseñanza aprendizaje.</w:t>
            </w:r>
          </w:p>
        </w:tc>
        <w:tc>
          <w:tcPr>
            <w:tcW w:w="2880" w:type="dxa"/>
          </w:tcPr>
          <w:p w:rsidR="00450F28" w:rsidRPr="003C37E3" w:rsidRDefault="00450F28" w:rsidP="00FE7F37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Realizar un plan concreto de investigación que oriente acciones pedagógicas específicas en procesos de enseñanza aprendizaje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con miras a mejor la calidad académica, con base en el apoyo de otra instituciones.</w:t>
            </w:r>
          </w:p>
        </w:tc>
        <w:tc>
          <w:tcPr>
            <w:tcW w:w="2880" w:type="dxa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Directivos docentes.</w:t>
            </w:r>
          </w:p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Jefes de área.</w:t>
            </w:r>
          </w:p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C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onsejo Académico y Comité de Articulación del nuevo Proyecto Pedagógico institucional.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Enero 2011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Diciembre 2011</w:t>
            </w:r>
          </w:p>
        </w:tc>
      </w:tr>
    </w:tbl>
    <w:p w:rsidR="00450F28" w:rsidRPr="003C37E3" w:rsidRDefault="00450F28" w:rsidP="0052520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52520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52520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52520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52520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52520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52520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52520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52520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52520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52520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52520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525205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17016" w:type="dxa"/>
        <w:jc w:val="center"/>
        <w:tblLook w:val="00A0"/>
      </w:tblPr>
      <w:tblGrid>
        <w:gridCol w:w="2242"/>
        <w:gridCol w:w="4188"/>
        <w:gridCol w:w="1283"/>
        <w:gridCol w:w="3771"/>
        <w:gridCol w:w="5532"/>
      </w:tblGrid>
      <w:tr w:rsidR="00450F28" w:rsidRPr="003C37E3" w:rsidTr="00FE7F37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 xml:space="preserve">Administrativa y financiera </w:t>
            </w:r>
          </w:p>
        </w:tc>
        <w:tc>
          <w:tcPr>
            <w:tcW w:w="1134" w:type="dxa"/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Talento humano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258B">
              <w:rPr>
                <w:rFonts w:ascii="Arial" w:hAnsi="Arial" w:cs="Arial"/>
                <w:noProof/>
                <w:sz w:val="20"/>
                <w:szCs w:val="20"/>
                <w:lang w:eastAsia="es-ES"/>
              </w:rPr>
              <w:pict>
                <v:shape id="_x0000_i1058" type="#_x0000_t75" alt="logo gr.png" style="width:257.25pt;height:63.75pt;visibility:visible">
                  <v:imagedata r:id="rId7" o:title=""/>
                </v:shape>
              </w:pict>
            </w:r>
          </w:p>
        </w:tc>
      </w:tr>
      <w:tr w:rsidR="00450F28" w:rsidRPr="003C37E3" w:rsidTr="00FE7F37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Bienestar del talento humano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0F28" w:rsidRPr="003C37E3" w:rsidTr="00FE7F37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Definir un programa de bienestar para la integración del personal vinculado.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50F28" w:rsidRPr="003C37E3" w:rsidRDefault="00450F28" w:rsidP="00525205">
      <w:pPr>
        <w:rPr>
          <w:rFonts w:ascii="Arial" w:hAnsi="Arial" w:cs="Arial"/>
          <w:sz w:val="20"/>
          <w:szCs w:val="20"/>
        </w:rPr>
      </w:pPr>
    </w:p>
    <w:tbl>
      <w:tblPr>
        <w:tblW w:w="17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450F28" w:rsidRPr="003C37E3" w:rsidTr="00FE7F37">
        <w:trPr>
          <w:jc w:val="center"/>
        </w:trPr>
        <w:tc>
          <w:tcPr>
            <w:tcW w:w="266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TIEMPO DE EJECUCIÓN</w:t>
            </w:r>
          </w:p>
        </w:tc>
      </w:tr>
      <w:tr w:rsidR="00450F28" w:rsidRPr="003C37E3" w:rsidTr="00FE7F37">
        <w:trPr>
          <w:jc w:val="center"/>
        </w:trPr>
        <w:tc>
          <w:tcPr>
            <w:tcW w:w="266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TERMINA</w:t>
            </w:r>
          </w:p>
        </w:tc>
      </w:tr>
      <w:tr w:rsidR="00450F28" w:rsidRPr="003C37E3" w:rsidTr="00FE7F37">
        <w:trPr>
          <w:jc w:val="center"/>
        </w:trPr>
        <w:tc>
          <w:tcPr>
            <w:tcW w:w="2660" w:type="dxa"/>
          </w:tcPr>
          <w:p w:rsidR="00450F28" w:rsidRPr="003C37E3" w:rsidRDefault="00450F28" w:rsidP="00FE7F37">
            <w:pPr>
              <w:numPr>
                <w:ilvl w:val="0"/>
                <w:numId w:val="5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Llevar a cabo un programa definido de bienestar para la integración del personal vinculado.</w:t>
            </w:r>
          </w:p>
        </w:tc>
        <w:tc>
          <w:tcPr>
            <w:tcW w:w="2880" w:type="dxa"/>
          </w:tcPr>
          <w:p w:rsidR="00450F28" w:rsidRPr="003C37E3" w:rsidRDefault="00450F28" w:rsidP="00FE7F37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Contar con un programa organizado de bienestar que vele por la integración del personal vinculado.</w:t>
            </w:r>
          </w:p>
        </w:tc>
        <w:tc>
          <w:tcPr>
            <w:tcW w:w="2880" w:type="dxa"/>
          </w:tcPr>
          <w:p w:rsidR="00450F28" w:rsidRPr="003C37E3" w:rsidRDefault="00450F28" w:rsidP="00FE7F37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La institución cuenta con un programa organizado que permita la integración y sana convivencia del personal vinculado.</w:t>
            </w:r>
          </w:p>
        </w:tc>
        <w:tc>
          <w:tcPr>
            <w:tcW w:w="2880" w:type="dxa"/>
          </w:tcPr>
          <w:p w:rsidR="00450F28" w:rsidRDefault="00450F28" w:rsidP="00FE7F37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Llevar a cabo un plan que permita la incorporación de un programa de bienestar para la sana convivencia del personal vinculado.</w:t>
            </w:r>
          </w:p>
          <w:p w:rsidR="00450F28" w:rsidRDefault="00450F28" w:rsidP="00D131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Default="00450F28" w:rsidP="00D131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Default="00450F28" w:rsidP="00D131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Pr="003C37E3" w:rsidRDefault="00450F28" w:rsidP="00D131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Directivos docentes.</w:t>
            </w:r>
          </w:p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Comité de convivencia.</w:t>
            </w:r>
          </w:p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Representantes de los docentes.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Enero de 2011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Diciembre de 2011</w:t>
            </w:r>
          </w:p>
        </w:tc>
      </w:tr>
    </w:tbl>
    <w:p w:rsidR="00450F28" w:rsidRPr="003C37E3" w:rsidRDefault="00450F28" w:rsidP="0052520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52520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52520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52520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52520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52520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52520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52520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52520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52520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52520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52520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52520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52520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52520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52520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52520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52520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525205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17016" w:type="dxa"/>
        <w:jc w:val="center"/>
        <w:tblLook w:val="00A0"/>
      </w:tblPr>
      <w:tblGrid>
        <w:gridCol w:w="2241"/>
        <w:gridCol w:w="4187"/>
        <w:gridCol w:w="1283"/>
        <w:gridCol w:w="3773"/>
        <w:gridCol w:w="5532"/>
      </w:tblGrid>
      <w:tr w:rsidR="00450F28" w:rsidRPr="003C37E3" w:rsidTr="00FE7F37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 xml:space="preserve">Administrativa y financiera </w:t>
            </w:r>
          </w:p>
        </w:tc>
        <w:tc>
          <w:tcPr>
            <w:tcW w:w="1134" w:type="dxa"/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Apoyo financiero y contable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258B">
              <w:rPr>
                <w:rFonts w:ascii="Arial" w:hAnsi="Arial" w:cs="Arial"/>
                <w:noProof/>
                <w:sz w:val="20"/>
                <w:szCs w:val="20"/>
                <w:lang w:eastAsia="es-ES"/>
              </w:rPr>
              <w:pict>
                <v:shape id="_x0000_i1059" type="#_x0000_t75" alt="logo gr.png" style="width:257.25pt;height:63.75pt;visibility:visible">
                  <v:imagedata r:id="rId7" o:title=""/>
                </v:shape>
              </w:pict>
            </w:r>
          </w:p>
        </w:tc>
      </w:tr>
      <w:tr w:rsidR="00450F28" w:rsidRPr="003C37E3" w:rsidTr="00FE7F37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Presupuesto anual del fondo de servicios educativos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0F28" w:rsidRPr="003C37E3" w:rsidTr="00FE7F37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Realizar p</w:t>
            </w:r>
            <w:r>
              <w:rPr>
                <w:rFonts w:ascii="Arial" w:hAnsi="Arial" w:cs="Arial"/>
                <w:sz w:val="20"/>
                <w:szCs w:val="20"/>
              </w:rPr>
              <w:t xml:space="preserve">rocedimientos para que las sedes </w:t>
            </w:r>
            <w:r w:rsidRPr="003C37E3">
              <w:rPr>
                <w:rFonts w:ascii="Arial" w:hAnsi="Arial" w:cs="Arial"/>
                <w:sz w:val="20"/>
                <w:szCs w:val="20"/>
              </w:rPr>
              <w:t xml:space="preserve"> y niveles elaboren presupuesto de acuerdo a las necesidades.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50F28" w:rsidRPr="003C37E3" w:rsidRDefault="00450F28" w:rsidP="00525205">
      <w:pPr>
        <w:rPr>
          <w:rFonts w:ascii="Arial" w:hAnsi="Arial" w:cs="Arial"/>
          <w:sz w:val="20"/>
          <w:szCs w:val="20"/>
        </w:rPr>
      </w:pPr>
    </w:p>
    <w:tbl>
      <w:tblPr>
        <w:tblW w:w="17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450F28" w:rsidRPr="003C37E3" w:rsidTr="00FE7F37">
        <w:trPr>
          <w:jc w:val="center"/>
        </w:trPr>
        <w:tc>
          <w:tcPr>
            <w:tcW w:w="266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TIEMPO DE EJECUCIÓN</w:t>
            </w:r>
          </w:p>
        </w:tc>
      </w:tr>
      <w:tr w:rsidR="00450F28" w:rsidRPr="003C37E3" w:rsidTr="00FE7F37">
        <w:trPr>
          <w:jc w:val="center"/>
        </w:trPr>
        <w:tc>
          <w:tcPr>
            <w:tcW w:w="266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TERMINA</w:t>
            </w:r>
          </w:p>
        </w:tc>
      </w:tr>
      <w:tr w:rsidR="00450F28" w:rsidRPr="003C37E3" w:rsidTr="00FE7F37">
        <w:trPr>
          <w:jc w:val="center"/>
        </w:trPr>
        <w:tc>
          <w:tcPr>
            <w:tcW w:w="2660" w:type="dxa"/>
          </w:tcPr>
          <w:p w:rsidR="00450F28" w:rsidRPr="003C37E3" w:rsidRDefault="00450F28" w:rsidP="001D526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Elaborar el Presupuesto institucional, atendiendo a la normatividad vigente y a las necesidades de la institución, teniendo en cuenta los diferentes rubros, ingresos y egresos, para una mejor equidad en su ejecución.</w:t>
            </w:r>
          </w:p>
        </w:tc>
        <w:tc>
          <w:tcPr>
            <w:tcW w:w="2880" w:type="dxa"/>
          </w:tcPr>
          <w:p w:rsidR="00450F28" w:rsidRPr="003C37E3" w:rsidRDefault="00450F28" w:rsidP="001D526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Pr="003C37E3" w:rsidRDefault="00450F28" w:rsidP="001D526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Cumplir al menos con el 80% de lo presupuestado, teniendo en cuenta que esto depende de los giros oportunos de la gratuidad y de los pocos ingresos por parte de la institución.</w:t>
            </w:r>
          </w:p>
          <w:p w:rsidR="00450F28" w:rsidRPr="003C37E3" w:rsidRDefault="00450F28" w:rsidP="001D526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Pr="003C37E3" w:rsidRDefault="00450F28" w:rsidP="001D526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Pr="003C37E3" w:rsidRDefault="00450F28" w:rsidP="001D526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</w:tcPr>
          <w:p w:rsidR="00450F28" w:rsidRPr="003C37E3" w:rsidRDefault="00450F28" w:rsidP="001D526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Cumplir  con las normas establecidas para elaboración de presupuestos institucionales, procurando ejecutarlo correctamente y de acuerdo a la oportunidad de los ingresos pertinentes.</w:t>
            </w:r>
          </w:p>
        </w:tc>
        <w:tc>
          <w:tcPr>
            <w:tcW w:w="2880" w:type="dxa"/>
          </w:tcPr>
          <w:p w:rsidR="00450F28" w:rsidRPr="003C37E3" w:rsidRDefault="00450F28" w:rsidP="001D526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Pr="003C37E3" w:rsidRDefault="00450F28" w:rsidP="001D526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 ejecutar el Presupuesto de Rentas y Gastos, de manera que se cubran las necesidades prioritarias y se de una respuesta a lo plasmado en el PAC.</w:t>
            </w:r>
          </w:p>
          <w:p w:rsidR="00450F28" w:rsidRPr="003C37E3" w:rsidRDefault="00450F28" w:rsidP="001D526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Pr="003C37E3" w:rsidRDefault="00450F28" w:rsidP="001D526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Pr="003C37E3" w:rsidRDefault="00450F28" w:rsidP="001D526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Pr="003C37E3" w:rsidRDefault="00450F28" w:rsidP="001D526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Pr="003C37E3" w:rsidRDefault="00450F28" w:rsidP="001D526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Pr="003C37E3" w:rsidRDefault="00450F28" w:rsidP="001D526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Pr="003C37E3" w:rsidRDefault="00450F28" w:rsidP="001D526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Rectora Pagadora, Contador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Enero 2011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Diciembre 2011</w:t>
            </w:r>
          </w:p>
        </w:tc>
      </w:tr>
    </w:tbl>
    <w:p w:rsidR="00450F28" w:rsidRPr="003C37E3" w:rsidRDefault="00450F28" w:rsidP="0052520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52520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52520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52520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52520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52520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52520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52520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52520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52520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52520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52520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52520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52520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52520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52520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52520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52520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52520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525205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17016" w:type="dxa"/>
        <w:jc w:val="center"/>
        <w:tblLook w:val="00A0"/>
      </w:tblPr>
      <w:tblGrid>
        <w:gridCol w:w="2241"/>
        <w:gridCol w:w="4187"/>
        <w:gridCol w:w="1283"/>
        <w:gridCol w:w="3773"/>
        <w:gridCol w:w="5532"/>
      </w:tblGrid>
      <w:tr w:rsidR="00450F28" w:rsidRPr="003C37E3" w:rsidTr="00FE7F37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 xml:space="preserve">Administrativa y financiera </w:t>
            </w:r>
          </w:p>
        </w:tc>
        <w:tc>
          <w:tcPr>
            <w:tcW w:w="1134" w:type="dxa"/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Apoyo financiero y contable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258B">
              <w:rPr>
                <w:rFonts w:ascii="Arial" w:hAnsi="Arial" w:cs="Arial"/>
                <w:noProof/>
                <w:sz w:val="20"/>
                <w:szCs w:val="20"/>
                <w:lang w:eastAsia="es-ES"/>
              </w:rPr>
              <w:pict>
                <v:shape id="_x0000_i1060" type="#_x0000_t75" alt="logo gr.png" style="width:257.25pt;height:63.75pt;visibility:visible">
                  <v:imagedata r:id="rId7" o:title=""/>
                </v:shape>
              </w:pict>
            </w:r>
          </w:p>
        </w:tc>
      </w:tr>
      <w:tr w:rsidR="00450F28" w:rsidRPr="003C37E3" w:rsidTr="00FE7F37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Ingresos y gastos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0F28" w:rsidRPr="003C37E3" w:rsidTr="00FE7F37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Desarrollar procesos claros en el recaudo de ingresos y realización de gastos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50F28" w:rsidRPr="003C37E3" w:rsidRDefault="00450F28" w:rsidP="00525205">
      <w:pPr>
        <w:rPr>
          <w:rFonts w:ascii="Arial" w:hAnsi="Arial" w:cs="Arial"/>
          <w:sz w:val="20"/>
          <w:szCs w:val="20"/>
        </w:rPr>
      </w:pPr>
    </w:p>
    <w:tbl>
      <w:tblPr>
        <w:tblW w:w="17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450F28" w:rsidRPr="003C37E3" w:rsidTr="00FE7F37">
        <w:trPr>
          <w:jc w:val="center"/>
        </w:trPr>
        <w:tc>
          <w:tcPr>
            <w:tcW w:w="266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TIEMPO DE EJECUCIÓN</w:t>
            </w:r>
          </w:p>
        </w:tc>
      </w:tr>
      <w:tr w:rsidR="00450F28" w:rsidRPr="003C37E3" w:rsidTr="00FE7F37">
        <w:trPr>
          <w:jc w:val="center"/>
        </w:trPr>
        <w:tc>
          <w:tcPr>
            <w:tcW w:w="266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TERMINA</w:t>
            </w:r>
          </w:p>
        </w:tc>
      </w:tr>
      <w:tr w:rsidR="00450F28" w:rsidRPr="003C37E3" w:rsidTr="00FE7F37">
        <w:trPr>
          <w:jc w:val="center"/>
        </w:trPr>
        <w:tc>
          <w:tcPr>
            <w:tcW w:w="2660" w:type="dxa"/>
          </w:tcPr>
          <w:p w:rsidR="00450F28" w:rsidRPr="003C37E3" w:rsidRDefault="00450F28" w:rsidP="001F3E4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Recibir oportunamente los giros de gratuidad y distribuir el presupuesto de tal manera que cubra las necesidades más apremiantes en todos y cada uno de los estamentos institucionales.</w:t>
            </w:r>
          </w:p>
        </w:tc>
        <w:tc>
          <w:tcPr>
            <w:tcW w:w="2880" w:type="dxa"/>
          </w:tcPr>
          <w:p w:rsidR="00450F28" w:rsidRPr="003C37E3" w:rsidRDefault="00450F28" w:rsidP="001F3E4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Beneficiar a las diferentes dependencias  institucionales, teniendo en cuenta  la prioridad de las necesidades de ambas sedes-</w:t>
            </w:r>
          </w:p>
        </w:tc>
        <w:tc>
          <w:tcPr>
            <w:tcW w:w="2880" w:type="dxa"/>
          </w:tcPr>
          <w:p w:rsidR="00450F28" w:rsidRPr="003C37E3" w:rsidRDefault="00450F28" w:rsidP="001F3E4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Recibo oportuno de los giros de gratuidad, para poder cumplir con la ejecución del presupuesto y cubrir necesidades oportunamente.</w:t>
            </w:r>
          </w:p>
        </w:tc>
        <w:tc>
          <w:tcPr>
            <w:tcW w:w="2880" w:type="dxa"/>
          </w:tcPr>
          <w:p w:rsidR="00450F28" w:rsidRPr="003C37E3" w:rsidRDefault="00450F28" w:rsidP="001F3E4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Ejecutar el presupuesto en forma responsable y con base en la normatividad, tratando de dar respuesta a las necesidades prioritarias de la institución.</w:t>
            </w:r>
          </w:p>
          <w:p w:rsidR="00450F28" w:rsidRPr="003C37E3" w:rsidRDefault="00450F28" w:rsidP="001F3E4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Pr="003C37E3" w:rsidRDefault="00450F28" w:rsidP="001F3E4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Pr="003C37E3" w:rsidRDefault="00450F28" w:rsidP="001F3E4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Pr="003C37E3" w:rsidRDefault="00450F28" w:rsidP="001F3E4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Pr="003C37E3" w:rsidRDefault="00450F28" w:rsidP="001F3E4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Pr="003C37E3" w:rsidRDefault="00450F28" w:rsidP="001F3E4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Pr="003C37E3" w:rsidRDefault="00450F28" w:rsidP="001F3E4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Pr="003C37E3" w:rsidRDefault="00450F28" w:rsidP="001F3E4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Pr="003C37E3" w:rsidRDefault="00450F28" w:rsidP="001F3E4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Pr="003C37E3" w:rsidRDefault="00450F28" w:rsidP="001F3E4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Pr="003C37E3" w:rsidRDefault="00450F28" w:rsidP="001F3E4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Pr="003C37E3" w:rsidRDefault="00450F28" w:rsidP="001F3E4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Pr="003C37E3" w:rsidRDefault="00450F28" w:rsidP="001F3E4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Rectora, Pagadora, Contador, Consejo Directivo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Enero 2011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Diciembre 2011</w:t>
            </w:r>
          </w:p>
        </w:tc>
      </w:tr>
    </w:tbl>
    <w:p w:rsidR="00450F28" w:rsidRPr="003C37E3" w:rsidRDefault="00450F28" w:rsidP="0086271A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52520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b/>
          <w:sz w:val="20"/>
          <w:szCs w:val="20"/>
        </w:rPr>
      </w:pPr>
      <w:r w:rsidRPr="003C37E3">
        <w:rPr>
          <w:rFonts w:ascii="Arial" w:hAnsi="Arial" w:cs="Arial"/>
          <w:b/>
          <w:sz w:val="20"/>
          <w:szCs w:val="20"/>
        </w:rPr>
        <w:t>AREA DE GESTIÓN: Administrativa y Financiera</w:t>
      </w:r>
    </w:p>
    <w:p w:rsidR="00450F28" w:rsidRPr="003C37E3" w:rsidRDefault="00450F28" w:rsidP="00E24525">
      <w:pPr>
        <w:spacing w:after="0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687"/>
        <w:gridCol w:w="8703"/>
      </w:tblGrid>
      <w:tr w:rsidR="00450F28" w:rsidRPr="003C37E3" w:rsidTr="003A5E25">
        <w:tc>
          <w:tcPr>
            <w:tcW w:w="9508" w:type="dxa"/>
            <w:vAlign w:val="center"/>
          </w:tcPr>
          <w:p w:rsidR="00450F28" w:rsidRPr="003C37E3" w:rsidRDefault="00450F28" w:rsidP="003A5E2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50F28" w:rsidRPr="003C37E3" w:rsidRDefault="00450F28" w:rsidP="003A5E2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sz w:val="20"/>
                <w:szCs w:val="20"/>
              </w:rPr>
              <w:t>FORTALEZAS</w:t>
            </w:r>
          </w:p>
          <w:p w:rsidR="00450F28" w:rsidRPr="003C37E3" w:rsidRDefault="00450F28" w:rsidP="003A5E2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08" w:type="dxa"/>
            <w:vAlign w:val="center"/>
          </w:tcPr>
          <w:p w:rsidR="00450F28" w:rsidRPr="003C37E3" w:rsidRDefault="00450F28" w:rsidP="003A5E2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sz w:val="20"/>
                <w:szCs w:val="20"/>
              </w:rPr>
              <w:t>OPORTUNIDADES DE MEJORAMIENTO</w:t>
            </w:r>
          </w:p>
        </w:tc>
      </w:tr>
      <w:tr w:rsidR="00450F28" w:rsidRPr="003C37E3" w:rsidTr="003A5E25">
        <w:tc>
          <w:tcPr>
            <w:tcW w:w="9508" w:type="dxa"/>
          </w:tcPr>
          <w:p w:rsidR="00450F28" w:rsidRPr="003C37E3" w:rsidRDefault="00450F28" w:rsidP="003A5E2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La institución cuenta con un recurso y talento humano que en forma individual asume responsabilidades que fortalecen el funcionamiento institucional. Cu</w:t>
            </w:r>
            <w:r>
              <w:rPr>
                <w:rFonts w:ascii="Arial" w:hAnsi="Arial" w:cs="Arial"/>
                <w:sz w:val="20"/>
                <w:szCs w:val="20"/>
              </w:rPr>
              <w:t xml:space="preserve">enta con todas las intenciones de </w:t>
            </w:r>
            <w:r w:rsidRPr="003C37E3">
              <w:rPr>
                <w:rFonts w:ascii="Arial" w:hAnsi="Arial" w:cs="Arial"/>
                <w:sz w:val="20"/>
                <w:szCs w:val="20"/>
              </w:rPr>
              <w:t xml:space="preserve"> mejoramiento en los procesos de gestión y planeación de recursos para el aprendizaje.</w:t>
            </w:r>
          </w:p>
          <w:p w:rsidR="00450F28" w:rsidRPr="003C37E3" w:rsidRDefault="00450F28" w:rsidP="003A5E2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450F28" w:rsidRPr="003C37E3" w:rsidRDefault="00450F28" w:rsidP="003A5E2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450F28" w:rsidRPr="003C37E3" w:rsidRDefault="00450F28" w:rsidP="003A5E2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450F28" w:rsidRPr="003C37E3" w:rsidRDefault="00450F28" w:rsidP="003A5E2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450F28" w:rsidRPr="003C37E3" w:rsidRDefault="00450F28" w:rsidP="003A5E2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08" w:type="dxa"/>
          </w:tcPr>
          <w:p w:rsidR="00450F28" w:rsidRPr="003C37E3" w:rsidRDefault="00450F28" w:rsidP="003A5E2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La institución debe fortalecer el trabajo en equipo aunque este se está desarrollando, y se requiere liderazgo para la toma de decisiones y estructuración de proyectos que facilitan la ejecución de planes en cuanto a recursos para el aprendizaje y direccionamiento del talento humano.</w:t>
            </w:r>
          </w:p>
        </w:tc>
      </w:tr>
    </w:tbl>
    <w:p w:rsidR="00450F28" w:rsidRPr="003C37E3" w:rsidRDefault="00450F28" w:rsidP="00E24525">
      <w:pPr>
        <w:spacing w:after="0"/>
        <w:rPr>
          <w:rFonts w:ascii="Arial" w:hAnsi="Arial" w:cs="Arial"/>
          <w:b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b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b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b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b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b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b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b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b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b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b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b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b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b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b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b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b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b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b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b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b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b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b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b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b/>
          <w:sz w:val="20"/>
          <w:szCs w:val="20"/>
        </w:rPr>
      </w:pPr>
    </w:p>
    <w:tbl>
      <w:tblPr>
        <w:tblW w:w="17016" w:type="dxa"/>
        <w:jc w:val="center"/>
        <w:tblLook w:val="00A0"/>
      </w:tblPr>
      <w:tblGrid>
        <w:gridCol w:w="2241"/>
        <w:gridCol w:w="4181"/>
        <w:gridCol w:w="1283"/>
        <w:gridCol w:w="3779"/>
        <w:gridCol w:w="5532"/>
      </w:tblGrid>
      <w:tr w:rsidR="00450F28" w:rsidRPr="003C37E3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 xml:space="preserve">comunitaria </w:t>
            </w:r>
          </w:p>
        </w:tc>
        <w:tc>
          <w:tcPr>
            <w:tcW w:w="1134" w:type="dxa"/>
            <w:vAlign w:val="bottom"/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accesibilidad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258B">
              <w:rPr>
                <w:rFonts w:ascii="Arial" w:hAnsi="Arial" w:cs="Arial"/>
                <w:noProof/>
                <w:sz w:val="20"/>
                <w:szCs w:val="20"/>
                <w:lang w:eastAsia="es-ES"/>
              </w:rPr>
              <w:pict>
                <v:shape id="Imagen 12" o:spid="_x0000_i1061" type="#_x0000_t75" alt="logo gr.png" style="width:257.25pt;height:63.75pt;visibility:visible">
                  <v:imagedata r:id="rId7" o:title=""/>
                </v:shape>
              </w:pict>
            </w:r>
          </w:p>
        </w:tc>
      </w:tr>
      <w:tr w:rsidR="00450F28" w:rsidRPr="003C37E3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Necesidades y expectativas de los estudiantes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0F28" w:rsidRPr="003C37E3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50F28" w:rsidRPr="003C37E3" w:rsidRDefault="00450F28" w:rsidP="001D298F">
      <w:pPr>
        <w:rPr>
          <w:rFonts w:ascii="Arial" w:hAnsi="Arial" w:cs="Arial"/>
          <w:sz w:val="20"/>
          <w:szCs w:val="20"/>
        </w:rPr>
      </w:pPr>
    </w:p>
    <w:tbl>
      <w:tblPr>
        <w:tblW w:w="17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450F28" w:rsidRPr="003C37E3">
        <w:trPr>
          <w:jc w:val="center"/>
        </w:trPr>
        <w:tc>
          <w:tcPr>
            <w:tcW w:w="2660" w:type="dxa"/>
            <w:vMerge w:val="restart"/>
            <w:vAlign w:val="center"/>
          </w:tcPr>
          <w:p w:rsidR="00450F28" w:rsidRPr="003C37E3" w:rsidRDefault="00450F28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450F28" w:rsidRPr="003C37E3" w:rsidRDefault="00450F28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TIEMPO DE EJECUCIÓN</w:t>
            </w:r>
          </w:p>
        </w:tc>
      </w:tr>
      <w:tr w:rsidR="00450F28" w:rsidRPr="003C37E3">
        <w:trPr>
          <w:jc w:val="center"/>
        </w:trPr>
        <w:tc>
          <w:tcPr>
            <w:tcW w:w="2660" w:type="dxa"/>
            <w:vMerge/>
            <w:vAlign w:val="center"/>
          </w:tcPr>
          <w:p w:rsidR="00450F28" w:rsidRPr="003C37E3" w:rsidRDefault="00450F28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450F28" w:rsidRPr="003C37E3" w:rsidRDefault="00450F28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450F28" w:rsidRPr="003C37E3" w:rsidRDefault="00450F28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TERMINA</w:t>
            </w:r>
          </w:p>
        </w:tc>
      </w:tr>
      <w:tr w:rsidR="00450F28" w:rsidRPr="003C37E3">
        <w:trPr>
          <w:jc w:val="center"/>
        </w:trPr>
        <w:tc>
          <w:tcPr>
            <w:tcW w:w="2660" w:type="dxa"/>
            <w:vAlign w:val="center"/>
          </w:tcPr>
          <w:p w:rsidR="00450F28" w:rsidRDefault="00450F28" w:rsidP="00FF2372">
            <w:pPr>
              <w:numPr>
                <w:ilvl w:val="0"/>
                <w:numId w:val="5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Crear programas claros y ofrecer alternativas para que los estud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iantes se identifiquen con ellos, indicándoles otros caminos para mejorar su proyecto de vida.</w:t>
            </w: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  <w:p w:rsidR="00450F28" w:rsidRDefault="00450F28" w:rsidP="000306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Pr="003C37E3" w:rsidRDefault="00450F28" w:rsidP="000306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</w:tcPr>
          <w:p w:rsidR="00450F28" w:rsidRPr="003C37E3" w:rsidRDefault="00450F28" w:rsidP="004C578C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Ofrecer alternativas para las expectativas de los estudiantes.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y padres de familia.</w:t>
            </w:r>
          </w:p>
        </w:tc>
        <w:tc>
          <w:tcPr>
            <w:tcW w:w="2880" w:type="dxa"/>
          </w:tcPr>
          <w:p w:rsidR="00450F28" w:rsidRPr="003C37E3" w:rsidRDefault="00450F28" w:rsidP="004C578C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El estudiante</w:t>
            </w: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 xml:space="preserve"> formula su proyecto de vida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 orientado por los docentes</w:t>
            </w:r>
          </w:p>
        </w:tc>
        <w:tc>
          <w:tcPr>
            <w:tcW w:w="2880" w:type="dxa"/>
          </w:tcPr>
          <w:p w:rsidR="00450F28" w:rsidRPr="003C37E3" w:rsidRDefault="00450F28" w:rsidP="0076509F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Presentar un programa sobre importancia y formulación de proyectos de vida.</w:t>
            </w:r>
          </w:p>
        </w:tc>
        <w:tc>
          <w:tcPr>
            <w:tcW w:w="2880" w:type="dxa"/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Comunidad Educativa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2011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2012</w:t>
            </w:r>
          </w:p>
        </w:tc>
      </w:tr>
    </w:tbl>
    <w:p w:rsidR="00450F28" w:rsidRPr="003C37E3" w:rsidRDefault="00450F28" w:rsidP="001D298F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1D298F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17016" w:type="dxa"/>
        <w:jc w:val="center"/>
        <w:tblLook w:val="00A0"/>
      </w:tblPr>
      <w:tblGrid>
        <w:gridCol w:w="2241"/>
        <w:gridCol w:w="4183"/>
        <w:gridCol w:w="1283"/>
        <w:gridCol w:w="3777"/>
        <w:gridCol w:w="5532"/>
      </w:tblGrid>
      <w:tr w:rsidR="00450F28" w:rsidRPr="003C37E3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 xml:space="preserve">comunitaria </w:t>
            </w:r>
          </w:p>
        </w:tc>
        <w:tc>
          <w:tcPr>
            <w:tcW w:w="1134" w:type="dxa"/>
            <w:vAlign w:val="bottom"/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Proyección de la comunidad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258B">
              <w:rPr>
                <w:rFonts w:ascii="Arial" w:hAnsi="Arial" w:cs="Arial"/>
                <w:noProof/>
                <w:sz w:val="20"/>
                <w:szCs w:val="20"/>
                <w:lang w:eastAsia="es-ES"/>
              </w:rPr>
              <w:pict>
                <v:shape id="Imagen 13" o:spid="_x0000_i1062" type="#_x0000_t75" alt="logo gr.png" style="width:257.25pt;height:63.75pt;visibility:visible">
                  <v:imagedata r:id="rId7" o:title=""/>
                </v:shape>
              </w:pict>
            </w:r>
          </w:p>
        </w:tc>
      </w:tr>
      <w:tr w:rsidR="00450F28" w:rsidRPr="003C37E3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Escuela familiar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0F28" w:rsidRPr="003C37E3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50F28" w:rsidRPr="003C37E3" w:rsidRDefault="00450F28" w:rsidP="001D298F">
      <w:pPr>
        <w:rPr>
          <w:rFonts w:ascii="Arial" w:hAnsi="Arial" w:cs="Arial"/>
          <w:sz w:val="20"/>
          <w:szCs w:val="20"/>
        </w:rPr>
      </w:pPr>
    </w:p>
    <w:tbl>
      <w:tblPr>
        <w:tblW w:w="113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1440"/>
        <w:gridCol w:w="1440"/>
      </w:tblGrid>
      <w:tr w:rsidR="00450F28" w:rsidRPr="003C37E3" w:rsidTr="00AC4775">
        <w:trPr>
          <w:jc w:val="center"/>
        </w:trPr>
        <w:tc>
          <w:tcPr>
            <w:tcW w:w="2660" w:type="dxa"/>
            <w:vMerge w:val="restart"/>
            <w:vAlign w:val="center"/>
          </w:tcPr>
          <w:p w:rsidR="00450F28" w:rsidRPr="003C37E3" w:rsidRDefault="00450F28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450F28" w:rsidRPr="003C37E3" w:rsidRDefault="00450F28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TIEMPO DE EJECUCIÓN</w:t>
            </w:r>
          </w:p>
        </w:tc>
      </w:tr>
      <w:tr w:rsidR="00450F28" w:rsidRPr="003C37E3" w:rsidTr="00AC4775">
        <w:trPr>
          <w:jc w:val="center"/>
        </w:trPr>
        <w:tc>
          <w:tcPr>
            <w:tcW w:w="2660" w:type="dxa"/>
            <w:vMerge/>
            <w:vAlign w:val="center"/>
          </w:tcPr>
          <w:p w:rsidR="00450F28" w:rsidRPr="003C37E3" w:rsidRDefault="00450F28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450F28" w:rsidRPr="003C37E3" w:rsidRDefault="00450F28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450F28" w:rsidRPr="003C37E3" w:rsidRDefault="00450F28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TERMINA</w:t>
            </w:r>
          </w:p>
        </w:tc>
      </w:tr>
      <w:tr w:rsidR="00450F28" w:rsidRPr="003C37E3" w:rsidTr="00AC4775">
        <w:trPr>
          <w:jc w:val="center"/>
        </w:trPr>
        <w:tc>
          <w:tcPr>
            <w:tcW w:w="2660" w:type="dxa"/>
            <w:vAlign w:val="center"/>
          </w:tcPr>
          <w:p w:rsidR="00450F28" w:rsidRPr="003C37E3" w:rsidRDefault="00450F28" w:rsidP="002B1989">
            <w:pPr>
              <w:numPr>
                <w:ilvl w:val="0"/>
                <w:numId w:val="5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Tener en cuenta las necesidades y expectativas de los integrantes de la familia.</w:t>
            </w:r>
          </w:p>
        </w:tc>
        <w:tc>
          <w:tcPr>
            <w:tcW w:w="2880" w:type="dxa"/>
          </w:tcPr>
          <w:p w:rsidR="00450F28" w:rsidRPr="003C37E3" w:rsidRDefault="00450F28" w:rsidP="00AD36CF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Formar o seleccionar un grupo de maestros que se capacite y oriente la escuela de padres.</w:t>
            </w:r>
          </w:p>
        </w:tc>
        <w:tc>
          <w:tcPr>
            <w:tcW w:w="2880" w:type="dxa"/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Consejo de Padres docentes  y directivos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Febrero de 2011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Diciembre de 2012</w:t>
            </w:r>
          </w:p>
        </w:tc>
      </w:tr>
    </w:tbl>
    <w:p w:rsidR="00450F28" w:rsidRPr="003C37E3" w:rsidRDefault="00450F28" w:rsidP="001D298F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1D298F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17016" w:type="dxa"/>
        <w:jc w:val="center"/>
        <w:tblLook w:val="00A0"/>
      </w:tblPr>
      <w:tblGrid>
        <w:gridCol w:w="2241"/>
        <w:gridCol w:w="4183"/>
        <w:gridCol w:w="1283"/>
        <w:gridCol w:w="3777"/>
        <w:gridCol w:w="5532"/>
      </w:tblGrid>
      <w:tr w:rsidR="00450F28" w:rsidRPr="003C37E3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Comunitaria</w:t>
            </w:r>
          </w:p>
        </w:tc>
        <w:tc>
          <w:tcPr>
            <w:tcW w:w="1134" w:type="dxa"/>
            <w:vAlign w:val="bottom"/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Proyección a la comunidad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258B">
              <w:rPr>
                <w:rFonts w:ascii="Arial" w:hAnsi="Arial" w:cs="Arial"/>
                <w:noProof/>
                <w:sz w:val="20"/>
                <w:szCs w:val="20"/>
                <w:lang w:eastAsia="es-ES"/>
              </w:rPr>
              <w:pict>
                <v:shape id="Imagen 14" o:spid="_x0000_i1063" type="#_x0000_t75" alt="logo gr.png" style="width:257.25pt;height:63.75pt;visibility:visible">
                  <v:imagedata r:id="rId7" o:title=""/>
                </v:shape>
              </w:pict>
            </w:r>
          </w:p>
        </w:tc>
      </w:tr>
      <w:tr w:rsidR="00450F28" w:rsidRPr="003C37E3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Servicio social estudiantil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0F28" w:rsidRPr="003C37E3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50F28" w:rsidRPr="003C37E3" w:rsidRDefault="00450F28" w:rsidP="001D298F">
      <w:pPr>
        <w:rPr>
          <w:rFonts w:ascii="Arial" w:hAnsi="Arial" w:cs="Arial"/>
          <w:sz w:val="20"/>
          <w:szCs w:val="20"/>
        </w:rPr>
      </w:pPr>
    </w:p>
    <w:tbl>
      <w:tblPr>
        <w:tblW w:w="17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450F28" w:rsidRPr="003C37E3">
        <w:trPr>
          <w:jc w:val="center"/>
        </w:trPr>
        <w:tc>
          <w:tcPr>
            <w:tcW w:w="2660" w:type="dxa"/>
            <w:vMerge w:val="restart"/>
            <w:vAlign w:val="center"/>
          </w:tcPr>
          <w:p w:rsidR="00450F28" w:rsidRPr="003C37E3" w:rsidRDefault="00450F28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450F28" w:rsidRPr="003C37E3" w:rsidRDefault="00450F28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TIEMPO DE EJECUCIÓN</w:t>
            </w:r>
          </w:p>
        </w:tc>
      </w:tr>
      <w:tr w:rsidR="00450F28" w:rsidRPr="003C37E3">
        <w:trPr>
          <w:jc w:val="center"/>
        </w:trPr>
        <w:tc>
          <w:tcPr>
            <w:tcW w:w="2660" w:type="dxa"/>
            <w:vMerge/>
            <w:vAlign w:val="center"/>
          </w:tcPr>
          <w:p w:rsidR="00450F28" w:rsidRPr="003C37E3" w:rsidRDefault="00450F28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450F28" w:rsidRPr="003C37E3" w:rsidRDefault="00450F28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450F28" w:rsidRPr="003C37E3" w:rsidRDefault="00450F28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TERMINA</w:t>
            </w:r>
          </w:p>
        </w:tc>
      </w:tr>
      <w:tr w:rsidR="00450F28" w:rsidRPr="003C37E3">
        <w:trPr>
          <w:jc w:val="center"/>
        </w:trPr>
        <w:tc>
          <w:tcPr>
            <w:tcW w:w="2660" w:type="dxa"/>
          </w:tcPr>
          <w:p w:rsidR="00450F28" w:rsidRPr="003C37E3" w:rsidRDefault="00450F28" w:rsidP="00FF2372">
            <w:pPr>
              <w:numPr>
                <w:ilvl w:val="0"/>
                <w:numId w:val="5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Estructurar un proyecto de proyección a la comunidad por parte de los estudiantes.</w:t>
            </w:r>
          </w:p>
        </w:tc>
        <w:tc>
          <w:tcPr>
            <w:tcW w:w="2880" w:type="dxa"/>
          </w:tcPr>
          <w:p w:rsidR="00450F28" w:rsidRPr="003C37E3" w:rsidRDefault="00450F28" w:rsidP="004C578C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Crear el impacto mediante la operatividad del servicio social.</w:t>
            </w:r>
          </w:p>
        </w:tc>
        <w:tc>
          <w:tcPr>
            <w:tcW w:w="2880" w:type="dxa"/>
          </w:tcPr>
          <w:p w:rsidR="00450F28" w:rsidRPr="003C37E3" w:rsidRDefault="00450F28" w:rsidP="004C578C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Encuestar a la comunidad atendida, sobre el desempeño de los estudiantes.</w:t>
            </w:r>
          </w:p>
        </w:tc>
        <w:tc>
          <w:tcPr>
            <w:tcW w:w="2880" w:type="dxa"/>
          </w:tcPr>
          <w:p w:rsidR="00450F28" w:rsidRPr="003C37E3" w:rsidRDefault="00450F28" w:rsidP="00900D10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Diagnóstico de necesidades.</w:t>
            </w:r>
          </w:p>
          <w:p w:rsidR="00450F28" w:rsidRPr="003C37E3" w:rsidRDefault="00450F28" w:rsidP="00900D10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Estructurar el proyecto.</w:t>
            </w:r>
          </w:p>
          <w:p w:rsidR="00450F28" w:rsidRDefault="00450F28" w:rsidP="00900D10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Hacer seguimiento y evaluación.</w:t>
            </w:r>
          </w:p>
          <w:p w:rsidR="00450F28" w:rsidRDefault="00450F28" w:rsidP="00D131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Default="00450F28" w:rsidP="00D131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Default="00450F28" w:rsidP="00D131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Pr="003C37E3" w:rsidRDefault="00450F28" w:rsidP="00D131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Coordinación académica y de convivencia.</w:t>
            </w:r>
          </w:p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Comité técnico directivo.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Febrero de 2011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Diciembre de 2012</w:t>
            </w:r>
          </w:p>
        </w:tc>
      </w:tr>
    </w:tbl>
    <w:p w:rsidR="00450F28" w:rsidRPr="003C37E3" w:rsidRDefault="00450F28" w:rsidP="001D298F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1D298F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17016" w:type="dxa"/>
        <w:jc w:val="center"/>
        <w:tblLook w:val="00A0"/>
      </w:tblPr>
      <w:tblGrid>
        <w:gridCol w:w="2241"/>
        <w:gridCol w:w="4180"/>
        <w:gridCol w:w="1283"/>
        <w:gridCol w:w="3780"/>
        <w:gridCol w:w="5532"/>
      </w:tblGrid>
      <w:tr w:rsidR="00450F28" w:rsidRPr="003C37E3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Comunidad</w:t>
            </w:r>
          </w:p>
        </w:tc>
        <w:tc>
          <w:tcPr>
            <w:tcW w:w="1134" w:type="dxa"/>
            <w:vAlign w:val="bottom"/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Accesibilidad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258B">
              <w:rPr>
                <w:rFonts w:ascii="Arial" w:hAnsi="Arial" w:cs="Arial"/>
                <w:noProof/>
                <w:sz w:val="20"/>
                <w:szCs w:val="20"/>
                <w:lang w:eastAsia="es-ES"/>
              </w:rPr>
              <w:pict>
                <v:shape id="Imagen 15" o:spid="_x0000_i1064" type="#_x0000_t75" alt="logo gr.png" style="width:257.25pt;height:63.75pt;visibility:visible">
                  <v:imagedata r:id="rId7" o:title=""/>
                </v:shape>
              </w:pict>
            </w:r>
          </w:p>
        </w:tc>
      </w:tr>
      <w:tr w:rsidR="00450F28" w:rsidRPr="003C37E3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Proyectos de vida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0F28" w:rsidRPr="003C37E3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50F28" w:rsidRPr="003C37E3" w:rsidRDefault="00450F28" w:rsidP="001D298F">
      <w:pPr>
        <w:rPr>
          <w:rFonts w:ascii="Arial" w:hAnsi="Arial" w:cs="Arial"/>
          <w:sz w:val="20"/>
          <w:szCs w:val="20"/>
        </w:rPr>
      </w:pPr>
    </w:p>
    <w:tbl>
      <w:tblPr>
        <w:tblW w:w="17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450F28" w:rsidRPr="003C37E3">
        <w:trPr>
          <w:jc w:val="center"/>
        </w:trPr>
        <w:tc>
          <w:tcPr>
            <w:tcW w:w="2660" w:type="dxa"/>
            <w:vMerge w:val="restart"/>
            <w:vAlign w:val="center"/>
          </w:tcPr>
          <w:p w:rsidR="00450F28" w:rsidRPr="003C37E3" w:rsidRDefault="00450F28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450F28" w:rsidRPr="003C37E3" w:rsidRDefault="00450F28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TIEMPO DE EJECUCIÓN</w:t>
            </w:r>
          </w:p>
        </w:tc>
      </w:tr>
      <w:tr w:rsidR="00450F28" w:rsidRPr="003C37E3">
        <w:trPr>
          <w:jc w:val="center"/>
        </w:trPr>
        <w:tc>
          <w:tcPr>
            <w:tcW w:w="2660" w:type="dxa"/>
            <w:vMerge/>
            <w:vAlign w:val="center"/>
          </w:tcPr>
          <w:p w:rsidR="00450F28" w:rsidRPr="003C37E3" w:rsidRDefault="00450F28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450F28" w:rsidRPr="003C37E3" w:rsidRDefault="00450F28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450F28" w:rsidRPr="003C37E3" w:rsidRDefault="00450F28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TERMINA</w:t>
            </w:r>
          </w:p>
        </w:tc>
      </w:tr>
      <w:tr w:rsidR="00450F28" w:rsidRPr="003C37E3">
        <w:trPr>
          <w:jc w:val="center"/>
        </w:trPr>
        <w:tc>
          <w:tcPr>
            <w:tcW w:w="2660" w:type="dxa"/>
            <w:vAlign w:val="center"/>
          </w:tcPr>
          <w:p w:rsidR="00450F28" w:rsidRDefault="00450F28" w:rsidP="00DB0323">
            <w:pPr>
              <w:numPr>
                <w:ilvl w:val="0"/>
                <w:numId w:val="55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Mejorar y evaluar los procesos relacionados con los proyectos de vida de los estudiantes.</w:t>
            </w:r>
          </w:p>
          <w:p w:rsidR="00450F28" w:rsidRDefault="00450F28" w:rsidP="00D131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Default="00450F28" w:rsidP="00D131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Default="00450F28" w:rsidP="00D131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Default="00450F28" w:rsidP="00D131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Default="00450F28" w:rsidP="00D131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Pr="003C37E3" w:rsidRDefault="00450F28" w:rsidP="00D131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</w:tcPr>
          <w:p w:rsidR="00450F28" w:rsidRPr="003C37E3" w:rsidRDefault="00450F28" w:rsidP="004C578C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Que los estudiantes de grado once tengan claro y visualicen un proyecto de vida.</w:t>
            </w:r>
          </w:p>
        </w:tc>
        <w:tc>
          <w:tcPr>
            <w:tcW w:w="2880" w:type="dxa"/>
          </w:tcPr>
          <w:p w:rsidR="00450F28" w:rsidRPr="003C37E3" w:rsidRDefault="00450F28" w:rsidP="00E04D0B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Elaborar proyectos de vida realizables.</w:t>
            </w:r>
          </w:p>
        </w:tc>
        <w:tc>
          <w:tcPr>
            <w:tcW w:w="2880" w:type="dxa"/>
          </w:tcPr>
          <w:p w:rsidR="00450F28" w:rsidRPr="003C37E3" w:rsidRDefault="00450F28" w:rsidP="004609F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Que desde el área de ética se orienten estos proyectos de vida.</w:t>
            </w:r>
          </w:p>
        </w:tc>
        <w:tc>
          <w:tcPr>
            <w:tcW w:w="2880" w:type="dxa"/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Los docentes que orientan esta asignatura.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2011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450F28" w:rsidRPr="003C37E3" w:rsidRDefault="00450F28" w:rsidP="004C578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2012</w:t>
            </w:r>
          </w:p>
        </w:tc>
      </w:tr>
    </w:tbl>
    <w:p w:rsidR="00450F28" w:rsidRPr="003C37E3" w:rsidRDefault="00450F28" w:rsidP="001D298F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1D298F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17016" w:type="dxa"/>
        <w:jc w:val="center"/>
        <w:tblLook w:val="00A0"/>
      </w:tblPr>
      <w:tblGrid>
        <w:gridCol w:w="2242"/>
        <w:gridCol w:w="4182"/>
        <w:gridCol w:w="1283"/>
        <w:gridCol w:w="3777"/>
        <w:gridCol w:w="5532"/>
      </w:tblGrid>
      <w:tr w:rsidR="00450F28" w:rsidRPr="003C37E3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B5679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B5679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Comunidad</w:t>
            </w:r>
          </w:p>
        </w:tc>
        <w:tc>
          <w:tcPr>
            <w:tcW w:w="1134" w:type="dxa"/>
            <w:vAlign w:val="bottom"/>
          </w:tcPr>
          <w:p w:rsidR="00450F28" w:rsidRPr="003C37E3" w:rsidRDefault="00450F28" w:rsidP="00B5679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B5679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Proyección a la comunidad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450F28" w:rsidRPr="003C37E3" w:rsidRDefault="00450F28" w:rsidP="00B5679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258B">
              <w:rPr>
                <w:rFonts w:ascii="Arial" w:hAnsi="Arial" w:cs="Arial"/>
                <w:noProof/>
                <w:sz w:val="20"/>
                <w:szCs w:val="20"/>
                <w:lang w:eastAsia="es-ES"/>
              </w:rPr>
              <w:pict>
                <v:shape id="Imagen 16" o:spid="_x0000_i1065" type="#_x0000_t75" alt="logo gr.png" style="width:257.25pt;height:63.75pt;visibility:visible">
                  <v:imagedata r:id="rId7" o:title=""/>
                </v:shape>
              </w:pict>
            </w:r>
          </w:p>
        </w:tc>
      </w:tr>
      <w:tr w:rsidR="00450F28" w:rsidRPr="003C37E3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B5679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B5679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Oferta de servicios a la ciudad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450F28" w:rsidRPr="003C37E3" w:rsidRDefault="00450F28" w:rsidP="00B5679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0F28" w:rsidRPr="003C37E3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B5679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50F28" w:rsidRPr="003C37E3" w:rsidRDefault="00450F28" w:rsidP="00B5679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450F28" w:rsidRPr="003C37E3" w:rsidRDefault="00450F28" w:rsidP="00B5679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50F28" w:rsidRPr="003C37E3" w:rsidRDefault="00450F28" w:rsidP="000D67B2">
      <w:pPr>
        <w:rPr>
          <w:rFonts w:ascii="Arial" w:hAnsi="Arial" w:cs="Arial"/>
          <w:sz w:val="20"/>
          <w:szCs w:val="20"/>
        </w:rPr>
      </w:pPr>
    </w:p>
    <w:tbl>
      <w:tblPr>
        <w:tblW w:w="17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450F28" w:rsidRPr="003C37E3">
        <w:trPr>
          <w:jc w:val="center"/>
        </w:trPr>
        <w:tc>
          <w:tcPr>
            <w:tcW w:w="2660" w:type="dxa"/>
            <w:vMerge w:val="restart"/>
            <w:vAlign w:val="center"/>
          </w:tcPr>
          <w:p w:rsidR="00450F28" w:rsidRPr="003C37E3" w:rsidRDefault="00450F28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450F28" w:rsidRPr="003C37E3" w:rsidRDefault="00450F28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TIEMPO DE EJECUCIÓN</w:t>
            </w:r>
          </w:p>
        </w:tc>
      </w:tr>
      <w:tr w:rsidR="00450F28" w:rsidRPr="003C37E3">
        <w:trPr>
          <w:jc w:val="center"/>
        </w:trPr>
        <w:tc>
          <w:tcPr>
            <w:tcW w:w="2660" w:type="dxa"/>
            <w:vMerge/>
            <w:vAlign w:val="center"/>
          </w:tcPr>
          <w:p w:rsidR="00450F28" w:rsidRPr="003C37E3" w:rsidRDefault="00450F28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450F28" w:rsidRPr="003C37E3" w:rsidRDefault="00450F28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450F28" w:rsidRPr="003C37E3" w:rsidRDefault="00450F28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TERMINA</w:t>
            </w:r>
          </w:p>
        </w:tc>
      </w:tr>
      <w:tr w:rsidR="00450F28" w:rsidRPr="003C37E3">
        <w:trPr>
          <w:jc w:val="center"/>
        </w:trPr>
        <w:tc>
          <w:tcPr>
            <w:tcW w:w="2660" w:type="dxa"/>
            <w:vAlign w:val="center"/>
          </w:tcPr>
          <w:p w:rsidR="00450F28" w:rsidRDefault="00450F28" w:rsidP="00545C83">
            <w:pPr>
              <w:numPr>
                <w:ilvl w:val="0"/>
                <w:numId w:val="5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Ofertar a la comunidad de acuerdo a sus necesidades, talleres que estén integrado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 en el PEI y  otros que puedan mejor su academia y su proyecto de vida.</w:t>
            </w:r>
          </w:p>
          <w:p w:rsidR="00450F28" w:rsidRDefault="00450F28" w:rsidP="00D131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Default="00450F28" w:rsidP="00D131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Default="00450F28" w:rsidP="00D131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Pr="003C37E3" w:rsidRDefault="00450F28" w:rsidP="00D131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</w:tcPr>
          <w:p w:rsidR="00450F28" w:rsidRPr="003C37E3" w:rsidRDefault="00450F28" w:rsidP="00B56795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Afianzar los grupos existentes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, como Escuela de Valores, Proyecto Mujer entre otros, con miras a ampliar la vinculación de los padres y madres de familia en estos y otros a iniciarse.</w:t>
            </w:r>
          </w:p>
        </w:tc>
        <w:tc>
          <w:tcPr>
            <w:tcW w:w="2880" w:type="dxa"/>
          </w:tcPr>
          <w:p w:rsidR="00450F28" w:rsidRPr="003C37E3" w:rsidRDefault="00450F28" w:rsidP="00B56795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Detectar mediante un diagnóstico las necesidades  de la comunidad.</w:t>
            </w:r>
          </w:p>
        </w:tc>
        <w:tc>
          <w:tcPr>
            <w:tcW w:w="2880" w:type="dxa"/>
          </w:tcPr>
          <w:p w:rsidR="00450F28" w:rsidRPr="003C37E3" w:rsidRDefault="00450F28" w:rsidP="00B56795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Seguimiento.</w:t>
            </w:r>
          </w:p>
          <w:p w:rsidR="00450F28" w:rsidRPr="003C37E3" w:rsidRDefault="00450F28" w:rsidP="00B56795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Evaluación.</w:t>
            </w:r>
          </w:p>
          <w:p w:rsidR="00450F28" w:rsidRPr="003C37E3" w:rsidRDefault="00450F28" w:rsidP="00B56795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Crear otras ofertas.</w:t>
            </w:r>
          </w:p>
        </w:tc>
        <w:tc>
          <w:tcPr>
            <w:tcW w:w="2880" w:type="dxa"/>
          </w:tcPr>
          <w:p w:rsidR="00450F28" w:rsidRPr="003C37E3" w:rsidRDefault="00450F28" w:rsidP="00B5679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Sociales</w:t>
            </w:r>
          </w:p>
          <w:p w:rsidR="00450F28" w:rsidRPr="003C37E3" w:rsidRDefault="00450F28" w:rsidP="00B5679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Ética</w:t>
            </w:r>
          </w:p>
          <w:p w:rsidR="00450F28" w:rsidRPr="003C37E3" w:rsidRDefault="00450F28" w:rsidP="00B5679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Artes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450F28" w:rsidRPr="003C37E3" w:rsidRDefault="00450F28" w:rsidP="00B5679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20111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450F28" w:rsidRPr="003C37E3" w:rsidRDefault="00450F28" w:rsidP="00B5679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2012</w:t>
            </w:r>
          </w:p>
        </w:tc>
      </w:tr>
    </w:tbl>
    <w:p w:rsidR="00450F28" w:rsidRPr="003C37E3" w:rsidRDefault="00450F28" w:rsidP="000D67B2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17016" w:type="dxa"/>
        <w:jc w:val="center"/>
        <w:tblLook w:val="00A0"/>
      </w:tblPr>
      <w:tblGrid>
        <w:gridCol w:w="2241"/>
        <w:gridCol w:w="4183"/>
        <w:gridCol w:w="1283"/>
        <w:gridCol w:w="3777"/>
        <w:gridCol w:w="5532"/>
      </w:tblGrid>
      <w:tr w:rsidR="00450F28" w:rsidRPr="003C37E3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B5679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B5679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Comunitaria</w:t>
            </w:r>
          </w:p>
        </w:tc>
        <w:tc>
          <w:tcPr>
            <w:tcW w:w="1134" w:type="dxa"/>
            <w:vAlign w:val="bottom"/>
          </w:tcPr>
          <w:p w:rsidR="00450F28" w:rsidRPr="003C37E3" w:rsidRDefault="00450F28" w:rsidP="00B5679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B5679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Proyección a la comunidad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450F28" w:rsidRPr="003C37E3" w:rsidRDefault="00450F28" w:rsidP="00B5679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258B">
              <w:rPr>
                <w:rFonts w:ascii="Arial" w:hAnsi="Arial" w:cs="Arial"/>
                <w:noProof/>
                <w:sz w:val="20"/>
                <w:szCs w:val="20"/>
                <w:lang w:eastAsia="es-ES"/>
              </w:rPr>
              <w:pict>
                <v:shape id="Imagen 17" o:spid="_x0000_i1066" type="#_x0000_t75" alt="logo gr.png" style="width:257.25pt;height:63.75pt;visibility:visible">
                  <v:imagedata r:id="rId7" o:title=""/>
                </v:shape>
              </w:pict>
            </w:r>
          </w:p>
        </w:tc>
      </w:tr>
      <w:tr w:rsidR="00450F28" w:rsidRPr="003C37E3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B5679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545C8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Uso de la planta física  y los medios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450F28" w:rsidRPr="003C37E3" w:rsidRDefault="00450F28" w:rsidP="00B5679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0F28" w:rsidRPr="003C37E3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B5679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50F28" w:rsidRPr="003C37E3" w:rsidRDefault="00450F28" w:rsidP="00B5679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450F28" w:rsidRPr="003C37E3" w:rsidRDefault="00450F28" w:rsidP="00B5679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50F28" w:rsidRPr="003C37E3" w:rsidRDefault="00450F28" w:rsidP="000D67B2">
      <w:pPr>
        <w:rPr>
          <w:rFonts w:ascii="Arial" w:hAnsi="Arial" w:cs="Arial"/>
          <w:sz w:val="20"/>
          <w:szCs w:val="20"/>
        </w:rPr>
      </w:pPr>
    </w:p>
    <w:tbl>
      <w:tblPr>
        <w:tblW w:w="17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450F28" w:rsidRPr="003C37E3">
        <w:trPr>
          <w:jc w:val="center"/>
        </w:trPr>
        <w:tc>
          <w:tcPr>
            <w:tcW w:w="2660" w:type="dxa"/>
            <w:vMerge w:val="restart"/>
            <w:vAlign w:val="center"/>
          </w:tcPr>
          <w:p w:rsidR="00450F28" w:rsidRPr="003C37E3" w:rsidRDefault="00450F28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450F28" w:rsidRPr="003C37E3" w:rsidRDefault="00450F28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TIEMPO DE EJECUCIÓN</w:t>
            </w:r>
          </w:p>
        </w:tc>
      </w:tr>
      <w:tr w:rsidR="00450F28" w:rsidRPr="003C37E3">
        <w:trPr>
          <w:jc w:val="center"/>
        </w:trPr>
        <w:tc>
          <w:tcPr>
            <w:tcW w:w="2660" w:type="dxa"/>
            <w:vMerge/>
            <w:vAlign w:val="center"/>
          </w:tcPr>
          <w:p w:rsidR="00450F28" w:rsidRPr="003C37E3" w:rsidRDefault="00450F28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450F28" w:rsidRPr="003C37E3" w:rsidRDefault="00450F28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450F28" w:rsidRPr="003C37E3" w:rsidRDefault="00450F28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TERMINA</w:t>
            </w:r>
          </w:p>
        </w:tc>
      </w:tr>
      <w:tr w:rsidR="00450F28" w:rsidRPr="003C37E3">
        <w:trPr>
          <w:jc w:val="center"/>
        </w:trPr>
        <w:tc>
          <w:tcPr>
            <w:tcW w:w="2660" w:type="dxa"/>
          </w:tcPr>
          <w:p w:rsidR="00450F28" w:rsidRPr="003C37E3" w:rsidRDefault="00450F28" w:rsidP="00DB0323">
            <w:pPr>
              <w:numPr>
                <w:ilvl w:val="0"/>
                <w:numId w:val="5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Mejorar los servicios y la disponibilidad de los recursos o medios.</w:t>
            </w:r>
          </w:p>
        </w:tc>
        <w:tc>
          <w:tcPr>
            <w:tcW w:w="2880" w:type="dxa"/>
          </w:tcPr>
          <w:p w:rsidR="00450F28" w:rsidRDefault="00450F28" w:rsidP="0062415E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Consecución de recursos y adecuación de algunos medios físicos</w:t>
            </w:r>
          </w:p>
          <w:p w:rsidR="00450F28" w:rsidRDefault="00450F28" w:rsidP="00D131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Default="00450F28" w:rsidP="00D131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Default="00450F28" w:rsidP="00D131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Pr="003C37E3" w:rsidRDefault="00450F28" w:rsidP="00D131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</w:tcPr>
          <w:p w:rsidR="00450F28" w:rsidRPr="003C37E3" w:rsidRDefault="00450F28" w:rsidP="00B56795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Gestional la consecución de recursos</w:t>
            </w:r>
          </w:p>
        </w:tc>
        <w:tc>
          <w:tcPr>
            <w:tcW w:w="2880" w:type="dxa"/>
          </w:tcPr>
          <w:p w:rsidR="00450F28" w:rsidRPr="003C37E3" w:rsidRDefault="00450F28" w:rsidP="00B56795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Ampliar la cobertura para generar la capacidad de recursos.</w:t>
            </w:r>
          </w:p>
        </w:tc>
        <w:tc>
          <w:tcPr>
            <w:tcW w:w="2880" w:type="dxa"/>
          </w:tcPr>
          <w:p w:rsidR="00450F28" w:rsidRPr="003C37E3" w:rsidRDefault="00450F28" w:rsidP="00B5679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Comunidad educativa</w:t>
            </w:r>
          </w:p>
          <w:p w:rsidR="00450F28" w:rsidRPr="003C37E3" w:rsidRDefault="00450F28" w:rsidP="00B5679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Directivos.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450F28" w:rsidRPr="003C37E3" w:rsidRDefault="00450F28" w:rsidP="00B5679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2011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450F28" w:rsidRPr="003C37E3" w:rsidRDefault="00450F28" w:rsidP="00B5679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2012</w:t>
            </w:r>
          </w:p>
        </w:tc>
      </w:tr>
    </w:tbl>
    <w:p w:rsidR="00450F28" w:rsidRPr="003C37E3" w:rsidRDefault="00450F28" w:rsidP="000D67B2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17016" w:type="dxa"/>
        <w:jc w:val="center"/>
        <w:tblLook w:val="00A0"/>
      </w:tblPr>
      <w:tblGrid>
        <w:gridCol w:w="2241"/>
        <w:gridCol w:w="4179"/>
        <w:gridCol w:w="1283"/>
        <w:gridCol w:w="3781"/>
        <w:gridCol w:w="5532"/>
      </w:tblGrid>
      <w:tr w:rsidR="00450F28" w:rsidRPr="003C37E3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B5679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B5679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 xml:space="preserve">comunitaria </w:t>
            </w:r>
          </w:p>
        </w:tc>
        <w:tc>
          <w:tcPr>
            <w:tcW w:w="1134" w:type="dxa"/>
            <w:vAlign w:val="bottom"/>
          </w:tcPr>
          <w:p w:rsidR="00450F28" w:rsidRPr="003C37E3" w:rsidRDefault="00450F28" w:rsidP="00B5679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B5679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Parti9cipación y convivencia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450F28" w:rsidRPr="003C37E3" w:rsidRDefault="00450F28" w:rsidP="00B5679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258B">
              <w:rPr>
                <w:rFonts w:ascii="Arial" w:hAnsi="Arial" w:cs="Arial"/>
                <w:noProof/>
                <w:sz w:val="20"/>
                <w:szCs w:val="20"/>
                <w:lang w:eastAsia="es-ES"/>
              </w:rPr>
              <w:pict>
                <v:shape id="Imagen 18" o:spid="_x0000_i1067" type="#_x0000_t75" alt="logo gr.png" style="width:257.25pt;height:63.75pt;visibility:visible">
                  <v:imagedata r:id="rId7" o:title=""/>
                </v:shape>
              </w:pict>
            </w:r>
          </w:p>
        </w:tc>
      </w:tr>
      <w:tr w:rsidR="00450F28" w:rsidRPr="003C37E3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B5679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B5679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Participación de los estudiantes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450F28" w:rsidRPr="003C37E3" w:rsidRDefault="00450F28" w:rsidP="00B5679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0F28" w:rsidRPr="003C37E3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B5679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50F28" w:rsidRPr="003C37E3" w:rsidRDefault="00450F28" w:rsidP="00B5679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450F28" w:rsidRPr="003C37E3" w:rsidRDefault="00450F28" w:rsidP="00B5679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50F28" w:rsidRPr="003C37E3" w:rsidRDefault="00450F28" w:rsidP="000D67B2">
      <w:pPr>
        <w:rPr>
          <w:rFonts w:ascii="Arial" w:hAnsi="Arial" w:cs="Arial"/>
          <w:sz w:val="20"/>
          <w:szCs w:val="20"/>
        </w:rPr>
      </w:pPr>
    </w:p>
    <w:tbl>
      <w:tblPr>
        <w:tblW w:w="17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450F28" w:rsidRPr="003C37E3">
        <w:trPr>
          <w:jc w:val="center"/>
        </w:trPr>
        <w:tc>
          <w:tcPr>
            <w:tcW w:w="2660" w:type="dxa"/>
            <w:vMerge w:val="restart"/>
            <w:vAlign w:val="center"/>
          </w:tcPr>
          <w:p w:rsidR="00450F28" w:rsidRPr="003C37E3" w:rsidRDefault="00450F28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450F28" w:rsidRPr="003C37E3" w:rsidRDefault="00450F28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TIEMPO DE EJECUCIÓN</w:t>
            </w:r>
          </w:p>
        </w:tc>
      </w:tr>
      <w:tr w:rsidR="00450F28" w:rsidRPr="003C37E3">
        <w:trPr>
          <w:jc w:val="center"/>
        </w:trPr>
        <w:tc>
          <w:tcPr>
            <w:tcW w:w="2660" w:type="dxa"/>
            <w:vMerge/>
            <w:vAlign w:val="center"/>
          </w:tcPr>
          <w:p w:rsidR="00450F28" w:rsidRPr="003C37E3" w:rsidRDefault="00450F28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450F28" w:rsidRPr="003C37E3" w:rsidRDefault="00450F28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450F28" w:rsidRPr="003C37E3" w:rsidRDefault="00450F28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TERMINA</w:t>
            </w:r>
          </w:p>
        </w:tc>
      </w:tr>
      <w:tr w:rsidR="00450F28" w:rsidRPr="003C37E3">
        <w:trPr>
          <w:jc w:val="center"/>
        </w:trPr>
        <w:tc>
          <w:tcPr>
            <w:tcW w:w="2660" w:type="dxa"/>
          </w:tcPr>
          <w:p w:rsidR="00450F28" w:rsidRDefault="00450F28" w:rsidP="00DB0323">
            <w:pPr>
              <w:numPr>
                <w:ilvl w:val="0"/>
                <w:numId w:val="58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Crear mecanismos para evaluar las formas y demandas de participación de los estudiantes.</w:t>
            </w:r>
          </w:p>
          <w:p w:rsidR="00450F28" w:rsidRDefault="00450F28" w:rsidP="000306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Default="00450F28" w:rsidP="000306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Pr="003C37E3" w:rsidRDefault="00450F28" w:rsidP="000306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</w:tcPr>
          <w:p w:rsidR="00450F28" w:rsidRDefault="00450F28" w:rsidP="007825C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Crear y disponer espacios para promover alternativas de participación.</w:t>
            </w:r>
          </w:p>
          <w:p w:rsidR="00450F28" w:rsidRDefault="00450F28" w:rsidP="007825C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Default="00450F28" w:rsidP="007825C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Default="00450F28" w:rsidP="007825C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Default="00450F28" w:rsidP="007825C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Default="00450F28" w:rsidP="007825C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Default="00450F28" w:rsidP="007825C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Default="00450F28" w:rsidP="007825C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Pr="003C37E3" w:rsidRDefault="00450F28" w:rsidP="007825C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</w:tcPr>
          <w:p w:rsidR="00450F28" w:rsidRPr="003C37E3" w:rsidRDefault="00450F28" w:rsidP="00B56795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Retroalimentar y cualificar los espacios de participación.</w:t>
            </w:r>
          </w:p>
        </w:tc>
        <w:tc>
          <w:tcPr>
            <w:tcW w:w="2880" w:type="dxa"/>
          </w:tcPr>
          <w:p w:rsidR="00450F28" w:rsidRPr="003C37E3" w:rsidRDefault="00450F28" w:rsidP="00717D8F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Semana cultural</w:t>
            </w:r>
          </w:p>
          <w:p w:rsidR="00450F28" w:rsidRPr="003C37E3" w:rsidRDefault="00450F28" w:rsidP="00717D8F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Emisora del colegio</w:t>
            </w:r>
          </w:p>
          <w:p w:rsidR="00450F28" w:rsidRPr="003C37E3" w:rsidRDefault="00450F28" w:rsidP="00717D8F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Día de la ciencia</w:t>
            </w:r>
          </w:p>
        </w:tc>
        <w:tc>
          <w:tcPr>
            <w:tcW w:w="2880" w:type="dxa"/>
          </w:tcPr>
          <w:p w:rsidR="00450F28" w:rsidRPr="003C37E3" w:rsidRDefault="00450F28" w:rsidP="00B5679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Docentes y directivos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450F28" w:rsidRPr="003C37E3" w:rsidRDefault="00450F28" w:rsidP="00B5679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2011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450F28" w:rsidRPr="003C37E3" w:rsidRDefault="00450F28" w:rsidP="00B5679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2011</w:t>
            </w:r>
          </w:p>
        </w:tc>
      </w:tr>
    </w:tbl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17016" w:type="dxa"/>
        <w:jc w:val="center"/>
        <w:tblLook w:val="00A0"/>
      </w:tblPr>
      <w:tblGrid>
        <w:gridCol w:w="2242"/>
        <w:gridCol w:w="4182"/>
        <w:gridCol w:w="1283"/>
        <w:gridCol w:w="3777"/>
        <w:gridCol w:w="5532"/>
      </w:tblGrid>
      <w:tr w:rsidR="00450F28" w:rsidRPr="003C37E3" w:rsidTr="00FE7F37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 xml:space="preserve">comunitaria </w:t>
            </w:r>
          </w:p>
        </w:tc>
        <w:tc>
          <w:tcPr>
            <w:tcW w:w="1134" w:type="dxa"/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Prevención de riesgos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258B">
              <w:rPr>
                <w:rFonts w:ascii="Arial" w:hAnsi="Arial" w:cs="Arial"/>
                <w:noProof/>
                <w:sz w:val="20"/>
                <w:szCs w:val="20"/>
                <w:lang w:eastAsia="es-ES"/>
              </w:rPr>
              <w:pict>
                <v:shape id="_x0000_i1068" type="#_x0000_t75" alt="logo gr.png" style="width:257.25pt;height:63.75pt;visibility:visible">
                  <v:imagedata r:id="rId7" o:title=""/>
                </v:shape>
              </w:pict>
            </w:r>
          </w:p>
        </w:tc>
      </w:tr>
      <w:tr w:rsidR="00450F28" w:rsidRPr="003C37E3" w:rsidTr="00FE7F37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Prevención de riesgos físicos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0F28" w:rsidRPr="003C37E3" w:rsidTr="00FE7F37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50F28" w:rsidRPr="003C37E3" w:rsidRDefault="00450F28" w:rsidP="00926872">
      <w:pPr>
        <w:rPr>
          <w:rFonts w:ascii="Arial" w:hAnsi="Arial" w:cs="Arial"/>
          <w:sz w:val="20"/>
          <w:szCs w:val="20"/>
        </w:rPr>
      </w:pPr>
    </w:p>
    <w:tbl>
      <w:tblPr>
        <w:tblW w:w="17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450F28" w:rsidRPr="003C37E3" w:rsidTr="00FE7F37">
        <w:trPr>
          <w:jc w:val="center"/>
        </w:trPr>
        <w:tc>
          <w:tcPr>
            <w:tcW w:w="266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TIEMPO DE EJECUCIÓN</w:t>
            </w:r>
          </w:p>
        </w:tc>
      </w:tr>
      <w:tr w:rsidR="00450F28" w:rsidRPr="003C37E3" w:rsidTr="00FE7F37">
        <w:trPr>
          <w:jc w:val="center"/>
        </w:trPr>
        <w:tc>
          <w:tcPr>
            <w:tcW w:w="266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TERMINA</w:t>
            </w:r>
          </w:p>
        </w:tc>
      </w:tr>
      <w:tr w:rsidR="00450F28" w:rsidRPr="003C37E3" w:rsidTr="00FE7F37">
        <w:trPr>
          <w:jc w:val="center"/>
        </w:trPr>
        <w:tc>
          <w:tcPr>
            <w:tcW w:w="2660" w:type="dxa"/>
          </w:tcPr>
          <w:p w:rsidR="00450F28" w:rsidRPr="003C37E3" w:rsidRDefault="00450F28" w:rsidP="00FE7F37">
            <w:pPr>
              <w:numPr>
                <w:ilvl w:val="0"/>
                <w:numId w:val="58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Fortalecer el proyecto de prevención de desastres</w:t>
            </w:r>
          </w:p>
        </w:tc>
        <w:tc>
          <w:tcPr>
            <w:tcW w:w="2880" w:type="dxa"/>
          </w:tcPr>
          <w:p w:rsidR="00450F28" w:rsidRPr="003C37E3" w:rsidRDefault="00450F28" w:rsidP="003A325C">
            <w:pPr>
              <w:pStyle w:val="ListParagraph"/>
              <w:numPr>
                <w:ilvl w:val="0"/>
                <w:numId w:val="58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Adecuar la planta física.</w:t>
            </w:r>
          </w:p>
        </w:tc>
        <w:tc>
          <w:tcPr>
            <w:tcW w:w="2880" w:type="dxa"/>
          </w:tcPr>
          <w:p w:rsidR="00450F28" w:rsidRDefault="00450F28" w:rsidP="00FE7F37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Observación de la condiciones físicas de la planta.</w:t>
            </w:r>
          </w:p>
          <w:p w:rsidR="00450F28" w:rsidRDefault="00450F28" w:rsidP="003C37E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Pr="003C37E3" w:rsidRDefault="00450F28" w:rsidP="003C37E3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</w:tcPr>
          <w:p w:rsidR="00450F28" w:rsidRPr="003C37E3" w:rsidRDefault="00450F28" w:rsidP="00FE7F37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Revisar y adecuar los pisos de la planta física.</w:t>
            </w:r>
          </w:p>
          <w:p w:rsidR="00450F28" w:rsidRDefault="00450F28" w:rsidP="00FE7F37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Acondicionar el laboratorio.</w:t>
            </w:r>
          </w:p>
          <w:p w:rsidR="00450F28" w:rsidRDefault="00450F28" w:rsidP="000306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Default="00450F28" w:rsidP="000306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Default="00450F28" w:rsidP="000306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Default="00450F28" w:rsidP="000306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Pr="003C37E3" w:rsidRDefault="00450F28" w:rsidP="000306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Consejo directivo.</w:t>
            </w:r>
          </w:p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Líderes del proyecto.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Febrero de 2011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Diciembre de 2011</w:t>
            </w:r>
          </w:p>
        </w:tc>
      </w:tr>
    </w:tbl>
    <w:p w:rsidR="00450F28" w:rsidRPr="003C37E3" w:rsidRDefault="00450F28" w:rsidP="00926872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17016" w:type="dxa"/>
        <w:jc w:val="center"/>
        <w:tblLook w:val="00A0"/>
      </w:tblPr>
      <w:tblGrid>
        <w:gridCol w:w="2242"/>
        <w:gridCol w:w="4182"/>
        <w:gridCol w:w="1283"/>
        <w:gridCol w:w="3777"/>
        <w:gridCol w:w="5532"/>
      </w:tblGrid>
      <w:tr w:rsidR="00450F28" w:rsidRPr="003C37E3" w:rsidTr="00FE7F37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 xml:space="preserve">comunitaria </w:t>
            </w:r>
          </w:p>
        </w:tc>
        <w:tc>
          <w:tcPr>
            <w:tcW w:w="1134" w:type="dxa"/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Prevención de riesgos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258B">
              <w:rPr>
                <w:rFonts w:ascii="Arial" w:hAnsi="Arial" w:cs="Arial"/>
                <w:noProof/>
                <w:sz w:val="20"/>
                <w:szCs w:val="20"/>
                <w:lang w:eastAsia="es-ES"/>
              </w:rPr>
              <w:pict>
                <v:shape id="_x0000_i1069" type="#_x0000_t75" alt="logo gr.png" style="width:257.25pt;height:63.75pt;visibility:visible">
                  <v:imagedata r:id="rId7" o:title=""/>
                </v:shape>
              </w:pict>
            </w:r>
          </w:p>
        </w:tc>
      </w:tr>
      <w:tr w:rsidR="00450F28" w:rsidRPr="003C37E3" w:rsidTr="00FE7F37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Programas de seguridad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0F28" w:rsidRPr="003C37E3" w:rsidTr="00FE7F37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50F28" w:rsidRPr="003C37E3" w:rsidRDefault="00450F28" w:rsidP="00736CB3">
      <w:pPr>
        <w:rPr>
          <w:rFonts w:ascii="Arial" w:hAnsi="Arial" w:cs="Arial"/>
          <w:sz w:val="20"/>
          <w:szCs w:val="20"/>
        </w:rPr>
      </w:pPr>
    </w:p>
    <w:tbl>
      <w:tblPr>
        <w:tblW w:w="17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450F28" w:rsidRPr="003C37E3" w:rsidTr="00FE7F37">
        <w:trPr>
          <w:jc w:val="center"/>
        </w:trPr>
        <w:tc>
          <w:tcPr>
            <w:tcW w:w="266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TIEMPO DE EJECUCIÓN</w:t>
            </w:r>
          </w:p>
        </w:tc>
      </w:tr>
      <w:tr w:rsidR="00450F28" w:rsidRPr="003C37E3" w:rsidTr="00FE7F37">
        <w:trPr>
          <w:jc w:val="center"/>
        </w:trPr>
        <w:tc>
          <w:tcPr>
            <w:tcW w:w="266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450F28" w:rsidRPr="003C37E3" w:rsidRDefault="00450F28" w:rsidP="00FE7F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TERMINA</w:t>
            </w:r>
          </w:p>
        </w:tc>
      </w:tr>
      <w:tr w:rsidR="00450F28" w:rsidRPr="003C37E3" w:rsidTr="00FE7F37">
        <w:trPr>
          <w:jc w:val="center"/>
        </w:trPr>
        <w:tc>
          <w:tcPr>
            <w:tcW w:w="2660" w:type="dxa"/>
          </w:tcPr>
          <w:p w:rsidR="00450F28" w:rsidRDefault="00450F28" w:rsidP="00FE7F37">
            <w:pPr>
              <w:numPr>
                <w:ilvl w:val="0"/>
                <w:numId w:val="58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Desarrollar programas de prevención de accidentes y adecuación de la planta física.</w:t>
            </w:r>
          </w:p>
          <w:p w:rsidR="00450F28" w:rsidRDefault="00450F28" w:rsidP="000306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Default="00450F28" w:rsidP="000306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Default="00450F28" w:rsidP="000306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Pr="003C37E3" w:rsidRDefault="00450F28" w:rsidP="000306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</w:tcPr>
          <w:p w:rsidR="00450F28" w:rsidRPr="003C37E3" w:rsidRDefault="00450F28" w:rsidP="00FE7F37">
            <w:pPr>
              <w:pStyle w:val="ListParagraph"/>
              <w:numPr>
                <w:ilvl w:val="0"/>
                <w:numId w:val="58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Sensibilizar a la comunidad.</w:t>
            </w:r>
          </w:p>
          <w:p w:rsidR="00450F28" w:rsidRPr="003C37E3" w:rsidRDefault="00450F28" w:rsidP="00FE7F37">
            <w:pPr>
              <w:pStyle w:val="ListParagraph"/>
              <w:numPr>
                <w:ilvl w:val="0"/>
                <w:numId w:val="58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Adecuar espacios.</w:t>
            </w:r>
          </w:p>
        </w:tc>
        <w:tc>
          <w:tcPr>
            <w:tcW w:w="2880" w:type="dxa"/>
          </w:tcPr>
          <w:p w:rsidR="00450F28" w:rsidRPr="003C37E3" w:rsidRDefault="00450F28" w:rsidP="00FE7F37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Evaluar periódicamente los programas de sensibilización.</w:t>
            </w:r>
          </w:p>
        </w:tc>
        <w:tc>
          <w:tcPr>
            <w:tcW w:w="2880" w:type="dxa"/>
          </w:tcPr>
          <w:p w:rsidR="00450F28" w:rsidRPr="003C37E3" w:rsidRDefault="00450F28" w:rsidP="00FE7F37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Viabilizar recursos.</w:t>
            </w:r>
          </w:p>
          <w:p w:rsidR="00450F28" w:rsidRPr="003C37E3" w:rsidRDefault="00450F28" w:rsidP="00FE7F37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Socializar con la comunidad.</w:t>
            </w:r>
          </w:p>
        </w:tc>
        <w:tc>
          <w:tcPr>
            <w:tcW w:w="2880" w:type="dxa"/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Consejo directivo.</w:t>
            </w:r>
          </w:p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Líderes del proyecto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Febrero de 2011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450F28" w:rsidRPr="003C37E3" w:rsidRDefault="00450F28" w:rsidP="00FE7F3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Diciembre de 2011</w:t>
            </w:r>
          </w:p>
        </w:tc>
      </w:tr>
    </w:tbl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66690E">
      <w:pPr>
        <w:spacing w:after="0"/>
        <w:rPr>
          <w:rFonts w:ascii="Arial" w:hAnsi="Arial" w:cs="Arial"/>
          <w:b/>
          <w:sz w:val="20"/>
          <w:szCs w:val="20"/>
        </w:rPr>
      </w:pPr>
      <w:r w:rsidRPr="003C37E3">
        <w:rPr>
          <w:rFonts w:ascii="Arial" w:hAnsi="Arial" w:cs="Arial"/>
          <w:b/>
          <w:sz w:val="20"/>
          <w:szCs w:val="20"/>
        </w:rPr>
        <w:t>AREA DE GESTIÓN: comunitaria</w:t>
      </w:r>
    </w:p>
    <w:p w:rsidR="00450F28" w:rsidRPr="003C37E3" w:rsidRDefault="00450F28" w:rsidP="0066690E">
      <w:pPr>
        <w:spacing w:after="0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673"/>
        <w:gridCol w:w="8717"/>
      </w:tblGrid>
      <w:tr w:rsidR="00450F28" w:rsidRPr="003C37E3" w:rsidTr="003A5E25">
        <w:tc>
          <w:tcPr>
            <w:tcW w:w="9508" w:type="dxa"/>
            <w:vAlign w:val="center"/>
          </w:tcPr>
          <w:p w:rsidR="00450F28" w:rsidRPr="003C37E3" w:rsidRDefault="00450F28" w:rsidP="003A5E2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50F28" w:rsidRPr="003C37E3" w:rsidRDefault="00450F28" w:rsidP="003A5E2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sz w:val="20"/>
                <w:szCs w:val="20"/>
              </w:rPr>
              <w:t>FORTALEZAS</w:t>
            </w:r>
          </w:p>
          <w:p w:rsidR="00450F28" w:rsidRPr="003C37E3" w:rsidRDefault="00450F28" w:rsidP="003A5E2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08" w:type="dxa"/>
            <w:vAlign w:val="center"/>
          </w:tcPr>
          <w:p w:rsidR="00450F28" w:rsidRPr="003C37E3" w:rsidRDefault="00450F28" w:rsidP="003A5E2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sz w:val="20"/>
                <w:szCs w:val="20"/>
              </w:rPr>
              <w:t>OPORTUNIDADES DE MEJORAMIENTO</w:t>
            </w:r>
          </w:p>
        </w:tc>
      </w:tr>
      <w:tr w:rsidR="00450F28" w:rsidRPr="003C37E3" w:rsidTr="003A5E25">
        <w:tc>
          <w:tcPr>
            <w:tcW w:w="9508" w:type="dxa"/>
          </w:tcPr>
          <w:p w:rsidR="00450F28" w:rsidRPr="003C37E3" w:rsidRDefault="00450F28" w:rsidP="003A5E25">
            <w:pPr>
              <w:pStyle w:val="ListParagraph"/>
              <w:numPr>
                <w:ilvl w:val="0"/>
                <w:numId w:val="71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La institución atiende grupos poblacionales en situación de vulnerabilidad.</w:t>
            </w:r>
          </w:p>
          <w:p w:rsidR="00450F28" w:rsidRPr="003C37E3" w:rsidRDefault="00450F28" w:rsidP="003A5E25">
            <w:pPr>
              <w:pStyle w:val="ListParagraph"/>
              <w:numPr>
                <w:ilvl w:val="0"/>
                <w:numId w:val="71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La atención a grupos étnicos no se ha dado, no por que la institución no quiera sino por que aun no se ha dado el caso.</w:t>
            </w:r>
          </w:p>
          <w:p w:rsidR="00450F28" w:rsidRPr="003C37E3" w:rsidRDefault="00450F28" w:rsidP="0090154E">
            <w:pPr>
              <w:pStyle w:val="ListParagraph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450F28" w:rsidRPr="003C37E3" w:rsidRDefault="00450F28" w:rsidP="0090154E">
            <w:pPr>
              <w:pStyle w:val="ListParagraph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08" w:type="dxa"/>
          </w:tcPr>
          <w:p w:rsidR="00450F28" w:rsidRPr="003C37E3" w:rsidRDefault="00450F28" w:rsidP="003A5E25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50F28" w:rsidRPr="003C37E3" w:rsidRDefault="00450F28" w:rsidP="0066690E">
      <w:pPr>
        <w:spacing w:after="0"/>
        <w:rPr>
          <w:rFonts w:ascii="Arial" w:hAnsi="Arial" w:cs="Arial"/>
          <w:b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  <w:r w:rsidRPr="003C37E3">
        <w:rPr>
          <w:rFonts w:ascii="Arial" w:hAnsi="Arial" w:cs="Arial"/>
          <w:b/>
          <w:sz w:val="20"/>
          <w:szCs w:val="20"/>
        </w:rPr>
        <w:t>PROCESO:</w:t>
      </w: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  <w:r w:rsidRPr="003C37E3">
        <w:rPr>
          <w:rFonts w:ascii="Arial" w:hAnsi="Arial" w:cs="Arial"/>
          <w:sz w:val="20"/>
          <w:szCs w:val="20"/>
        </w:rPr>
        <w:t>Expectativas y necesidades de los estudiantes: generar un programa que permita orientar los procesos de la vida de los estudiantes y hacerles seguimiento.</w:t>
      </w: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17016" w:type="dxa"/>
        <w:jc w:val="center"/>
        <w:tblLook w:val="00A0"/>
      </w:tblPr>
      <w:tblGrid>
        <w:gridCol w:w="2242"/>
        <w:gridCol w:w="4181"/>
        <w:gridCol w:w="1283"/>
        <w:gridCol w:w="3778"/>
        <w:gridCol w:w="5532"/>
      </w:tblGrid>
      <w:tr w:rsidR="00450F28" w:rsidRPr="003C37E3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B5679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B5679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 xml:space="preserve">académica </w:t>
            </w:r>
          </w:p>
        </w:tc>
        <w:tc>
          <w:tcPr>
            <w:tcW w:w="1134" w:type="dxa"/>
            <w:vAlign w:val="bottom"/>
          </w:tcPr>
          <w:p w:rsidR="00450F28" w:rsidRPr="003C37E3" w:rsidRDefault="00450F28" w:rsidP="00B5679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B5679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Diseño pedagógico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450F28" w:rsidRPr="003C37E3" w:rsidRDefault="00450F28" w:rsidP="00B5679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258B">
              <w:rPr>
                <w:rFonts w:ascii="Arial" w:hAnsi="Arial" w:cs="Arial"/>
                <w:noProof/>
                <w:sz w:val="20"/>
                <w:szCs w:val="20"/>
                <w:lang w:eastAsia="es-ES"/>
              </w:rPr>
              <w:pict>
                <v:shape id="Imagen 19" o:spid="_x0000_i1070" type="#_x0000_t75" alt="logo gr.png" style="width:257.25pt;height:63.75pt;visibility:visible">
                  <v:imagedata r:id="rId7" o:title=""/>
                </v:shape>
              </w:pict>
            </w:r>
          </w:p>
        </w:tc>
      </w:tr>
      <w:tr w:rsidR="00450F28" w:rsidRPr="003C37E3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B5679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B5679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Enfoque metodológico, plan de estudios y recursos para el aprendizaje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450F28" w:rsidRPr="003C37E3" w:rsidRDefault="00450F28" w:rsidP="00B5679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0F28" w:rsidRPr="003C37E3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B5679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50F28" w:rsidRPr="003C37E3" w:rsidRDefault="00450F28" w:rsidP="00B5679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Se iniciaron los procesos para definir procesos metodológicos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450F28" w:rsidRPr="003C37E3" w:rsidRDefault="00450F28" w:rsidP="00B5679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50F28" w:rsidRPr="003C37E3" w:rsidRDefault="00450F28" w:rsidP="000D67B2">
      <w:pPr>
        <w:rPr>
          <w:rFonts w:ascii="Arial" w:hAnsi="Arial" w:cs="Arial"/>
          <w:sz w:val="20"/>
          <w:szCs w:val="20"/>
        </w:rPr>
      </w:pPr>
    </w:p>
    <w:tbl>
      <w:tblPr>
        <w:tblW w:w="17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450F28" w:rsidRPr="003C37E3">
        <w:trPr>
          <w:jc w:val="center"/>
        </w:trPr>
        <w:tc>
          <w:tcPr>
            <w:tcW w:w="2660" w:type="dxa"/>
            <w:vMerge w:val="restart"/>
            <w:vAlign w:val="center"/>
          </w:tcPr>
          <w:p w:rsidR="00450F28" w:rsidRPr="003C37E3" w:rsidRDefault="00450F28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450F28" w:rsidRPr="003C37E3" w:rsidRDefault="00450F28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TIEMPO DE EJECUCIÓN</w:t>
            </w:r>
          </w:p>
        </w:tc>
      </w:tr>
      <w:tr w:rsidR="00450F28" w:rsidRPr="003C37E3">
        <w:trPr>
          <w:jc w:val="center"/>
        </w:trPr>
        <w:tc>
          <w:tcPr>
            <w:tcW w:w="2660" w:type="dxa"/>
            <w:vMerge/>
            <w:vAlign w:val="center"/>
          </w:tcPr>
          <w:p w:rsidR="00450F28" w:rsidRPr="003C37E3" w:rsidRDefault="00450F28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450F28" w:rsidRPr="003C37E3" w:rsidRDefault="00450F28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450F28" w:rsidRPr="003C37E3" w:rsidRDefault="00450F28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TERMINA</w:t>
            </w:r>
          </w:p>
        </w:tc>
      </w:tr>
      <w:tr w:rsidR="00450F28" w:rsidRPr="003C37E3">
        <w:trPr>
          <w:jc w:val="center"/>
        </w:trPr>
        <w:tc>
          <w:tcPr>
            <w:tcW w:w="2660" w:type="dxa"/>
            <w:vAlign w:val="center"/>
          </w:tcPr>
          <w:p w:rsidR="00450F28" w:rsidRDefault="00450F28" w:rsidP="00DB0323">
            <w:pPr>
              <w:numPr>
                <w:ilvl w:val="0"/>
                <w:numId w:val="5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Unificar el enfoque metodológico respondiendo a las necesidades, adecuándolas al plan de estudios.</w:t>
            </w:r>
          </w:p>
          <w:p w:rsidR="00450F28" w:rsidRDefault="00450F28" w:rsidP="000306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Pr="003C37E3" w:rsidRDefault="00450F28" w:rsidP="000306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</w:tcPr>
          <w:p w:rsidR="00450F28" w:rsidRPr="003C37E3" w:rsidRDefault="00450F28" w:rsidP="00972A59">
            <w:pPr>
              <w:pStyle w:val="ListParagraph"/>
              <w:numPr>
                <w:ilvl w:val="0"/>
                <w:numId w:val="5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Definir el enfoque pedagógico de la IE.</w:t>
            </w:r>
          </w:p>
          <w:p w:rsidR="00450F28" w:rsidRPr="003C37E3" w:rsidRDefault="00450F28" w:rsidP="00972A59">
            <w:pPr>
              <w:pStyle w:val="ListParagraph"/>
              <w:numPr>
                <w:ilvl w:val="0"/>
                <w:numId w:val="5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Adecuar el plan de estudios al enfoque pedagógico</w:t>
            </w:r>
          </w:p>
        </w:tc>
        <w:tc>
          <w:tcPr>
            <w:tcW w:w="2880" w:type="dxa"/>
          </w:tcPr>
          <w:p w:rsidR="00450F28" w:rsidRPr="003C37E3" w:rsidRDefault="00450F28" w:rsidP="00B56795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Diligenciamiento de los formatos que evidencia el enfoque pedagógico.</w:t>
            </w:r>
          </w:p>
        </w:tc>
        <w:tc>
          <w:tcPr>
            <w:tcW w:w="2880" w:type="dxa"/>
          </w:tcPr>
          <w:p w:rsidR="00450F28" w:rsidRPr="003C37E3" w:rsidRDefault="00450F28" w:rsidP="00B56795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Unificar formato.</w:t>
            </w:r>
          </w:p>
          <w:p w:rsidR="00450F28" w:rsidRPr="003C37E3" w:rsidRDefault="00450F28" w:rsidP="00B56795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Definición del enfoque.</w:t>
            </w:r>
          </w:p>
          <w:p w:rsidR="00450F28" w:rsidRPr="003C37E3" w:rsidRDefault="00450F28" w:rsidP="00B56795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Planeación desde cada asignatura con el enfoque.</w:t>
            </w:r>
          </w:p>
        </w:tc>
        <w:tc>
          <w:tcPr>
            <w:tcW w:w="2880" w:type="dxa"/>
          </w:tcPr>
          <w:p w:rsidR="00450F28" w:rsidRPr="003C37E3" w:rsidRDefault="00450F28" w:rsidP="00B5679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Directivos.</w:t>
            </w:r>
          </w:p>
          <w:p w:rsidR="00450F28" w:rsidRPr="003C37E3" w:rsidRDefault="00450F28" w:rsidP="00B5679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Docentes.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450F28" w:rsidRPr="003C37E3" w:rsidRDefault="00450F28" w:rsidP="00B5679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Febrero de 2011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450F28" w:rsidRPr="003C37E3" w:rsidRDefault="00450F28" w:rsidP="00B5679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30 de abril</w:t>
            </w:r>
          </w:p>
        </w:tc>
      </w:tr>
      <w:tr w:rsidR="00450F28" w:rsidRPr="003C37E3">
        <w:trPr>
          <w:jc w:val="center"/>
        </w:trPr>
        <w:tc>
          <w:tcPr>
            <w:tcW w:w="2660" w:type="dxa"/>
            <w:vAlign w:val="center"/>
          </w:tcPr>
          <w:p w:rsidR="00450F28" w:rsidRPr="003C37E3" w:rsidRDefault="00450F28" w:rsidP="00DB0323">
            <w:pPr>
              <w:numPr>
                <w:ilvl w:val="0"/>
                <w:numId w:val="5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Optimizar los fondos para la dotación de recursos para cada asignatura.</w:t>
            </w:r>
          </w:p>
        </w:tc>
        <w:tc>
          <w:tcPr>
            <w:tcW w:w="2880" w:type="dxa"/>
          </w:tcPr>
          <w:p w:rsidR="00450F28" w:rsidRPr="003C37E3" w:rsidRDefault="00450F28" w:rsidP="00B56795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Dotar a cada una de las áreas con materiales dosificados y de acuerdo a sus necesidades y presupuesto.</w:t>
            </w:r>
          </w:p>
        </w:tc>
        <w:tc>
          <w:tcPr>
            <w:tcW w:w="2880" w:type="dxa"/>
          </w:tcPr>
          <w:p w:rsidR="00450F28" w:rsidRPr="003C37E3" w:rsidRDefault="00450F28" w:rsidP="00B56795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Utilizar adecuadamente los recursos disponibles en la IE.</w:t>
            </w:r>
          </w:p>
          <w:p w:rsidR="00450F28" w:rsidRDefault="00450F28" w:rsidP="00C5553A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Reparación y mantenimiento del material existente.</w:t>
            </w:r>
          </w:p>
          <w:p w:rsidR="00450F28" w:rsidRDefault="00450F28" w:rsidP="000306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Default="00450F28" w:rsidP="000306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Default="00450F28" w:rsidP="000306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Default="00450F28" w:rsidP="000306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Pr="003C37E3" w:rsidRDefault="00450F28" w:rsidP="000306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</w:tcPr>
          <w:p w:rsidR="00450F28" w:rsidRPr="003C37E3" w:rsidRDefault="00450F28" w:rsidP="00B56795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Elaboración de lista de dotación por asignatura, de material funcional y de mantenimiento.</w:t>
            </w:r>
          </w:p>
        </w:tc>
        <w:tc>
          <w:tcPr>
            <w:tcW w:w="2880" w:type="dxa"/>
          </w:tcPr>
          <w:p w:rsidR="00450F28" w:rsidRPr="003C37E3" w:rsidRDefault="00450F28" w:rsidP="00B5679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Docentes.</w:t>
            </w:r>
          </w:p>
          <w:p w:rsidR="00450F28" w:rsidRPr="003C37E3" w:rsidRDefault="00450F28" w:rsidP="00B5679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Directivos.</w:t>
            </w:r>
          </w:p>
          <w:p w:rsidR="00450F28" w:rsidRPr="003C37E3" w:rsidRDefault="00450F28" w:rsidP="00B5679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Estudiantes.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450F28" w:rsidRPr="003C37E3" w:rsidRDefault="00450F28" w:rsidP="00B5679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Febrero de 2011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450F28" w:rsidRPr="003C37E3" w:rsidRDefault="00450F28" w:rsidP="00B5679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30 de abril</w:t>
            </w:r>
          </w:p>
        </w:tc>
      </w:tr>
    </w:tbl>
    <w:p w:rsidR="00450F28" w:rsidRPr="003C37E3" w:rsidRDefault="00450F28" w:rsidP="000D67B2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E24525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17016" w:type="dxa"/>
        <w:jc w:val="center"/>
        <w:tblLook w:val="00A0"/>
      </w:tblPr>
      <w:tblGrid>
        <w:gridCol w:w="2241"/>
        <w:gridCol w:w="4180"/>
        <w:gridCol w:w="1283"/>
        <w:gridCol w:w="3780"/>
        <w:gridCol w:w="5532"/>
      </w:tblGrid>
      <w:tr w:rsidR="00450F28" w:rsidRPr="003C37E3" w:rsidTr="00AF37A8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AF37A8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AF37A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 xml:space="preserve">académica </w:t>
            </w:r>
          </w:p>
        </w:tc>
        <w:tc>
          <w:tcPr>
            <w:tcW w:w="1134" w:type="dxa"/>
            <w:vAlign w:val="bottom"/>
          </w:tcPr>
          <w:p w:rsidR="00450F28" w:rsidRPr="003C37E3" w:rsidRDefault="00450F28" w:rsidP="00AF37A8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AF37A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Prácticas pedagógicas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450F28" w:rsidRPr="003C37E3" w:rsidRDefault="00450F28" w:rsidP="00AF37A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258B">
              <w:rPr>
                <w:rFonts w:ascii="Arial" w:hAnsi="Arial" w:cs="Arial"/>
                <w:noProof/>
                <w:sz w:val="20"/>
                <w:szCs w:val="20"/>
                <w:lang w:eastAsia="es-ES"/>
              </w:rPr>
              <w:pict>
                <v:shape id="_x0000_i1071" type="#_x0000_t75" alt="logo gr.png" style="width:257.25pt;height:63.75pt;visibility:visible">
                  <v:imagedata r:id="rId7" o:title=""/>
                </v:shape>
              </w:pict>
            </w:r>
          </w:p>
        </w:tc>
      </w:tr>
      <w:tr w:rsidR="00450F28" w:rsidRPr="003C37E3" w:rsidTr="00AF37A8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AF37A8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AF37A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Opciones didácticas por áreas – uso articulado de recursos para el aprendizaje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450F28" w:rsidRPr="003C37E3" w:rsidRDefault="00450F28" w:rsidP="00AF37A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0F28" w:rsidRPr="003C37E3" w:rsidTr="00AF37A8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AF37A8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50F28" w:rsidRPr="003C37E3" w:rsidRDefault="00450F28" w:rsidP="00AF37A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450F28" w:rsidRPr="003C37E3" w:rsidRDefault="00450F28" w:rsidP="00AF37A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50F28" w:rsidRPr="003C37E3" w:rsidRDefault="00450F28" w:rsidP="00FC3DB0">
      <w:pPr>
        <w:rPr>
          <w:rFonts w:ascii="Arial" w:hAnsi="Arial" w:cs="Arial"/>
          <w:sz w:val="20"/>
          <w:szCs w:val="20"/>
        </w:rPr>
      </w:pPr>
    </w:p>
    <w:tbl>
      <w:tblPr>
        <w:tblW w:w="17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450F28" w:rsidRPr="003C37E3" w:rsidTr="00AF37A8">
        <w:trPr>
          <w:jc w:val="center"/>
        </w:trPr>
        <w:tc>
          <w:tcPr>
            <w:tcW w:w="2660" w:type="dxa"/>
            <w:vMerge w:val="restart"/>
            <w:vAlign w:val="center"/>
          </w:tcPr>
          <w:p w:rsidR="00450F28" w:rsidRPr="003C37E3" w:rsidRDefault="00450F28" w:rsidP="00AF37A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AF37A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AF37A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AF37A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AF37A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450F28" w:rsidRPr="003C37E3" w:rsidRDefault="00450F28" w:rsidP="00AF37A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TIEMPO DE EJECUCIÓN</w:t>
            </w:r>
          </w:p>
        </w:tc>
      </w:tr>
      <w:tr w:rsidR="00450F28" w:rsidRPr="003C37E3" w:rsidTr="00AF37A8">
        <w:trPr>
          <w:jc w:val="center"/>
        </w:trPr>
        <w:tc>
          <w:tcPr>
            <w:tcW w:w="2660" w:type="dxa"/>
            <w:vMerge/>
            <w:vAlign w:val="center"/>
          </w:tcPr>
          <w:p w:rsidR="00450F28" w:rsidRPr="003C37E3" w:rsidRDefault="00450F28" w:rsidP="00AF37A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AF37A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AF37A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AF37A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AF37A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450F28" w:rsidRPr="003C37E3" w:rsidRDefault="00450F28" w:rsidP="00AF37A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450F28" w:rsidRPr="003C37E3" w:rsidRDefault="00450F28" w:rsidP="00AF37A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TERMINA</w:t>
            </w:r>
          </w:p>
        </w:tc>
      </w:tr>
      <w:tr w:rsidR="00450F28" w:rsidRPr="003C37E3" w:rsidTr="00AF37A8">
        <w:trPr>
          <w:jc w:val="center"/>
        </w:trPr>
        <w:tc>
          <w:tcPr>
            <w:tcW w:w="2660" w:type="dxa"/>
            <w:vAlign w:val="center"/>
          </w:tcPr>
          <w:p w:rsidR="00450F28" w:rsidRDefault="00450F28" w:rsidP="00052DB8">
            <w:pPr>
              <w:numPr>
                <w:ilvl w:val="0"/>
                <w:numId w:val="5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Evaluar periódicamente la coherencia y articulación de las funciones didácticas de acuerdo al enfoque metodológico.</w:t>
            </w:r>
          </w:p>
          <w:p w:rsidR="00450F28" w:rsidRDefault="00450F28" w:rsidP="000306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Pr="003C37E3" w:rsidRDefault="00450F28" w:rsidP="000306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</w:tcPr>
          <w:p w:rsidR="00450F28" w:rsidRPr="003C37E3" w:rsidRDefault="00450F28" w:rsidP="00AF37A8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Definir el enfoque pedagógico, para poder realizar la articulación.</w:t>
            </w:r>
          </w:p>
        </w:tc>
        <w:tc>
          <w:tcPr>
            <w:tcW w:w="2880" w:type="dxa"/>
          </w:tcPr>
          <w:p w:rsidR="00450F28" w:rsidRPr="003C37E3" w:rsidRDefault="00450F28" w:rsidP="00AF37A8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Incrementar acciones y desarrollar los ajustes pertinentes para corregir las debilidades</w:t>
            </w:r>
          </w:p>
        </w:tc>
        <w:tc>
          <w:tcPr>
            <w:tcW w:w="2880" w:type="dxa"/>
          </w:tcPr>
          <w:p w:rsidR="00450F28" w:rsidRPr="003C37E3" w:rsidRDefault="00450F28" w:rsidP="00AF37A8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Divulgar periódicamente las acciones didácticas.</w:t>
            </w:r>
          </w:p>
          <w:p w:rsidR="00450F28" w:rsidRPr="003C37E3" w:rsidRDefault="00450F28" w:rsidP="00AF37A8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Elaborar un cronograma de actividades.</w:t>
            </w:r>
          </w:p>
        </w:tc>
        <w:tc>
          <w:tcPr>
            <w:tcW w:w="2880" w:type="dxa"/>
          </w:tcPr>
          <w:p w:rsidR="00450F28" w:rsidRPr="003C37E3" w:rsidRDefault="00450F28" w:rsidP="00AF37A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Docentes.</w:t>
            </w:r>
          </w:p>
          <w:p w:rsidR="00450F28" w:rsidRPr="003C37E3" w:rsidRDefault="00450F28" w:rsidP="00AF37A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Directivos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450F28" w:rsidRPr="003C37E3" w:rsidRDefault="00450F28" w:rsidP="00AF37A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febrero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450F28" w:rsidRPr="003C37E3" w:rsidRDefault="00450F28" w:rsidP="00AF37A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30 de abril</w:t>
            </w:r>
          </w:p>
        </w:tc>
      </w:tr>
      <w:tr w:rsidR="00450F28" w:rsidRPr="003C37E3" w:rsidTr="00AF37A8">
        <w:trPr>
          <w:jc w:val="center"/>
        </w:trPr>
        <w:tc>
          <w:tcPr>
            <w:tcW w:w="2660" w:type="dxa"/>
            <w:vAlign w:val="center"/>
          </w:tcPr>
          <w:p w:rsidR="00450F28" w:rsidRDefault="00450F28" w:rsidP="00AF37A8">
            <w:pPr>
              <w:numPr>
                <w:ilvl w:val="0"/>
                <w:numId w:val="5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Definir propuesta pedagógica, revisar y evaluar los recursos de acuerdo a la propuesta pedagógica.</w:t>
            </w:r>
          </w:p>
          <w:p w:rsidR="00450F28" w:rsidRDefault="00450F28" w:rsidP="000306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Default="00450F28" w:rsidP="000306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Pr="003C37E3" w:rsidRDefault="00450F28" w:rsidP="000306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</w:tcPr>
          <w:p w:rsidR="00450F28" w:rsidRPr="003C37E3" w:rsidRDefault="00450F28" w:rsidP="00AF37A8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Definir el enfoque pedagógico de la IE.</w:t>
            </w:r>
          </w:p>
          <w:p w:rsidR="00450F28" w:rsidRPr="003C37E3" w:rsidRDefault="00450F28" w:rsidP="00AF37A8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Implementar la propuesta pedagógica al plan de estudios.</w:t>
            </w:r>
          </w:p>
        </w:tc>
        <w:tc>
          <w:tcPr>
            <w:tcW w:w="2880" w:type="dxa"/>
          </w:tcPr>
          <w:p w:rsidR="00450F28" w:rsidRPr="003C37E3" w:rsidRDefault="00450F28" w:rsidP="00AF37A8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Articular los procesos pedagógicos y evaluación al PEI</w:t>
            </w:r>
          </w:p>
        </w:tc>
        <w:tc>
          <w:tcPr>
            <w:tcW w:w="2880" w:type="dxa"/>
          </w:tcPr>
          <w:p w:rsidR="00450F28" w:rsidRPr="003C37E3" w:rsidRDefault="00450F28" w:rsidP="00AF37A8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Elaborar formato de evaluación de los recursos.</w:t>
            </w:r>
          </w:p>
          <w:p w:rsidR="00450F28" w:rsidRPr="003C37E3" w:rsidRDefault="00450F28" w:rsidP="00AF37A8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Utilizar los recursos adecuadamente</w:t>
            </w:r>
          </w:p>
        </w:tc>
        <w:tc>
          <w:tcPr>
            <w:tcW w:w="2880" w:type="dxa"/>
          </w:tcPr>
          <w:p w:rsidR="00450F28" w:rsidRPr="003C37E3" w:rsidRDefault="00450F28" w:rsidP="0099199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Docentes.</w:t>
            </w:r>
          </w:p>
          <w:p w:rsidR="00450F28" w:rsidRPr="003C37E3" w:rsidRDefault="00450F28" w:rsidP="0099199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Directivos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450F28" w:rsidRPr="003C37E3" w:rsidRDefault="00450F28" w:rsidP="00AF37A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febrero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450F28" w:rsidRPr="003C37E3" w:rsidRDefault="00450F28" w:rsidP="00AF37A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30 de abril</w:t>
            </w:r>
          </w:p>
        </w:tc>
      </w:tr>
    </w:tbl>
    <w:p w:rsidR="00450F28" w:rsidRPr="003C37E3" w:rsidRDefault="00450F28" w:rsidP="00FC3DB0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FC3DB0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FC3DB0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FC3DB0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FC3DB0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FC3DB0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FC3DB0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FC3DB0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FC3DB0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FC3DB0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FC3DB0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FC3DB0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FC3DB0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FC3DB0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17016" w:type="dxa"/>
        <w:jc w:val="center"/>
        <w:tblLook w:val="00A0"/>
      </w:tblPr>
      <w:tblGrid>
        <w:gridCol w:w="2242"/>
        <w:gridCol w:w="4185"/>
        <w:gridCol w:w="1283"/>
        <w:gridCol w:w="3774"/>
        <w:gridCol w:w="5532"/>
      </w:tblGrid>
      <w:tr w:rsidR="00450F28" w:rsidRPr="003C37E3" w:rsidTr="00AF37A8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AF37A8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AF37A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 xml:space="preserve">académica </w:t>
            </w:r>
          </w:p>
        </w:tc>
        <w:tc>
          <w:tcPr>
            <w:tcW w:w="1134" w:type="dxa"/>
            <w:vAlign w:val="bottom"/>
          </w:tcPr>
          <w:p w:rsidR="00450F28" w:rsidRPr="003C37E3" w:rsidRDefault="00450F28" w:rsidP="00AF37A8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AF37A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Gestión de aula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450F28" w:rsidRPr="003C37E3" w:rsidRDefault="00450F28" w:rsidP="00AF37A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258B">
              <w:rPr>
                <w:rFonts w:ascii="Arial" w:hAnsi="Arial" w:cs="Arial"/>
                <w:noProof/>
                <w:sz w:val="20"/>
                <w:szCs w:val="20"/>
                <w:lang w:eastAsia="es-ES"/>
              </w:rPr>
              <w:pict>
                <v:shape id="_x0000_i1072" type="#_x0000_t75" alt="logo gr.png" style="width:257.25pt;height:63.75pt;visibility:visible">
                  <v:imagedata r:id="rId7" o:title=""/>
                </v:shape>
              </w:pict>
            </w:r>
          </w:p>
        </w:tc>
      </w:tr>
      <w:tr w:rsidR="00450F28" w:rsidRPr="003C37E3" w:rsidTr="00AF37A8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AF37A8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AF37A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Planeación de clases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450F28" w:rsidRPr="003C37E3" w:rsidRDefault="00450F28" w:rsidP="00AF37A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0F28" w:rsidRPr="003C37E3" w:rsidTr="00AF37A8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AF37A8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50F28" w:rsidRPr="003C37E3" w:rsidRDefault="00450F28" w:rsidP="00AF37A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450F28" w:rsidRPr="003C37E3" w:rsidRDefault="00450F28" w:rsidP="00AF37A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50F28" w:rsidRPr="003C37E3" w:rsidRDefault="00450F28" w:rsidP="00FC3DB0">
      <w:pPr>
        <w:rPr>
          <w:rFonts w:ascii="Arial" w:hAnsi="Arial" w:cs="Arial"/>
          <w:sz w:val="20"/>
          <w:szCs w:val="20"/>
        </w:rPr>
      </w:pPr>
    </w:p>
    <w:tbl>
      <w:tblPr>
        <w:tblW w:w="17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450F28" w:rsidRPr="003C37E3" w:rsidTr="00AF37A8">
        <w:trPr>
          <w:jc w:val="center"/>
        </w:trPr>
        <w:tc>
          <w:tcPr>
            <w:tcW w:w="2660" w:type="dxa"/>
            <w:vMerge w:val="restart"/>
            <w:vAlign w:val="center"/>
          </w:tcPr>
          <w:p w:rsidR="00450F28" w:rsidRPr="003C37E3" w:rsidRDefault="00450F28" w:rsidP="00AF37A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AF37A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AF37A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AF37A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AF37A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450F28" w:rsidRPr="003C37E3" w:rsidRDefault="00450F28" w:rsidP="00AF37A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TIEMPO DE EJECUCIÓN</w:t>
            </w:r>
          </w:p>
        </w:tc>
      </w:tr>
      <w:tr w:rsidR="00450F28" w:rsidRPr="003C37E3" w:rsidTr="00AF37A8">
        <w:trPr>
          <w:jc w:val="center"/>
        </w:trPr>
        <w:tc>
          <w:tcPr>
            <w:tcW w:w="2660" w:type="dxa"/>
            <w:vMerge/>
            <w:vAlign w:val="center"/>
          </w:tcPr>
          <w:p w:rsidR="00450F28" w:rsidRPr="003C37E3" w:rsidRDefault="00450F28" w:rsidP="00AF37A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AF37A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AF37A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AF37A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AF37A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450F28" w:rsidRPr="003C37E3" w:rsidRDefault="00450F28" w:rsidP="00AF37A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450F28" w:rsidRPr="003C37E3" w:rsidRDefault="00450F28" w:rsidP="00AF37A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TERMINA</w:t>
            </w:r>
          </w:p>
        </w:tc>
      </w:tr>
      <w:tr w:rsidR="00450F28" w:rsidRPr="003C37E3" w:rsidTr="00AF37A8">
        <w:trPr>
          <w:jc w:val="center"/>
        </w:trPr>
        <w:tc>
          <w:tcPr>
            <w:tcW w:w="2660" w:type="dxa"/>
            <w:vAlign w:val="center"/>
          </w:tcPr>
          <w:p w:rsidR="00450F28" w:rsidRDefault="00450F28" w:rsidP="00AF37A8">
            <w:pPr>
              <w:numPr>
                <w:ilvl w:val="0"/>
                <w:numId w:val="5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Revisar y evaluar periódicamente la planeación de acuerdo a los resultados e implementar acci9nes de mejoramiento.</w:t>
            </w:r>
          </w:p>
          <w:p w:rsidR="00450F28" w:rsidRDefault="00450F28" w:rsidP="000306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Default="00450F28" w:rsidP="000306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Default="00450F28" w:rsidP="000306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Default="00450F28" w:rsidP="000306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50F28" w:rsidRPr="003C37E3" w:rsidRDefault="00450F28" w:rsidP="000306E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</w:tcPr>
          <w:p w:rsidR="00450F28" w:rsidRPr="003C37E3" w:rsidRDefault="00450F28" w:rsidP="00AF37A8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Revisar la planeación cada 2 meses y hacer los ajustes necesarios</w:t>
            </w:r>
          </w:p>
        </w:tc>
        <w:tc>
          <w:tcPr>
            <w:tcW w:w="2880" w:type="dxa"/>
          </w:tcPr>
          <w:p w:rsidR="00450F28" w:rsidRPr="003C37E3" w:rsidRDefault="00450F28" w:rsidP="00AF37A8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Planeación acorde al área y a la metodología de la IE.</w:t>
            </w:r>
          </w:p>
        </w:tc>
        <w:tc>
          <w:tcPr>
            <w:tcW w:w="2880" w:type="dxa"/>
          </w:tcPr>
          <w:p w:rsidR="00450F28" w:rsidRPr="003C37E3" w:rsidRDefault="00450F28" w:rsidP="00AF37A8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Elaboración de formato único de planeación.</w:t>
            </w:r>
          </w:p>
        </w:tc>
        <w:tc>
          <w:tcPr>
            <w:tcW w:w="2880" w:type="dxa"/>
          </w:tcPr>
          <w:p w:rsidR="00450F28" w:rsidRPr="003C37E3" w:rsidRDefault="00450F28" w:rsidP="00AF37A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Docentes.</w:t>
            </w:r>
          </w:p>
          <w:p w:rsidR="00450F28" w:rsidRPr="003C37E3" w:rsidRDefault="00450F28" w:rsidP="00AF37A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Directivos.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450F28" w:rsidRPr="003C37E3" w:rsidRDefault="00450F28" w:rsidP="00AF37A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febreo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450F28" w:rsidRPr="003C37E3" w:rsidRDefault="00450F28" w:rsidP="00AF37A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Transcurso del añó.</w:t>
            </w:r>
          </w:p>
        </w:tc>
      </w:tr>
    </w:tbl>
    <w:p w:rsidR="00450F28" w:rsidRPr="003C37E3" w:rsidRDefault="00450F28" w:rsidP="00FC3DB0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FC3DB0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FC3DB0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FC3DB0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FC3DB0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FC3DB0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FC3DB0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FC3DB0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FC3DB0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FC3DB0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FC3DB0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FC3DB0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FC3DB0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FC3DB0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FC3DB0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FC3DB0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FC3DB0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FC3DB0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FC3DB0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17016" w:type="dxa"/>
        <w:jc w:val="center"/>
        <w:tblLook w:val="00A0"/>
      </w:tblPr>
      <w:tblGrid>
        <w:gridCol w:w="2241"/>
        <w:gridCol w:w="4180"/>
        <w:gridCol w:w="1283"/>
        <w:gridCol w:w="3780"/>
        <w:gridCol w:w="5532"/>
      </w:tblGrid>
      <w:tr w:rsidR="00450F28" w:rsidRPr="003C37E3" w:rsidTr="00AF37A8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AF37A8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AF37A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 xml:space="preserve">académica </w:t>
            </w:r>
          </w:p>
        </w:tc>
        <w:tc>
          <w:tcPr>
            <w:tcW w:w="1134" w:type="dxa"/>
            <w:vAlign w:val="bottom"/>
          </w:tcPr>
          <w:p w:rsidR="00450F28" w:rsidRPr="003C37E3" w:rsidRDefault="00450F28" w:rsidP="00AF37A8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AF37A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Seguimiento académico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450F28" w:rsidRPr="003C37E3" w:rsidRDefault="00450F28" w:rsidP="00AF37A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258B">
              <w:rPr>
                <w:rFonts w:ascii="Arial" w:hAnsi="Arial" w:cs="Arial"/>
                <w:noProof/>
                <w:sz w:val="20"/>
                <w:szCs w:val="20"/>
                <w:lang w:eastAsia="es-ES"/>
              </w:rPr>
              <w:pict>
                <v:shape id="_x0000_i1073" type="#_x0000_t75" alt="logo gr.png" style="width:257.25pt;height:63.75pt;visibility:visible">
                  <v:imagedata r:id="rId7" o:title=""/>
                </v:shape>
              </w:pict>
            </w:r>
          </w:p>
        </w:tc>
      </w:tr>
      <w:tr w:rsidR="00450F28" w:rsidRPr="003C37E3" w:rsidTr="00AF37A8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AF37A8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450F28" w:rsidRPr="003C37E3" w:rsidRDefault="00450F28" w:rsidP="003B61C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Uso pedagógico de las evaluaciones externas – apoyo pedagógico con necesidades especiales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450F28" w:rsidRPr="003C37E3" w:rsidRDefault="00450F28" w:rsidP="00AF37A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0F28" w:rsidRPr="003C37E3" w:rsidTr="00AF37A8">
        <w:trPr>
          <w:trHeight w:val="449"/>
          <w:jc w:val="center"/>
        </w:trPr>
        <w:tc>
          <w:tcPr>
            <w:tcW w:w="2254" w:type="dxa"/>
            <w:vAlign w:val="bottom"/>
          </w:tcPr>
          <w:p w:rsidR="00450F28" w:rsidRPr="003C37E3" w:rsidRDefault="00450F28" w:rsidP="00AF37A8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50F28" w:rsidRPr="003C37E3" w:rsidRDefault="00450F28" w:rsidP="00AF37A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450F28" w:rsidRPr="003C37E3" w:rsidRDefault="00450F28" w:rsidP="00AF37A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50F28" w:rsidRPr="003C37E3" w:rsidRDefault="00450F28" w:rsidP="00FC3DB0">
      <w:pPr>
        <w:rPr>
          <w:rFonts w:ascii="Arial" w:hAnsi="Arial" w:cs="Arial"/>
          <w:sz w:val="20"/>
          <w:szCs w:val="20"/>
        </w:rPr>
      </w:pPr>
    </w:p>
    <w:tbl>
      <w:tblPr>
        <w:tblW w:w="17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450F28" w:rsidRPr="003C37E3" w:rsidTr="00AF37A8">
        <w:trPr>
          <w:jc w:val="center"/>
        </w:trPr>
        <w:tc>
          <w:tcPr>
            <w:tcW w:w="2660" w:type="dxa"/>
            <w:vMerge w:val="restart"/>
            <w:vAlign w:val="center"/>
          </w:tcPr>
          <w:p w:rsidR="00450F28" w:rsidRPr="003C37E3" w:rsidRDefault="00450F28" w:rsidP="00AF37A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AF37A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AF37A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AF37A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450F28" w:rsidRPr="003C37E3" w:rsidRDefault="00450F28" w:rsidP="00AF37A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450F28" w:rsidRPr="003C37E3" w:rsidRDefault="00450F28" w:rsidP="00AF37A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TIEMPO DE EJECUCIÓN</w:t>
            </w:r>
          </w:p>
        </w:tc>
      </w:tr>
      <w:tr w:rsidR="00450F28" w:rsidRPr="003C37E3" w:rsidTr="00AF37A8">
        <w:trPr>
          <w:jc w:val="center"/>
        </w:trPr>
        <w:tc>
          <w:tcPr>
            <w:tcW w:w="2660" w:type="dxa"/>
            <w:vMerge/>
            <w:vAlign w:val="center"/>
          </w:tcPr>
          <w:p w:rsidR="00450F28" w:rsidRPr="003C37E3" w:rsidRDefault="00450F28" w:rsidP="00AF37A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AF37A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AF37A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AF37A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450F28" w:rsidRPr="003C37E3" w:rsidRDefault="00450F28" w:rsidP="00AF37A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450F28" w:rsidRPr="003C37E3" w:rsidRDefault="00450F28" w:rsidP="00AF37A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450F28" w:rsidRPr="003C37E3" w:rsidRDefault="00450F28" w:rsidP="00AF37A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TERMINA</w:t>
            </w:r>
          </w:p>
        </w:tc>
      </w:tr>
      <w:tr w:rsidR="00450F28" w:rsidRPr="003C37E3" w:rsidTr="00AF37A8">
        <w:trPr>
          <w:jc w:val="center"/>
        </w:trPr>
        <w:tc>
          <w:tcPr>
            <w:tcW w:w="2660" w:type="dxa"/>
            <w:vAlign w:val="center"/>
          </w:tcPr>
          <w:p w:rsidR="00450F28" w:rsidRPr="003C37E3" w:rsidRDefault="00450F28" w:rsidP="00AF37A8">
            <w:pPr>
              <w:numPr>
                <w:ilvl w:val="0"/>
                <w:numId w:val="5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Hacer seguimiento a los resultados de las evaluaciones externas y elaborar plan de mejoramiento.</w:t>
            </w:r>
          </w:p>
        </w:tc>
        <w:tc>
          <w:tcPr>
            <w:tcW w:w="2880" w:type="dxa"/>
          </w:tcPr>
          <w:p w:rsidR="00450F28" w:rsidRPr="003C37E3" w:rsidRDefault="00450F28" w:rsidP="00AF37A8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Divulgar resultados a la comunidad educativa para buscar estrategias de mejoramiento.</w:t>
            </w:r>
          </w:p>
        </w:tc>
        <w:tc>
          <w:tcPr>
            <w:tcW w:w="2880" w:type="dxa"/>
          </w:tcPr>
          <w:p w:rsidR="00450F28" w:rsidRPr="003C37E3" w:rsidRDefault="00450F28" w:rsidP="00AF37A8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Aplicar las estrategias de mejoramiento para las pruebas externas.</w:t>
            </w:r>
          </w:p>
        </w:tc>
        <w:tc>
          <w:tcPr>
            <w:tcW w:w="2880" w:type="dxa"/>
          </w:tcPr>
          <w:p w:rsidR="00450F28" w:rsidRPr="003C37E3" w:rsidRDefault="00450F28" w:rsidP="00AF37A8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Revisión sistemática de las asignaturas, confrontando con el contenido de las evaluaciones externas.</w:t>
            </w:r>
          </w:p>
          <w:p w:rsidR="00450F28" w:rsidRPr="003C37E3" w:rsidRDefault="00450F28" w:rsidP="00AF37A8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 xml:space="preserve"> Realizar evaluaciones tipo icfes desde el nivel de preescolar.</w:t>
            </w:r>
          </w:p>
        </w:tc>
        <w:tc>
          <w:tcPr>
            <w:tcW w:w="2880" w:type="dxa"/>
          </w:tcPr>
          <w:p w:rsidR="00450F28" w:rsidRPr="003C37E3" w:rsidRDefault="00450F28" w:rsidP="00AF37A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Docentes.</w:t>
            </w:r>
          </w:p>
          <w:p w:rsidR="00450F28" w:rsidRPr="003C37E3" w:rsidRDefault="00450F28" w:rsidP="00AF37A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Directivos.</w:t>
            </w:r>
          </w:p>
          <w:p w:rsidR="00450F28" w:rsidRPr="003C37E3" w:rsidRDefault="00450F28" w:rsidP="00AF37A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Estudiantes.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450F28" w:rsidRPr="003C37E3" w:rsidRDefault="00450F28" w:rsidP="00AF37A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febrero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450F28" w:rsidRPr="003C37E3" w:rsidRDefault="00450F28" w:rsidP="00AF37A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Transcurso del año</w:t>
            </w:r>
          </w:p>
        </w:tc>
      </w:tr>
      <w:tr w:rsidR="00450F28" w:rsidRPr="003C37E3" w:rsidTr="00AF37A8">
        <w:trPr>
          <w:jc w:val="center"/>
        </w:trPr>
        <w:tc>
          <w:tcPr>
            <w:tcW w:w="2660" w:type="dxa"/>
            <w:vAlign w:val="center"/>
          </w:tcPr>
          <w:p w:rsidR="00450F28" w:rsidRPr="003C37E3" w:rsidRDefault="00450F28" w:rsidP="00AF37A8">
            <w:pPr>
              <w:numPr>
                <w:ilvl w:val="0"/>
                <w:numId w:val="5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Revisar y evaluar periódicamente los resultados de los programas de apoyo pedagógico.</w:t>
            </w:r>
          </w:p>
        </w:tc>
        <w:tc>
          <w:tcPr>
            <w:tcW w:w="2880" w:type="dxa"/>
          </w:tcPr>
          <w:p w:rsidR="00450F28" w:rsidRPr="003C37E3" w:rsidRDefault="00450F28" w:rsidP="00AF37A8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Realizar adecuaciones curriculares para los estudiantes, dependiendo de las necesidades.</w:t>
            </w:r>
          </w:p>
          <w:p w:rsidR="00450F28" w:rsidRPr="003C37E3" w:rsidRDefault="00450F28" w:rsidP="00AF37A8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Diligenciar la ficha de remisión para realizar un debido diagnóstico.</w:t>
            </w:r>
          </w:p>
        </w:tc>
        <w:tc>
          <w:tcPr>
            <w:tcW w:w="2880" w:type="dxa"/>
          </w:tcPr>
          <w:p w:rsidR="00450F28" w:rsidRPr="003C37E3" w:rsidRDefault="00450F28" w:rsidP="00AF37A8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Presentación del informe sobre discapacidades y estudiantes con barreras de la IE.</w:t>
            </w:r>
          </w:p>
        </w:tc>
        <w:tc>
          <w:tcPr>
            <w:tcW w:w="2880" w:type="dxa"/>
          </w:tcPr>
          <w:p w:rsidR="00450F28" w:rsidRPr="003C37E3" w:rsidRDefault="00450F28" w:rsidP="00AF37A8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Presentar un informe sobre las barreras de cada uno de los estudiantes con su estudio de caso y posibles actividades funcionales para ellos.</w:t>
            </w:r>
          </w:p>
        </w:tc>
        <w:tc>
          <w:tcPr>
            <w:tcW w:w="2880" w:type="dxa"/>
          </w:tcPr>
          <w:p w:rsidR="00450F28" w:rsidRPr="003C37E3" w:rsidRDefault="00450F28" w:rsidP="00AF37A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Docentes – aula de apoyo.</w:t>
            </w:r>
          </w:p>
          <w:p w:rsidR="00450F28" w:rsidRPr="003C37E3" w:rsidRDefault="00450F28" w:rsidP="00AF37A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Familias de estudiantes con necesidades especiales.</w:t>
            </w:r>
          </w:p>
          <w:p w:rsidR="00450F28" w:rsidRPr="003C37E3" w:rsidRDefault="00450F28" w:rsidP="00AF37A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Sicóloga.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450F28" w:rsidRPr="003C37E3" w:rsidRDefault="00450F28" w:rsidP="00AF37A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febrero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450F28" w:rsidRPr="003C37E3" w:rsidRDefault="00450F28" w:rsidP="00AF37A8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C37E3">
              <w:rPr>
                <w:rFonts w:ascii="Arial" w:hAnsi="Arial" w:cs="Arial"/>
                <w:sz w:val="20"/>
                <w:szCs w:val="20"/>
                <w:lang w:val="es-MX"/>
              </w:rPr>
              <w:t>30 de abril.</w:t>
            </w:r>
          </w:p>
        </w:tc>
      </w:tr>
    </w:tbl>
    <w:p w:rsidR="00450F28" w:rsidRPr="003C37E3" w:rsidRDefault="00450F28" w:rsidP="00FC3DB0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FC3DB0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FC3DB0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FC3DB0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FC3DB0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FC3DB0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FC3DB0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FC3DB0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FC3DB0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FC3DB0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FC3DB0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FC3DB0">
      <w:pPr>
        <w:spacing w:after="0"/>
        <w:rPr>
          <w:rFonts w:ascii="Arial" w:hAnsi="Arial" w:cs="Arial"/>
          <w:sz w:val="20"/>
          <w:szCs w:val="20"/>
        </w:rPr>
      </w:pPr>
    </w:p>
    <w:p w:rsidR="00450F28" w:rsidRDefault="00450F28" w:rsidP="00FC3DB0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FC3DB0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FC3DB0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2065AF">
      <w:pPr>
        <w:spacing w:after="0"/>
        <w:rPr>
          <w:rFonts w:ascii="Arial" w:hAnsi="Arial" w:cs="Arial"/>
          <w:b/>
          <w:sz w:val="20"/>
          <w:szCs w:val="20"/>
        </w:rPr>
      </w:pPr>
      <w:r w:rsidRPr="003C37E3">
        <w:rPr>
          <w:rFonts w:ascii="Arial" w:hAnsi="Arial" w:cs="Arial"/>
          <w:b/>
          <w:sz w:val="20"/>
          <w:szCs w:val="20"/>
        </w:rPr>
        <w:t>AREA DE GESTIÓN: Académica</w:t>
      </w:r>
    </w:p>
    <w:p w:rsidR="00450F28" w:rsidRPr="003C37E3" w:rsidRDefault="00450F28" w:rsidP="002065AF">
      <w:pPr>
        <w:spacing w:after="0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675"/>
        <w:gridCol w:w="8715"/>
      </w:tblGrid>
      <w:tr w:rsidR="00450F28" w:rsidRPr="003C37E3" w:rsidTr="003A5E25">
        <w:tc>
          <w:tcPr>
            <w:tcW w:w="9508" w:type="dxa"/>
            <w:vAlign w:val="center"/>
          </w:tcPr>
          <w:p w:rsidR="00450F28" w:rsidRPr="003C37E3" w:rsidRDefault="00450F28" w:rsidP="003A5E2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50F28" w:rsidRPr="003C37E3" w:rsidRDefault="00450F28" w:rsidP="003A5E2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sz w:val="20"/>
                <w:szCs w:val="20"/>
              </w:rPr>
              <w:t>FORTALEZAS</w:t>
            </w:r>
          </w:p>
          <w:p w:rsidR="00450F28" w:rsidRPr="003C37E3" w:rsidRDefault="00450F28" w:rsidP="003A5E2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508" w:type="dxa"/>
            <w:vAlign w:val="center"/>
          </w:tcPr>
          <w:p w:rsidR="00450F28" w:rsidRPr="003C37E3" w:rsidRDefault="00450F28" w:rsidP="003A5E25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C37E3">
              <w:rPr>
                <w:rFonts w:ascii="Arial" w:hAnsi="Arial" w:cs="Arial"/>
                <w:b/>
                <w:sz w:val="20"/>
                <w:szCs w:val="20"/>
              </w:rPr>
              <w:t>OPORTUNIDADES DE MEJORAMIENTO</w:t>
            </w:r>
          </w:p>
        </w:tc>
      </w:tr>
      <w:tr w:rsidR="00450F28" w:rsidRPr="003C37E3" w:rsidTr="003A5E25">
        <w:tc>
          <w:tcPr>
            <w:tcW w:w="9508" w:type="dxa"/>
          </w:tcPr>
          <w:p w:rsidR="00450F28" w:rsidRPr="003C37E3" w:rsidRDefault="00450F28" w:rsidP="003A5E25">
            <w:pPr>
              <w:pStyle w:val="ListParagraph"/>
              <w:numPr>
                <w:ilvl w:val="0"/>
                <w:numId w:val="72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Se cuenta con mecanismos para realizar seguimiento de horas recibidas por los estudiantes.</w:t>
            </w:r>
          </w:p>
          <w:p w:rsidR="00450F28" w:rsidRPr="003C37E3" w:rsidRDefault="00450F28" w:rsidP="003A5E25">
            <w:pPr>
              <w:pStyle w:val="ListParagraph"/>
              <w:numPr>
                <w:ilvl w:val="0"/>
                <w:numId w:val="72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Se realiza seguimiento y evaluación continua basados en artículos de ley y competencias.</w:t>
            </w:r>
          </w:p>
          <w:p w:rsidR="00450F28" w:rsidRPr="003C37E3" w:rsidRDefault="00450F28" w:rsidP="003A5E25">
            <w:pPr>
              <w:pStyle w:val="ListParagraph"/>
              <w:numPr>
                <w:ilvl w:val="0"/>
                <w:numId w:val="72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Se realizó evaluación constante desde el consejo académico sobre procesos académicos de estudiantes, dando estrategias de amejoramiento.</w:t>
            </w:r>
          </w:p>
          <w:p w:rsidR="00450F28" w:rsidRPr="003C37E3" w:rsidRDefault="00450F28" w:rsidP="003A5E25">
            <w:pPr>
              <w:pStyle w:val="ListParagraph"/>
              <w:numPr>
                <w:ilvl w:val="0"/>
                <w:numId w:val="72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La calificación de 0 a 5  ha arrojado buenos resultados en cuanto a la preocupación del estudiante por mejorar su rendimiento académico.</w:t>
            </w:r>
          </w:p>
          <w:p w:rsidR="00450F28" w:rsidRPr="003C37E3" w:rsidRDefault="00450F28" w:rsidP="003A5E25">
            <w:pPr>
              <w:pStyle w:val="ListParagraph"/>
              <w:numPr>
                <w:ilvl w:val="0"/>
                <w:numId w:val="72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La organización de trabajo por aulas ha mejorado la actitud del estudiante, al cambiar de ambiente.</w:t>
            </w:r>
          </w:p>
          <w:p w:rsidR="00450F28" w:rsidRPr="003C37E3" w:rsidRDefault="00450F28" w:rsidP="003A5E25">
            <w:pPr>
              <w:pStyle w:val="ListParagraph"/>
              <w:numPr>
                <w:ilvl w:val="0"/>
                <w:numId w:val="72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Se realiza estructuración de las notas académicas.</w:t>
            </w:r>
          </w:p>
          <w:p w:rsidR="00450F28" w:rsidRPr="003C37E3" w:rsidRDefault="00450F28" w:rsidP="003A5E25">
            <w:pPr>
              <w:pStyle w:val="ListParagraph"/>
              <w:numPr>
                <w:ilvl w:val="0"/>
                <w:numId w:val="72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Se hace seguimiento al proceso de recuperación, tanto desde los docentes como el coordinador académico.</w:t>
            </w:r>
          </w:p>
          <w:p w:rsidR="00450F28" w:rsidRPr="003C37E3" w:rsidRDefault="00450F28" w:rsidP="003A5E25">
            <w:pPr>
              <w:pStyle w:val="ListParagraph"/>
              <w:numPr>
                <w:ilvl w:val="0"/>
                <w:numId w:val="72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08" w:type="dxa"/>
          </w:tcPr>
          <w:p w:rsidR="00450F28" w:rsidRPr="003C37E3" w:rsidRDefault="00450F28" w:rsidP="003A5E25">
            <w:pPr>
              <w:pStyle w:val="ListParagraph"/>
              <w:numPr>
                <w:ilvl w:val="0"/>
                <w:numId w:val="72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Buscar una estrategia de evaluación en el impacto generado por las  tareas de los estudiantes.</w:t>
            </w:r>
          </w:p>
          <w:p w:rsidR="00450F28" w:rsidRPr="003C37E3" w:rsidRDefault="00450F28" w:rsidP="003A5E25">
            <w:pPr>
              <w:pStyle w:val="ListParagraph"/>
              <w:numPr>
                <w:ilvl w:val="0"/>
                <w:numId w:val="72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Mejorar en la formulación de las evaluaciones de período para darle un enfoque tipo icfes.</w:t>
            </w:r>
          </w:p>
          <w:p w:rsidR="00450F28" w:rsidRPr="003C37E3" w:rsidRDefault="00450F28" w:rsidP="003A5E25">
            <w:pPr>
              <w:pStyle w:val="ListParagraph"/>
              <w:numPr>
                <w:ilvl w:val="0"/>
                <w:numId w:val="72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Unificar un formato de planeación.</w:t>
            </w:r>
          </w:p>
          <w:p w:rsidR="00450F28" w:rsidRPr="003C37E3" w:rsidRDefault="00450F28" w:rsidP="003A5E25">
            <w:pPr>
              <w:pStyle w:val="ListParagraph"/>
              <w:numPr>
                <w:ilvl w:val="0"/>
                <w:numId w:val="72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C37E3">
              <w:rPr>
                <w:rFonts w:ascii="Arial" w:hAnsi="Arial" w:cs="Arial"/>
                <w:sz w:val="20"/>
                <w:szCs w:val="20"/>
              </w:rPr>
              <w:t>Planear por proyectos, llevando al estudiante a ser partícipe, generando estrategias de investigación comunicación.</w:t>
            </w:r>
          </w:p>
        </w:tc>
      </w:tr>
    </w:tbl>
    <w:p w:rsidR="00450F28" w:rsidRPr="003C37E3" w:rsidRDefault="00450F28" w:rsidP="002065AF">
      <w:pPr>
        <w:spacing w:after="0"/>
        <w:rPr>
          <w:rFonts w:ascii="Arial" w:hAnsi="Arial" w:cs="Arial"/>
          <w:b/>
          <w:sz w:val="20"/>
          <w:szCs w:val="20"/>
        </w:rPr>
      </w:pPr>
    </w:p>
    <w:p w:rsidR="00450F28" w:rsidRPr="003C37E3" w:rsidRDefault="00450F28" w:rsidP="00FC3DB0">
      <w:pPr>
        <w:spacing w:after="0"/>
        <w:rPr>
          <w:rFonts w:ascii="Arial" w:hAnsi="Arial" w:cs="Arial"/>
          <w:sz w:val="20"/>
          <w:szCs w:val="20"/>
        </w:rPr>
      </w:pPr>
    </w:p>
    <w:p w:rsidR="00450F28" w:rsidRPr="003C37E3" w:rsidRDefault="00450F28" w:rsidP="00FC3DB0">
      <w:pPr>
        <w:spacing w:after="0"/>
        <w:rPr>
          <w:rFonts w:ascii="Arial" w:hAnsi="Arial" w:cs="Arial"/>
          <w:sz w:val="20"/>
          <w:szCs w:val="20"/>
        </w:rPr>
      </w:pPr>
    </w:p>
    <w:sectPr w:rsidR="00450F28" w:rsidRPr="003C37E3" w:rsidSect="00872C9F">
      <w:footerReference w:type="default" r:id="rId8"/>
      <w:pgSz w:w="19442" w:h="12242" w:orient="landscape" w:code="190"/>
      <w:pgMar w:top="1134" w:right="567" w:bottom="1191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0F28" w:rsidRDefault="00450F28">
      <w:r>
        <w:separator/>
      </w:r>
    </w:p>
  </w:endnote>
  <w:endnote w:type="continuationSeparator" w:id="0">
    <w:p w:rsidR="00450F28" w:rsidRDefault="00450F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F28" w:rsidRDefault="00450F28" w:rsidP="00FE2EFE">
    <w:pPr>
      <w:pStyle w:val="Footer"/>
      <w:framePr w:wrap="auto" w:vAnchor="text" w:hAnchor="margin" w:xAlign="right" w:y="1"/>
      <w:rPr>
        <w:rStyle w:val="PageNumber"/>
        <w:rFonts w:cs="Calibri"/>
      </w:rPr>
    </w:pPr>
  </w:p>
  <w:p w:rsidR="00450F28" w:rsidRDefault="00450F28" w:rsidP="008153AD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0F28" w:rsidRDefault="00450F28">
      <w:r>
        <w:separator/>
      </w:r>
    </w:p>
  </w:footnote>
  <w:footnote w:type="continuationSeparator" w:id="0">
    <w:p w:rsidR="00450F28" w:rsidRDefault="00450F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42287"/>
    <w:multiLevelType w:val="hybridMultilevel"/>
    <w:tmpl w:val="9F3EBB0C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7467CE"/>
    <w:multiLevelType w:val="hybridMultilevel"/>
    <w:tmpl w:val="8160AEDE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3452585"/>
    <w:multiLevelType w:val="hybridMultilevel"/>
    <w:tmpl w:val="3B9E7396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4E910AE"/>
    <w:multiLevelType w:val="hybridMultilevel"/>
    <w:tmpl w:val="275C6784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07FF7218"/>
    <w:multiLevelType w:val="hybridMultilevel"/>
    <w:tmpl w:val="3D347450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092921C7"/>
    <w:multiLevelType w:val="hybridMultilevel"/>
    <w:tmpl w:val="A198AEC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9D1407B"/>
    <w:multiLevelType w:val="hybridMultilevel"/>
    <w:tmpl w:val="05A61180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0A3E136C"/>
    <w:multiLevelType w:val="hybridMultilevel"/>
    <w:tmpl w:val="B4F21B4E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10E550F1"/>
    <w:multiLevelType w:val="hybridMultilevel"/>
    <w:tmpl w:val="F7C87A10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126852DC"/>
    <w:multiLevelType w:val="hybridMultilevel"/>
    <w:tmpl w:val="12161834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13B07A1A"/>
    <w:multiLevelType w:val="hybridMultilevel"/>
    <w:tmpl w:val="11CE8C6C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159239E5"/>
    <w:multiLevelType w:val="hybridMultilevel"/>
    <w:tmpl w:val="9DE4C560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15DC5188"/>
    <w:multiLevelType w:val="hybridMultilevel"/>
    <w:tmpl w:val="067E56D4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16BA16F5"/>
    <w:multiLevelType w:val="hybridMultilevel"/>
    <w:tmpl w:val="A0A67E3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171C3217"/>
    <w:multiLevelType w:val="hybridMultilevel"/>
    <w:tmpl w:val="1658AEEC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17A9649C"/>
    <w:multiLevelType w:val="hybridMultilevel"/>
    <w:tmpl w:val="26BE99BA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1B1770BC"/>
    <w:multiLevelType w:val="hybridMultilevel"/>
    <w:tmpl w:val="60948C54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1B622E7E"/>
    <w:multiLevelType w:val="hybridMultilevel"/>
    <w:tmpl w:val="A8A2F6DE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1BC62B01"/>
    <w:multiLevelType w:val="hybridMultilevel"/>
    <w:tmpl w:val="DE842B50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1CDC612F"/>
    <w:multiLevelType w:val="hybridMultilevel"/>
    <w:tmpl w:val="0DA25B8C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2A890117"/>
    <w:multiLevelType w:val="hybridMultilevel"/>
    <w:tmpl w:val="71F652D8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2AA70DEA"/>
    <w:multiLevelType w:val="hybridMultilevel"/>
    <w:tmpl w:val="AC0CCA9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2BAD3732"/>
    <w:multiLevelType w:val="hybridMultilevel"/>
    <w:tmpl w:val="89C01306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2BBC047B"/>
    <w:multiLevelType w:val="hybridMultilevel"/>
    <w:tmpl w:val="964A1C60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2F7F494E"/>
    <w:multiLevelType w:val="hybridMultilevel"/>
    <w:tmpl w:val="65A2721E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33092A5A"/>
    <w:multiLevelType w:val="hybridMultilevel"/>
    <w:tmpl w:val="C11601B2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34222839"/>
    <w:multiLevelType w:val="hybridMultilevel"/>
    <w:tmpl w:val="A3E64432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35DD2453"/>
    <w:multiLevelType w:val="hybridMultilevel"/>
    <w:tmpl w:val="B9A8D190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38E452E3"/>
    <w:multiLevelType w:val="hybridMultilevel"/>
    <w:tmpl w:val="F67EFFC4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391D4674"/>
    <w:multiLevelType w:val="hybridMultilevel"/>
    <w:tmpl w:val="490EECF6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>
    <w:nsid w:val="39AB1158"/>
    <w:multiLevelType w:val="hybridMultilevel"/>
    <w:tmpl w:val="25D488A4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>
    <w:nsid w:val="3C04164A"/>
    <w:multiLevelType w:val="hybridMultilevel"/>
    <w:tmpl w:val="D7AEBF74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>
    <w:nsid w:val="3C2C1B00"/>
    <w:multiLevelType w:val="hybridMultilevel"/>
    <w:tmpl w:val="ECB68F04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3D1E5C2E"/>
    <w:multiLevelType w:val="hybridMultilevel"/>
    <w:tmpl w:val="4886988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>
    <w:nsid w:val="3DF23483"/>
    <w:multiLevelType w:val="hybridMultilevel"/>
    <w:tmpl w:val="8A76789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3E4E7DC3"/>
    <w:multiLevelType w:val="hybridMultilevel"/>
    <w:tmpl w:val="16507F6A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>
    <w:nsid w:val="3E630F6D"/>
    <w:multiLevelType w:val="hybridMultilevel"/>
    <w:tmpl w:val="02280530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>
    <w:nsid w:val="3F0B38A8"/>
    <w:multiLevelType w:val="hybridMultilevel"/>
    <w:tmpl w:val="5BF2DEE4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>
    <w:nsid w:val="42057FA3"/>
    <w:multiLevelType w:val="hybridMultilevel"/>
    <w:tmpl w:val="A9B07370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>
    <w:nsid w:val="441F1F88"/>
    <w:multiLevelType w:val="hybridMultilevel"/>
    <w:tmpl w:val="49EAF6DE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>
    <w:nsid w:val="45EB1991"/>
    <w:multiLevelType w:val="hybridMultilevel"/>
    <w:tmpl w:val="B3F657A2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1">
    <w:nsid w:val="46963CE2"/>
    <w:multiLevelType w:val="hybridMultilevel"/>
    <w:tmpl w:val="3976BA28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48D8405F"/>
    <w:multiLevelType w:val="hybridMultilevel"/>
    <w:tmpl w:val="10C247A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49C67F37"/>
    <w:multiLevelType w:val="hybridMultilevel"/>
    <w:tmpl w:val="48CE9E04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4">
    <w:nsid w:val="4B582D81"/>
    <w:multiLevelType w:val="hybridMultilevel"/>
    <w:tmpl w:val="EA86C6B6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5">
    <w:nsid w:val="4ED465E0"/>
    <w:multiLevelType w:val="hybridMultilevel"/>
    <w:tmpl w:val="52A04802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6">
    <w:nsid w:val="4FC166A2"/>
    <w:multiLevelType w:val="hybridMultilevel"/>
    <w:tmpl w:val="0F46579C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7">
    <w:nsid w:val="529A2181"/>
    <w:multiLevelType w:val="hybridMultilevel"/>
    <w:tmpl w:val="23583A38"/>
    <w:lvl w:ilvl="0" w:tplc="1056EF5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>
    <w:nsid w:val="54AE52C1"/>
    <w:multiLevelType w:val="hybridMultilevel"/>
    <w:tmpl w:val="DF7E6A1C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9">
    <w:nsid w:val="562A5562"/>
    <w:multiLevelType w:val="hybridMultilevel"/>
    <w:tmpl w:val="D13A25F2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0">
    <w:nsid w:val="570F3567"/>
    <w:multiLevelType w:val="hybridMultilevel"/>
    <w:tmpl w:val="8098A4E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59F8442D"/>
    <w:multiLevelType w:val="hybridMultilevel"/>
    <w:tmpl w:val="0E24D560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2">
    <w:nsid w:val="5BC3082C"/>
    <w:multiLevelType w:val="hybridMultilevel"/>
    <w:tmpl w:val="862A6CE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>
    <w:nsid w:val="5BD832FC"/>
    <w:multiLevelType w:val="hybridMultilevel"/>
    <w:tmpl w:val="4AB69970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4">
    <w:nsid w:val="5C086541"/>
    <w:multiLevelType w:val="hybridMultilevel"/>
    <w:tmpl w:val="5D085896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5">
    <w:nsid w:val="5E4973B3"/>
    <w:multiLevelType w:val="hybridMultilevel"/>
    <w:tmpl w:val="00A88F84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6">
    <w:nsid w:val="63D475D3"/>
    <w:multiLevelType w:val="hybridMultilevel"/>
    <w:tmpl w:val="D746455E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7">
    <w:nsid w:val="67073F97"/>
    <w:multiLevelType w:val="hybridMultilevel"/>
    <w:tmpl w:val="B4F802C2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8">
    <w:nsid w:val="689C023E"/>
    <w:multiLevelType w:val="hybridMultilevel"/>
    <w:tmpl w:val="3194645A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9">
    <w:nsid w:val="69175FE2"/>
    <w:multiLevelType w:val="hybridMultilevel"/>
    <w:tmpl w:val="E40E6F96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0">
    <w:nsid w:val="6DAE06CC"/>
    <w:multiLevelType w:val="hybridMultilevel"/>
    <w:tmpl w:val="02D4D7DC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1">
    <w:nsid w:val="6F4E5039"/>
    <w:multiLevelType w:val="hybridMultilevel"/>
    <w:tmpl w:val="8650121E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2">
    <w:nsid w:val="6F835083"/>
    <w:multiLevelType w:val="hybridMultilevel"/>
    <w:tmpl w:val="E9CCBF7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3">
    <w:nsid w:val="709A2091"/>
    <w:multiLevelType w:val="hybridMultilevel"/>
    <w:tmpl w:val="437680C6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4">
    <w:nsid w:val="741C2B61"/>
    <w:multiLevelType w:val="hybridMultilevel"/>
    <w:tmpl w:val="0CB85EDA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5">
    <w:nsid w:val="74D97BDF"/>
    <w:multiLevelType w:val="hybridMultilevel"/>
    <w:tmpl w:val="54CA25FE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C0A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6">
    <w:nsid w:val="76770FAE"/>
    <w:multiLevelType w:val="hybridMultilevel"/>
    <w:tmpl w:val="8848B93C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7">
    <w:nsid w:val="79546970"/>
    <w:multiLevelType w:val="hybridMultilevel"/>
    <w:tmpl w:val="69C298CC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8">
    <w:nsid w:val="7989496B"/>
    <w:multiLevelType w:val="hybridMultilevel"/>
    <w:tmpl w:val="91E20442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9">
    <w:nsid w:val="7A572A84"/>
    <w:multiLevelType w:val="hybridMultilevel"/>
    <w:tmpl w:val="D46CE05C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0">
    <w:nsid w:val="7A6663E3"/>
    <w:multiLevelType w:val="hybridMultilevel"/>
    <w:tmpl w:val="88102EEE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1">
    <w:nsid w:val="7E8D4008"/>
    <w:multiLevelType w:val="hybridMultilevel"/>
    <w:tmpl w:val="8D6CEA24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2">
    <w:nsid w:val="7F7211B5"/>
    <w:multiLevelType w:val="hybridMultilevel"/>
    <w:tmpl w:val="E91A3F8E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4"/>
  </w:num>
  <w:num w:numId="2">
    <w:abstractNumId w:val="46"/>
  </w:num>
  <w:num w:numId="3">
    <w:abstractNumId w:val="43"/>
  </w:num>
  <w:num w:numId="4">
    <w:abstractNumId w:val="39"/>
  </w:num>
  <w:num w:numId="5">
    <w:abstractNumId w:val="16"/>
  </w:num>
  <w:num w:numId="6">
    <w:abstractNumId w:val="35"/>
  </w:num>
  <w:num w:numId="7">
    <w:abstractNumId w:val="63"/>
  </w:num>
  <w:num w:numId="8">
    <w:abstractNumId w:val="53"/>
  </w:num>
  <w:num w:numId="9">
    <w:abstractNumId w:val="5"/>
  </w:num>
  <w:num w:numId="10">
    <w:abstractNumId w:val="45"/>
  </w:num>
  <w:num w:numId="11">
    <w:abstractNumId w:val="59"/>
  </w:num>
  <w:num w:numId="12">
    <w:abstractNumId w:val="40"/>
  </w:num>
  <w:num w:numId="13">
    <w:abstractNumId w:val="30"/>
  </w:num>
  <w:num w:numId="14">
    <w:abstractNumId w:val="70"/>
  </w:num>
  <w:num w:numId="15">
    <w:abstractNumId w:val="37"/>
  </w:num>
  <w:num w:numId="16">
    <w:abstractNumId w:val="23"/>
  </w:num>
  <w:num w:numId="17">
    <w:abstractNumId w:val="27"/>
  </w:num>
  <w:num w:numId="18">
    <w:abstractNumId w:val="13"/>
  </w:num>
  <w:num w:numId="19">
    <w:abstractNumId w:val="57"/>
  </w:num>
  <w:num w:numId="20">
    <w:abstractNumId w:val="17"/>
  </w:num>
  <w:num w:numId="21">
    <w:abstractNumId w:val="7"/>
  </w:num>
  <w:num w:numId="22">
    <w:abstractNumId w:val="68"/>
  </w:num>
  <w:num w:numId="23">
    <w:abstractNumId w:val="55"/>
  </w:num>
  <w:num w:numId="24">
    <w:abstractNumId w:val="25"/>
  </w:num>
  <w:num w:numId="25">
    <w:abstractNumId w:val="24"/>
  </w:num>
  <w:num w:numId="26">
    <w:abstractNumId w:val="28"/>
  </w:num>
  <w:num w:numId="27">
    <w:abstractNumId w:val="64"/>
  </w:num>
  <w:num w:numId="28">
    <w:abstractNumId w:val="65"/>
  </w:num>
  <w:num w:numId="29">
    <w:abstractNumId w:val="61"/>
  </w:num>
  <w:num w:numId="30">
    <w:abstractNumId w:val="21"/>
  </w:num>
  <w:num w:numId="31">
    <w:abstractNumId w:val="26"/>
  </w:num>
  <w:num w:numId="32">
    <w:abstractNumId w:val="44"/>
  </w:num>
  <w:num w:numId="33">
    <w:abstractNumId w:val="51"/>
  </w:num>
  <w:num w:numId="34">
    <w:abstractNumId w:val="14"/>
  </w:num>
  <w:num w:numId="35">
    <w:abstractNumId w:val="69"/>
  </w:num>
  <w:num w:numId="36">
    <w:abstractNumId w:val="71"/>
  </w:num>
  <w:num w:numId="37">
    <w:abstractNumId w:val="58"/>
  </w:num>
  <w:num w:numId="38">
    <w:abstractNumId w:val="67"/>
  </w:num>
  <w:num w:numId="39">
    <w:abstractNumId w:val="20"/>
  </w:num>
  <w:num w:numId="40">
    <w:abstractNumId w:val="47"/>
  </w:num>
  <w:num w:numId="41">
    <w:abstractNumId w:val="38"/>
  </w:num>
  <w:num w:numId="42">
    <w:abstractNumId w:val="0"/>
  </w:num>
  <w:num w:numId="43">
    <w:abstractNumId w:val="50"/>
  </w:num>
  <w:num w:numId="44">
    <w:abstractNumId w:val="10"/>
  </w:num>
  <w:num w:numId="45">
    <w:abstractNumId w:val="36"/>
  </w:num>
  <w:num w:numId="46">
    <w:abstractNumId w:val="32"/>
  </w:num>
  <w:num w:numId="47">
    <w:abstractNumId w:val="18"/>
  </w:num>
  <w:num w:numId="48">
    <w:abstractNumId w:val="8"/>
  </w:num>
  <w:num w:numId="49">
    <w:abstractNumId w:val="11"/>
  </w:num>
  <w:num w:numId="50">
    <w:abstractNumId w:val="48"/>
  </w:num>
  <w:num w:numId="51">
    <w:abstractNumId w:val="9"/>
  </w:num>
  <w:num w:numId="52">
    <w:abstractNumId w:val="72"/>
  </w:num>
  <w:num w:numId="53">
    <w:abstractNumId w:val="33"/>
  </w:num>
  <w:num w:numId="54">
    <w:abstractNumId w:val="2"/>
  </w:num>
  <w:num w:numId="55">
    <w:abstractNumId w:val="3"/>
  </w:num>
  <w:num w:numId="56">
    <w:abstractNumId w:val="29"/>
  </w:num>
  <w:num w:numId="57">
    <w:abstractNumId w:val="22"/>
  </w:num>
  <w:num w:numId="58">
    <w:abstractNumId w:val="4"/>
  </w:num>
  <w:num w:numId="59">
    <w:abstractNumId w:val="1"/>
  </w:num>
  <w:num w:numId="60">
    <w:abstractNumId w:val="66"/>
  </w:num>
  <w:num w:numId="61">
    <w:abstractNumId w:val="49"/>
  </w:num>
  <w:num w:numId="62">
    <w:abstractNumId w:val="15"/>
  </w:num>
  <w:num w:numId="63">
    <w:abstractNumId w:val="62"/>
  </w:num>
  <w:num w:numId="64">
    <w:abstractNumId w:val="6"/>
  </w:num>
  <w:num w:numId="65">
    <w:abstractNumId w:val="52"/>
  </w:num>
  <w:num w:numId="66">
    <w:abstractNumId w:val="56"/>
  </w:num>
  <w:num w:numId="67">
    <w:abstractNumId w:val="60"/>
  </w:num>
  <w:num w:numId="68">
    <w:abstractNumId w:val="12"/>
  </w:num>
  <w:num w:numId="69">
    <w:abstractNumId w:val="31"/>
  </w:num>
  <w:num w:numId="70">
    <w:abstractNumId w:val="19"/>
  </w:num>
  <w:num w:numId="71">
    <w:abstractNumId w:val="34"/>
  </w:num>
  <w:num w:numId="72">
    <w:abstractNumId w:val="41"/>
  </w:num>
  <w:num w:numId="73">
    <w:abstractNumId w:val="42"/>
  </w:num>
  <w:numIdMacAtCleanup w:val="6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textFit" w:percent="104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45B7"/>
    <w:rsid w:val="00003F55"/>
    <w:rsid w:val="00015600"/>
    <w:rsid w:val="00017DB6"/>
    <w:rsid w:val="000221AA"/>
    <w:rsid w:val="00026714"/>
    <w:rsid w:val="000306ED"/>
    <w:rsid w:val="00033949"/>
    <w:rsid w:val="00034A28"/>
    <w:rsid w:val="00035BBF"/>
    <w:rsid w:val="00041FC7"/>
    <w:rsid w:val="00052DB8"/>
    <w:rsid w:val="000548C6"/>
    <w:rsid w:val="00057BCA"/>
    <w:rsid w:val="0006085B"/>
    <w:rsid w:val="00071F13"/>
    <w:rsid w:val="0008350E"/>
    <w:rsid w:val="00084A3B"/>
    <w:rsid w:val="00085302"/>
    <w:rsid w:val="00093691"/>
    <w:rsid w:val="00093F82"/>
    <w:rsid w:val="00095319"/>
    <w:rsid w:val="000A0073"/>
    <w:rsid w:val="000A01AC"/>
    <w:rsid w:val="000A4ABE"/>
    <w:rsid w:val="000A5BC8"/>
    <w:rsid w:val="000B0278"/>
    <w:rsid w:val="000D6149"/>
    <w:rsid w:val="000D67B2"/>
    <w:rsid w:val="0011317E"/>
    <w:rsid w:val="00121E65"/>
    <w:rsid w:val="00121FFF"/>
    <w:rsid w:val="001223BD"/>
    <w:rsid w:val="00122BE5"/>
    <w:rsid w:val="001371AF"/>
    <w:rsid w:val="001402E0"/>
    <w:rsid w:val="001432DE"/>
    <w:rsid w:val="001469D0"/>
    <w:rsid w:val="00156493"/>
    <w:rsid w:val="00162ECE"/>
    <w:rsid w:val="00163FCE"/>
    <w:rsid w:val="001654A2"/>
    <w:rsid w:val="001661DB"/>
    <w:rsid w:val="00171183"/>
    <w:rsid w:val="00171661"/>
    <w:rsid w:val="00171A4A"/>
    <w:rsid w:val="00174EB5"/>
    <w:rsid w:val="001809F4"/>
    <w:rsid w:val="0018651E"/>
    <w:rsid w:val="00194997"/>
    <w:rsid w:val="00195A40"/>
    <w:rsid w:val="001978B7"/>
    <w:rsid w:val="001B2696"/>
    <w:rsid w:val="001B38D8"/>
    <w:rsid w:val="001B3CC3"/>
    <w:rsid w:val="001B5B94"/>
    <w:rsid w:val="001D298F"/>
    <w:rsid w:val="001D5263"/>
    <w:rsid w:val="001D684A"/>
    <w:rsid w:val="001F1C44"/>
    <w:rsid w:val="001F2A24"/>
    <w:rsid w:val="001F3583"/>
    <w:rsid w:val="001F3AE3"/>
    <w:rsid w:val="001F3E46"/>
    <w:rsid w:val="0020263E"/>
    <w:rsid w:val="002065AF"/>
    <w:rsid w:val="002166A3"/>
    <w:rsid w:val="00217F2C"/>
    <w:rsid w:val="002277F5"/>
    <w:rsid w:val="00231F4D"/>
    <w:rsid w:val="00232FF1"/>
    <w:rsid w:val="002512F9"/>
    <w:rsid w:val="00251809"/>
    <w:rsid w:val="002542EF"/>
    <w:rsid w:val="002645D6"/>
    <w:rsid w:val="0026527E"/>
    <w:rsid w:val="00267E4E"/>
    <w:rsid w:val="00280AE4"/>
    <w:rsid w:val="0028630F"/>
    <w:rsid w:val="002949FB"/>
    <w:rsid w:val="002A2A3E"/>
    <w:rsid w:val="002B1082"/>
    <w:rsid w:val="002B1989"/>
    <w:rsid w:val="002B2BF9"/>
    <w:rsid w:val="002C45E4"/>
    <w:rsid w:val="002E125E"/>
    <w:rsid w:val="002F10AB"/>
    <w:rsid w:val="002F1AAE"/>
    <w:rsid w:val="002F1CDC"/>
    <w:rsid w:val="002F2154"/>
    <w:rsid w:val="002F2E10"/>
    <w:rsid w:val="002F3220"/>
    <w:rsid w:val="002F5C07"/>
    <w:rsid w:val="003017B9"/>
    <w:rsid w:val="00303EBD"/>
    <w:rsid w:val="003108F3"/>
    <w:rsid w:val="00330852"/>
    <w:rsid w:val="0033332C"/>
    <w:rsid w:val="00346803"/>
    <w:rsid w:val="0035196A"/>
    <w:rsid w:val="00352131"/>
    <w:rsid w:val="00355A7D"/>
    <w:rsid w:val="00362E1F"/>
    <w:rsid w:val="003758D0"/>
    <w:rsid w:val="00383440"/>
    <w:rsid w:val="00390B6D"/>
    <w:rsid w:val="00393A3A"/>
    <w:rsid w:val="0039747E"/>
    <w:rsid w:val="003A325C"/>
    <w:rsid w:val="003A4F13"/>
    <w:rsid w:val="003A5E25"/>
    <w:rsid w:val="003A62DE"/>
    <w:rsid w:val="003A6637"/>
    <w:rsid w:val="003A6F43"/>
    <w:rsid w:val="003B519B"/>
    <w:rsid w:val="003B53ED"/>
    <w:rsid w:val="003B5607"/>
    <w:rsid w:val="003B61C0"/>
    <w:rsid w:val="003B6BD7"/>
    <w:rsid w:val="003C3461"/>
    <w:rsid w:val="003C37E3"/>
    <w:rsid w:val="003D0037"/>
    <w:rsid w:val="003F3632"/>
    <w:rsid w:val="0040408F"/>
    <w:rsid w:val="0040410C"/>
    <w:rsid w:val="004065A9"/>
    <w:rsid w:val="00415807"/>
    <w:rsid w:val="0042461F"/>
    <w:rsid w:val="00426929"/>
    <w:rsid w:val="004431C5"/>
    <w:rsid w:val="0044526B"/>
    <w:rsid w:val="00450F28"/>
    <w:rsid w:val="00454F8B"/>
    <w:rsid w:val="004571B8"/>
    <w:rsid w:val="004609F1"/>
    <w:rsid w:val="00460D11"/>
    <w:rsid w:val="004617A6"/>
    <w:rsid w:val="00471A73"/>
    <w:rsid w:val="0047678D"/>
    <w:rsid w:val="0048008C"/>
    <w:rsid w:val="004816CB"/>
    <w:rsid w:val="00482E2D"/>
    <w:rsid w:val="00492544"/>
    <w:rsid w:val="00495DD0"/>
    <w:rsid w:val="004B31B8"/>
    <w:rsid w:val="004C48A8"/>
    <w:rsid w:val="004C4DF5"/>
    <w:rsid w:val="004C578C"/>
    <w:rsid w:val="004D5A46"/>
    <w:rsid w:val="004E5143"/>
    <w:rsid w:val="004F206F"/>
    <w:rsid w:val="004F6A42"/>
    <w:rsid w:val="00522CDF"/>
    <w:rsid w:val="00524717"/>
    <w:rsid w:val="00525205"/>
    <w:rsid w:val="00537298"/>
    <w:rsid w:val="00545C83"/>
    <w:rsid w:val="00546DF5"/>
    <w:rsid w:val="005645B7"/>
    <w:rsid w:val="005653A4"/>
    <w:rsid w:val="005654C7"/>
    <w:rsid w:val="00567D65"/>
    <w:rsid w:val="00574350"/>
    <w:rsid w:val="00577BC6"/>
    <w:rsid w:val="00577EBB"/>
    <w:rsid w:val="00582A8A"/>
    <w:rsid w:val="005967A2"/>
    <w:rsid w:val="005A0390"/>
    <w:rsid w:val="005A05C1"/>
    <w:rsid w:val="005B22C5"/>
    <w:rsid w:val="005D2C3F"/>
    <w:rsid w:val="005D2FF9"/>
    <w:rsid w:val="005F00A8"/>
    <w:rsid w:val="005F296F"/>
    <w:rsid w:val="005F7405"/>
    <w:rsid w:val="0060057C"/>
    <w:rsid w:val="006034F6"/>
    <w:rsid w:val="0062198C"/>
    <w:rsid w:val="0062415E"/>
    <w:rsid w:val="00624CB0"/>
    <w:rsid w:val="00626706"/>
    <w:rsid w:val="00633A8E"/>
    <w:rsid w:val="006350C3"/>
    <w:rsid w:val="0063707E"/>
    <w:rsid w:val="00645E4E"/>
    <w:rsid w:val="00651FBF"/>
    <w:rsid w:val="00653415"/>
    <w:rsid w:val="00654555"/>
    <w:rsid w:val="006574E2"/>
    <w:rsid w:val="0066192D"/>
    <w:rsid w:val="00663E0E"/>
    <w:rsid w:val="00664F30"/>
    <w:rsid w:val="0066690E"/>
    <w:rsid w:val="00683489"/>
    <w:rsid w:val="00683AC4"/>
    <w:rsid w:val="00691678"/>
    <w:rsid w:val="00693F91"/>
    <w:rsid w:val="006A34E3"/>
    <w:rsid w:val="006A756E"/>
    <w:rsid w:val="006B4523"/>
    <w:rsid w:val="006B7DBF"/>
    <w:rsid w:val="006C2075"/>
    <w:rsid w:val="006C7D12"/>
    <w:rsid w:val="006D65A4"/>
    <w:rsid w:val="006E213B"/>
    <w:rsid w:val="006E7A8A"/>
    <w:rsid w:val="006F6987"/>
    <w:rsid w:val="006F71BF"/>
    <w:rsid w:val="00701425"/>
    <w:rsid w:val="007028B9"/>
    <w:rsid w:val="00707210"/>
    <w:rsid w:val="00717D8F"/>
    <w:rsid w:val="00735D6B"/>
    <w:rsid w:val="00736CB3"/>
    <w:rsid w:val="007412C4"/>
    <w:rsid w:val="007503A5"/>
    <w:rsid w:val="0075494B"/>
    <w:rsid w:val="00756E03"/>
    <w:rsid w:val="007610D9"/>
    <w:rsid w:val="00763A93"/>
    <w:rsid w:val="0076509F"/>
    <w:rsid w:val="00772529"/>
    <w:rsid w:val="0077360D"/>
    <w:rsid w:val="0077596D"/>
    <w:rsid w:val="007825C6"/>
    <w:rsid w:val="00786E91"/>
    <w:rsid w:val="007876C9"/>
    <w:rsid w:val="0079112D"/>
    <w:rsid w:val="00797E04"/>
    <w:rsid w:val="007B57FD"/>
    <w:rsid w:val="007D258B"/>
    <w:rsid w:val="007D4F6B"/>
    <w:rsid w:val="007D654D"/>
    <w:rsid w:val="007E3EFA"/>
    <w:rsid w:val="007F1EEA"/>
    <w:rsid w:val="007F3676"/>
    <w:rsid w:val="007F486F"/>
    <w:rsid w:val="007F5876"/>
    <w:rsid w:val="0080627A"/>
    <w:rsid w:val="008110D4"/>
    <w:rsid w:val="00812190"/>
    <w:rsid w:val="00813157"/>
    <w:rsid w:val="00813247"/>
    <w:rsid w:val="008153AD"/>
    <w:rsid w:val="00815494"/>
    <w:rsid w:val="008171E9"/>
    <w:rsid w:val="00821EA8"/>
    <w:rsid w:val="00831A16"/>
    <w:rsid w:val="008439BB"/>
    <w:rsid w:val="0084567A"/>
    <w:rsid w:val="00856551"/>
    <w:rsid w:val="0086271A"/>
    <w:rsid w:val="00862BC0"/>
    <w:rsid w:val="00870F65"/>
    <w:rsid w:val="00872C9F"/>
    <w:rsid w:val="00874FDE"/>
    <w:rsid w:val="00880663"/>
    <w:rsid w:val="00881277"/>
    <w:rsid w:val="008822B5"/>
    <w:rsid w:val="00883C6E"/>
    <w:rsid w:val="0088674F"/>
    <w:rsid w:val="008A3819"/>
    <w:rsid w:val="008B14C1"/>
    <w:rsid w:val="008C315E"/>
    <w:rsid w:val="008C3874"/>
    <w:rsid w:val="008C4BD3"/>
    <w:rsid w:val="008C764B"/>
    <w:rsid w:val="008F7D2A"/>
    <w:rsid w:val="00900253"/>
    <w:rsid w:val="00900D10"/>
    <w:rsid w:val="00900E8A"/>
    <w:rsid w:val="0090154E"/>
    <w:rsid w:val="00905720"/>
    <w:rsid w:val="00912301"/>
    <w:rsid w:val="00917264"/>
    <w:rsid w:val="00917AB6"/>
    <w:rsid w:val="00926872"/>
    <w:rsid w:val="00926B20"/>
    <w:rsid w:val="009272C7"/>
    <w:rsid w:val="0093343D"/>
    <w:rsid w:val="009451F2"/>
    <w:rsid w:val="009534B2"/>
    <w:rsid w:val="00953784"/>
    <w:rsid w:val="009541F5"/>
    <w:rsid w:val="009558A3"/>
    <w:rsid w:val="00966EB1"/>
    <w:rsid w:val="00972A59"/>
    <w:rsid w:val="00981113"/>
    <w:rsid w:val="00985B82"/>
    <w:rsid w:val="0099199D"/>
    <w:rsid w:val="00992264"/>
    <w:rsid w:val="00994A01"/>
    <w:rsid w:val="009A3824"/>
    <w:rsid w:val="009B64C9"/>
    <w:rsid w:val="009B6A31"/>
    <w:rsid w:val="009C254E"/>
    <w:rsid w:val="009D0B3C"/>
    <w:rsid w:val="009D0BFC"/>
    <w:rsid w:val="009D1E7D"/>
    <w:rsid w:val="009D5534"/>
    <w:rsid w:val="009D5DFE"/>
    <w:rsid w:val="009E38CE"/>
    <w:rsid w:val="009F5C8D"/>
    <w:rsid w:val="00A04FCE"/>
    <w:rsid w:val="00A0538F"/>
    <w:rsid w:val="00A235B2"/>
    <w:rsid w:val="00A24B9C"/>
    <w:rsid w:val="00A24F2C"/>
    <w:rsid w:val="00A27CBD"/>
    <w:rsid w:val="00A3046C"/>
    <w:rsid w:val="00A30EDC"/>
    <w:rsid w:val="00A30FB1"/>
    <w:rsid w:val="00A352F7"/>
    <w:rsid w:val="00A36C32"/>
    <w:rsid w:val="00A41CC3"/>
    <w:rsid w:val="00A618D8"/>
    <w:rsid w:val="00A6511A"/>
    <w:rsid w:val="00A66547"/>
    <w:rsid w:val="00A7620F"/>
    <w:rsid w:val="00A77FA9"/>
    <w:rsid w:val="00A80E6E"/>
    <w:rsid w:val="00A87946"/>
    <w:rsid w:val="00A942E2"/>
    <w:rsid w:val="00AA4022"/>
    <w:rsid w:val="00AA4289"/>
    <w:rsid w:val="00AC42BF"/>
    <w:rsid w:val="00AC4775"/>
    <w:rsid w:val="00AC5809"/>
    <w:rsid w:val="00AC68F1"/>
    <w:rsid w:val="00AD351B"/>
    <w:rsid w:val="00AD36CF"/>
    <w:rsid w:val="00AD66CA"/>
    <w:rsid w:val="00AE2F39"/>
    <w:rsid w:val="00AF0548"/>
    <w:rsid w:val="00AF15D6"/>
    <w:rsid w:val="00AF33A1"/>
    <w:rsid w:val="00AF37A8"/>
    <w:rsid w:val="00B03AEE"/>
    <w:rsid w:val="00B0454D"/>
    <w:rsid w:val="00B07722"/>
    <w:rsid w:val="00B10C51"/>
    <w:rsid w:val="00B26C27"/>
    <w:rsid w:val="00B26DC4"/>
    <w:rsid w:val="00B325DB"/>
    <w:rsid w:val="00B47D10"/>
    <w:rsid w:val="00B531F8"/>
    <w:rsid w:val="00B565DF"/>
    <w:rsid w:val="00B56795"/>
    <w:rsid w:val="00B70123"/>
    <w:rsid w:val="00B7250D"/>
    <w:rsid w:val="00B812CC"/>
    <w:rsid w:val="00B82F0A"/>
    <w:rsid w:val="00B848D9"/>
    <w:rsid w:val="00B91007"/>
    <w:rsid w:val="00B93913"/>
    <w:rsid w:val="00BA01B8"/>
    <w:rsid w:val="00BA07C0"/>
    <w:rsid w:val="00BA0F55"/>
    <w:rsid w:val="00BA4F0E"/>
    <w:rsid w:val="00BB2EAE"/>
    <w:rsid w:val="00BC05AF"/>
    <w:rsid w:val="00BC7D07"/>
    <w:rsid w:val="00BE12A3"/>
    <w:rsid w:val="00BE2419"/>
    <w:rsid w:val="00BF3E1E"/>
    <w:rsid w:val="00C00DDD"/>
    <w:rsid w:val="00C014C1"/>
    <w:rsid w:val="00C01873"/>
    <w:rsid w:val="00C137BF"/>
    <w:rsid w:val="00C1561F"/>
    <w:rsid w:val="00C460CE"/>
    <w:rsid w:val="00C53D43"/>
    <w:rsid w:val="00C53FEB"/>
    <w:rsid w:val="00C540A8"/>
    <w:rsid w:val="00C54FA0"/>
    <w:rsid w:val="00C5553A"/>
    <w:rsid w:val="00C60DBC"/>
    <w:rsid w:val="00C70310"/>
    <w:rsid w:val="00C72210"/>
    <w:rsid w:val="00C73A49"/>
    <w:rsid w:val="00C80106"/>
    <w:rsid w:val="00C84159"/>
    <w:rsid w:val="00C849D4"/>
    <w:rsid w:val="00C87FB9"/>
    <w:rsid w:val="00C92F7D"/>
    <w:rsid w:val="00C936BE"/>
    <w:rsid w:val="00C93AFF"/>
    <w:rsid w:val="00C96011"/>
    <w:rsid w:val="00CA1AE5"/>
    <w:rsid w:val="00CA400B"/>
    <w:rsid w:val="00CB0A6C"/>
    <w:rsid w:val="00CB5F57"/>
    <w:rsid w:val="00CC7D6A"/>
    <w:rsid w:val="00CD43C2"/>
    <w:rsid w:val="00CD5DF3"/>
    <w:rsid w:val="00CE1F29"/>
    <w:rsid w:val="00CF7CE6"/>
    <w:rsid w:val="00D00B74"/>
    <w:rsid w:val="00D033FF"/>
    <w:rsid w:val="00D1310B"/>
    <w:rsid w:val="00D163FE"/>
    <w:rsid w:val="00D409B4"/>
    <w:rsid w:val="00D56846"/>
    <w:rsid w:val="00D61CC4"/>
    <w:rsid w:val="00D63AA2"/>
    <w:rsid w:val="00D65AD2"/>
    <w:rsid w:val="00D705E3"/>
    <w:rsid w:val="00D80171"/>
    <w:rsid w:val="00D83370"/>
    <w:rsid w:val="00D85A50"/>
    <w:rsid w:val="00D97C13"/>
    <w:rsid w:val="00DA3142"/>
    <w:rsid w:val="00DA3B16"/>
    <w:rsid w:val="00DB00FC"/>
    <w:rsid w:val="00DB0323"/>
    <w:rsid w:val="00DB0FA7"/>
    <w:rsid w:val="00DB495C"/>
    <w:rsid w:val="00DB68E1"/>
    <w:rsid w:val="00DC5EAF"/>
    <w:rsid w:val="00DC5EF4"/>
    <w:rsid w:val="00DC5F6C"/>
    <w:rsid w:val="00DD56B0"/>
    <w:rsid w:val="00DF57F4"/>
    <w:rsid w:val="00DF5BA4"/>
    <w:rsid w:val="00E015E6"/>
    <w:rsid w:val="00E04D0B"/>
    <w:rsid w:val="00E23632"/>
    <w:rsid w:val="00E24525"/>
    <w:rsid w:val="00E274B9"/>
    <w:rsid w:val="00E31D1E"/>
    <w:rsid w:val="00E33031"/>
    <w:rsid w:val="00E42878"/>
    <w:rsid w:val="00E47A77"/>
    <w:rsid w:val="00E509BE"/>
    <w:rsid w:val="00E50FB4"/>
    <w:rsid w:val="00E51B0B"/>
    <w:rsid w:val="00E51C11"/>
    <w:rsid w:val="00E63839"/>
    <w:rsid w:val="00E63C27"/>
    <w:rsid w:val="00E73B4F"/>
    <w:rsid w:val="00E84B57"/>
    <w:rsid w:val="00E86DEE"/>
    <w:rsid w:val="00E9307E"/>
    <w:rsid w:val="00E97FCE"/>
    <w:rsid w:val="00EA779B"/>
    <w:rsid w:val="00EA7B99"/>
    <w:rsid w:val="00EB361B"/>
    <w:rsid w:val="00EB69A4"/>
    <w:rsid w:val="00EC377E"/>
    <w:rsid w:val="00EC3CE2"/>
    <w:rsid w:val="00ED494C"/>
    <w:rsid w:val="00EE211D"/>
    <w:rsid w:val="00EE39A2"/>
    <w:rsid w:val="00EE55CC"/>
    <w:rsid w:val="00EF3C54"/>
    <w:rsid w:val="00F03D0D"/>
    <w:rsid w:val="00F03D80"/>
    <w:rsid w:val="00F047BF"/>
    <w:rsid w:val="00F0704A"/>
    <w:rsid w:val="00F078E5"/>
    <w:rsid w:val="00F13C0E"/>
    <w:rsid w:val="00F14115"/>
    <w:rsid w:val="00F16C40"/>
    <w:rsid w:val="00F22344"/>
    <w:rsid w:val="00F26320"/>
    <w:rsid w:val="00F37A9D"/>
    <w:rsid w:val="00F41473"/>
    <w:rsid w:val="00F44F85"/>
    <w:rsid w:val="00F7574C"/>
    <w:rsid w:val="00FA3FE5"/>
    <w:rsid w:val="00FB5E7C"/>
    <w:rsid w:val="00FC3371"/>
    <w:rsid w:val="00FC3DB0"/>
    <w:rsid w:val="00FD541C"/>
    <w:rsid w:val="00FE2EFE"/>
    <w:rsid w:val="00FE6017"/>
    <w:rsid w:val="00FE7F37"/>
    <w:rsid w:val="00FF18CD"/>
    <w:rsid w:val="00FF2372"/>
    <w:rsid w:val="00FF3268"/>
    <w:rsid w:val="00FF7E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65AF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645B7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5645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645B7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3108F3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432DE"/>
    <w:rPr>
      <w:rFonts w:cs="Times New Roman"/>
      <w:lang w:eastAsia="en-US"/>
    </w:rPr>
  </w:style>
  <w:style w:type="character" w:styleId="PageNumber">
    <w:name w:val="page number"/>
    <w:basedOn w:val="DefaultParagraphFont"/>
    <w:uiPriority w:val="99"/>
    <w:rsid w:val="003108F3"/>
    <w:rPr>
      <w:rFonts w:cs="Times New Roman"/>
    </w:rPr>
  </w:style>
  <w:style w:type="paragraph" w:styleId="Header">
    <w:name w:val="header"/>
    <w:basedOn w:val="Normal"/>
    <w:link w:val="HeaderChar"/>
    <w:uiPriority w:val="99"/>
    <w:rsid w:val="00FE2EFE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C5F6C"/>
    <w:rPr>
      <w:rFonts w:cs="Times New Roman"/>
      <w:lang w:eastAsia="en-US"/>
    </w:rPr>
  </w:style>
  <w:style w:type="paragraph" w:styleId="ListParagraph">
    <w:name w:val="List Paragraph"/>
    <w:basedOn w:val="Normal"/>
    <w:uiPriority w:val="99"/>
    <w:qFormat/>
    <w:rsid w:val="00C018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672</TotalTime>
  <Pages>52</Pages>
  <Words>6677</Words>
  <Characters>-32766</Characters>
  <Application>Microsoft Office Outlook</Application>
  <DocSecurity>0</DocSecurity>
  <Lines>0</Lines>
  <Paragraphs>0</Paragraphs>
  <ScaleCrop>false</ScaleCrop>
  <Company>I.E GIMNASIO RISARALDA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HENRY OCAMPO</dc:creator>
  <cp:keywords/>
  <dc:description/>
  <cp:lastModifiedBy>I.E GIMNASIO RISARALDA</cp:lastModifiedBy>
  <cp:revision>243</cp:revision>
  <cp:lastPrinted>2011-03-03T18:02:00Z</cp:lastPrinted>
  <dcterms:created xsi:type="dcterms:W3CDTF">2011-02-21T18:49:00Z</dcterms:created>
  <dcterms:modified xsi:type="dcterms:W3CDTF">2011-03-03T18:04:00Z</dcterms:modified>
</cp:coreProperties>
</file>